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E38E9" w14:textId="549F2AD9" w:rsidR="004F0667" w:rsidRDefault="00281D8E" w:rsidP="0026727E">
      <w:pPr>
        <w:rPr>
          <w:rFonts w:ascii="Univers Com 47 Light Cond" w:hAnsi="Univers Com 47 Light Cond"/>
          <w:sz w:val="24"/>
          <w:szCs w:val="24"/>
          <w:u w:val="single"/>
        </w:rPr>
      </w:pPr>
      <w:r w:rsidRPr="009931E9">
        <w:rPr>
          <w:rFonts w:ascii="DIN-Regular" w:hAnsi="DIN-Regular"/>
          <w:noProof/>
          <w:sz w:val="24"/>
          <w:szCs w:val="24"/>
        </w:rPr>
        <mc:AlternateContent>
          <mc:Choice Requires="wps">
            <w:drawing>
              <wp:anchor distT="0" distB="0" distL="114300" distR="114300" simplePos="0" relativeHeight="251661312" behindDoc="0" locked="0" layoutInCell="1" allowOverlap="1" wp14:anchorId="4A8D7789" wp14:editId="3C331D87">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0074D89A" w14:textId="2502CAC7" w:rsidR="005328A6" w:rsidRPr="000939CB" w:rsidRDefault="005328A6" w:rsidP="00245BAF">
                            <w:pPr>
                              <w:pStyle w:val="DallmerOrtsfeld8115"/>
                            </w:pPr>
                            <w:r>
                              <w:t xml:space="preserve">       Arnsberg, </w:t>
                            </w:r>
                            <w:r w:rsidR="00303E07">
                              <w:t>A</w:t>
                            </w:r>
                            <w:r w:rsidR="004B1DA8">
                              <w:t>ugust</w:t>
                            </w:r>
                            <w:r>
                              <w:t xml:space="preserve"> 202</w:t>
                            </w:r>
                            <w:r w:rsidR="00303E07">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8D7789"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0074D89A" w14:textId="2502CAC7" w:rsidR="005328A6" w:rsidRPr="000939CB" w:rsidRDefault="005328A6" w:rsidP="00245BAF">
                      <w:pPr>
                        <w:pStyle w:val="DallmerOrtsfeld8115"/>
                      </w:pPr>
                      <w:r>
                        <w:t xml:space="preserve">       Arnsberg, </w:t>
                      </w:r>
                      <w:r w:rsidR="00303E07">
                        <w:t>A</w:t>
                      </w:r>
                      <w:r w:rsidR="004B1DA8">
                        <w:t>ugust</w:t>
                      </w:r>
                      <w:r>
                        <w:t xml:space="preserve"> 202</w:t>
                      </w:r>
                      <w:r w:rsidR="00303E07">
                        <w:t>2</w:t>
                      </w:r>
                    </w:p>
                  </w:txbxContent>
                </v:textbox>
                <w10:wrap anchorx="page" anchory="page"/>
              </v:shape>
            </w:pict>
          </mc:Fallback>
        </mc:AlternateContent>
      </w:r>
      <w:r w:rsidR="00113A99" w:rsidRPr="009931E9">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2DBD3CAA" wp14:editId="4FCD0FF0">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EB37A36"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D3CAA"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0EB37A36"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roofErr w:type="spellStart"/>
      <w:r w:rsidR="009931E9" w:rsidRPr="009931E9">
        <w:rPr>
          <w:rFonts w:ascii="Univers Com 47 Light Cond" w:hAnsi="Univers Com 47 Light Cond"/>
          <w:sz w:val="24"/>
          <w:szCs w:val="24"/>
          <w:u w:val="single"/>
        </w:rPr>
        <w:t>Dallmer</w:t>
      </w:r>
      <w:proofErr w:type="spellEnd"/>
      <w:r w:rsidR="009931E9" w:rsidRPr="009931E9">
        <w:rPr>
          <w:rFonts w:ascii="Univers Com 47 Light Cond" w:hAnsi="Univers Com 47 Light Cond"/>
          <w:sz w:val="24"/>
          <w:szCs w:val="24"/>
          <w:u w:val="single"/>
        </w:rPr>
        <w:t xml:space="preserve"> für alle Fälle</w:t>
      </w:r>
    </w:p>
    <w:p w14:paraId="42FE5F29" w14:textId="44130BA8" w:rsidR="009931E9" w:rsidRDefault="009931E9" w:rsidP="0026727E">
      <w:pPr>
        <w:rPr>
          <w:rFonts w:ascii="Univers Com 47 Light Cond" w:hAnsi="Univers Com 47 Light Cond"/>
          <w:sz w:val="24"/>
          <w:szCs w:val="24"/>
          <w:u w:val="single"/>
        </w:rPr>
      </w:pPr>
      <w:r w:rsidRPr="009931E9">
        <w:rPr>
          <w:rFonts w:ascii="Univers Com 47 Light Cond" w:hAnsi="Univers Com 47 Light Cond"/>
          <w:sz w:val="24"/>
          <w:szCs w:val="24"/>
          <w:u w:val="single"/>
        </w:rPr>
        <w:t xml:space="preserve">Duschwannenablauf ORIO </w:t>
      </w:r>
      <w:proofErr w:type="spellStart"/>
      <w:r w:rsidRPr="009931E9">
        <w:rPr>
          <w:rFonts w:ascii="Univers Com 47 Light Cond" w:hAnsi="Univers Com 47 Light Cond"/>
          <w:sz w:val="24"/>
          <w:szCs w:val="24"/>
          <w:u w:val="single"/>
        </w:rPr>
        <w:t>DallBox</w:t>
      </w:r>
      <w:proofErr w:type="spellEnd"/>
    </w:p>
    <w:p w14:paraId="7FD58A67" w14:textId="77777777" w:rsidR="009931E9" w:rsidRPr="009931E9" w:rsidRDefault="009931E9" w:rsidP="009931E9">
      <w:pPr>
        <w:autoSpaceDE w:val="0"/>
        <w:autoSpaceDN w:val="0"/>
        <w:adjustRightInd w:val="0"/>
        <w:rPr>
          <w:rFonts w:ascii="Univers Com 47 Light Cond" w:hAnsi="Univers Com 47 Light Cond"/>
          <w:sz w:val="22"/>
          <w:szCs w:val="22"/>
        </w:rPr>
      </w:pPr>
    </w:p>
    <w:p w14:paraId="3E2B7BE4" w14:textId="4A56EC46" w:rsidR="009931E9" w:rsidRPr="009931E9" w:rsidRDefault="009931E9" w:rsidP="009931E9">
      <w:pPr>
        <w:autoSpaceDE w:val="0"/>
        <w:autoSpaceDN w:val="0"/>
        <w:adjustRightInd w:val="0"/>
        <w:rPr>
          <w:rFonts w:ascii="Univers Com 47 Light Cond" w:hAnsi="Univers Com 47 Light Cond"/>
          <w:sz w:val="22"/>
          <w:szCs w:val="22"/>
        </w:rPr>
      </w:pPr>
      <w:r w:rsidRPr="009931E9">
        <w:rPr>
          <w:rFonts w:ascii="Univers Com 47 Light Cond" w:hAnsi="Univers Com 47 Light Cond"/>
          <w:sz w:val="22"/>
          <w:szCs w:val="22"/>
        </w:rPr>
        <w:t xml:space="preserve">Als Entwässerungsspezialist hat </w:t>
      </w:r>
      <w:proofErr w:type="spellStart"/>
      <w:r w:rsidRPr="009931E9">
        <w:rPr>
          <w:rFonts w:ascii="Univers Com 47 Light Cond" w:hAnsi="Univers Com 47 Light Cond"/>
          <w:sz w:val="22"/>
          <w:szCs w:val="22"/>
        </w:rPr>
        <w:t>Dallmer</w:t>
      </w:r>
      <w:proofErr w:type="spellEnd"/>
      <w:r w:rsidRPr="009931E9">
        <w:rPr>
          <w:rFonts w:ascii="Univers Com 47 Light Cond" w:hAnsi="Univers Com 47 Light Cond"/>
          <w:sz w:val="22"/>
          <w:szCs w:val="22"/>
        </w:rPr>
        <w:t xml:space="preserve"> verschiedene Lösungen, die Wasser aus unterschiedlichen Gebäudebereichen ableiten, in seinem Produktportfolio. Eine Neuerung für Badezimmer ist der Duschwannenablauf ORIO </w:t>
      </w:r>
      <w:proofErr w:type="spellStart"/>
      <w:r w:rsidRPr="009931E9">
        <w:rPr>
          <w:rFonts w:ascii="Univers Com 47 Light Cond" w:hAnsi="Univers Com 47 Light Cond"/>
          <w:sz w:val="22"/>
          <w:szCs w:val="22"/>
        </w:rPr>
        <w:t>DallBox</w:t>
      </w:r>
      <w:proofErr w:type="spellEnd"/>
      <w:r w:rsidRPr="009931E9">
        <w:rPr>
          <w:rFonts w:ascii="Univers Com 47 Light Cond" w:hAnsi="Univers Com 47 Light Cond"/>
          <w:sz w:val="22"/>
          <w:szCs w:val="22"/>
        </w:rPr>
        <w:t xml:space="preserve">. Er ist eine Weiterentwicklung des bewährten </w:t>
      </w:r>
      <w:proofErr w:type="spellStart"/>
      <w:r w:rsidRPr="009931E9">
        <w:rPr>
          <w:rFonts w:ascii="Univers Com 47 Light Cond" w:hAnsi="Univers Com 47 Light Cond"/>
          <w:sz w:val="22"/>
          <w:szCs w:val="22"/>
        </w:rPr>
        <w:t>Dallmer</w:t>
      </w:r>
      <w:proofErr w:type="spellEnd"/>
      <w:r w:rsidRPr="009931E9">
        <w:rPr>
          <w:rFonts w:ascii="Univers Com 47 Light Cond" w:hAnsi="Univers Com 47 Light Cond"/>
          <w:sz w:val="22"/>
          <w:szCs w:val="22"/>
        </w:rPr>
        <w:t xml:space="preserve"> ORIO-Systems, welches um eine Dichtmanschette mit Flex-Element erweitert worden ist. Dadurch entstehen viele Vorteile hinsichtlich Wartung sowie Revisions- und Ausgleichsmöglichkeiten. </w:t>
      </w:r>
      <w:r w:rsidR="00436717">
        <w:rPr>
          <w:rFonts w:ascii="Univers Com 47 Light Cond" w:hAnsi="Univers Com 47 Light Cond"/>
          <w:sz w:val="22"/>
          <w:szCs w:val="22"/>
        </w:rPr>
        <w:t>Die</w:t>
      </w:r>
      <w:r w:rsidRPr="009931E9">
        <w:rPr>
          <w:rFonts w:ascii="Univers Com 47 Light Cond" w:hAnsi="Univers Com 47 Light Cond"/>
          <w:sz w:val="22"/>
          <w:szCs w:val="22"/>
        </w:rPr>
        <w:t xml:space="preserve"> ORIO </w:t>
      </w:r>
      <w:proofErr w:type="spellStart"/>
      <w:r w:rsidRPr="009931E9">
        <w:rPr>
          <w:rFonts w:ascii="Univers Com 47 Light Cond" w:hAnsi="Univers Com 47 Light Cond"/>
          <w:sz w:val="22"/>
          <w:szCs w:val="22"/>
        </w:rPr>
        <w:t>DallBox</w:t>
      </w:r>
      <w:proofErr w:type="spellEnd"/>
      <w:r w:rsidRPr="009931E9">
        <w:rPr>
          <w:rFonts w:ascii="Univers Com 47 Light Cond" w:hAnsi="Univers Com 47 Light Cond"/>
          <w:sz w:val="22"/>
          <w:szCs w:val="22"/>
        </w:rPr>
        <w:t xml:space="preserve">, die in flachen </w:t>
      </w:r>
      <w:r w:rsidR="00FC6963">
        <w:rPr>
          <w:rFonts w:ascii="Univers Com 47 Light Cond" w:hAnsi="Univers Com 47 Light Cond"/>
          <w:sz w:val="22"/>
          <w:szCs w:val="22"/>
        </w:rPr>
        <w:t>Dusch</w:t>
      </w:r>
      <w:r w:rsidRPr="009931E9">
        <w:rPr>
          <w:rFonts w:ascii="Univers Com 47 Light Cond" w:hAnsi="Univers Com 47 Light Cond"/>
          <w:sz w:val="22"/>
          <w:szCs w:val="22"/>
        </w:rPr>
        <w:t>wannen zum Einsatz kommt, ist in zwei Ausführungen erhältlich.</w:t>
      </w:r>
    </w:p>
    <w:p w14:paraId="253CB804" w14:textId="77777777" w:rsidR="009931E9" w:rsidRPr="009931E9" w:rsidRDefault="009931E9" w:rsidP="009931E9">
      <w:pPr>
        <w:autoSpaceDE w:val="0"/>
        <w:autoSpaceDN w:val="0"/>
        <w:adjustRightInd w:val="0"/>
        <w:rPr>
          <w:rFonts w:ascii="Univers Com 47 Light Cond" w:hAnsi="Univers Com 47 Light Cond"/>
          <w:sz w:val="22"/>
          <w:szCs w:val="22"/>
        </w:rPr>
      </w:pPr>
    </w:p>
    <w:p w14:paraId="256C314B" w14:textId="255B3D86" w:rsidR="009931E9" w:rsidRPr="009931E9" w:rsidRDefault="009931E9" w:rsidP="009931E9">
      <w:pPr>
        <w:autoSpaceDE w:val="0"/>
        <w:autoSpaceDN w:val="0"/>
        <w:adjustRightInd w:val="0"/>
        <w:rPr>
          <w:rFonts w:ascii="Univers Com 47 Light Cond" w:hAnsi="Univers Com 47 Light Cond"/>
          <w:sz w:val="22"/>
          <w:szCs w:val="22"/>
        </w:rPr>
      </w:pPr>
      <w:r w:rsidRPr="009931E9">
        <w:rPr>
          <w:rFonts w:ascii="Univers Com 47 Light Cond" w:hAnsi="Univers Com 47 Light Cond"/>
          <w:sz w:val="22"/>
          <w:szCs w:val="22"/>
        </w:rPr>
        <w:t xml:space="preserve">Der Duschwannenablauf ORIO </w:t>
      </w:r>
      <w:proofErr w:type="spellStart"/>
      <w:r w:rsidRPr="009931E9">
        <w:rPr>
          <w:rFonts w:ascii="Univers Com 47 Light Cond" w:hAnsi="Univers Com 47 Light Cond"/>
          <w:sz w:val="22"/>
          <w:szCs w:val="22"/>
        </w:rPr>
        <w:t>DallBox</w:t>
      </w:r>
      <w:proofErr w:type="spellEnd"/>
      <w:r w:rsidRPr="009931E9">
        <w:rPr>
          <w:rFonts w:ascii="Univers Com 47 Light Cond" w:hAnsi="Univers Com 47 Light Cond"/>
          <w:sz w:val="22"/>
          <w:szCs w:val="22"/>
        </w:rPr>
        <w:t xml:space="preserve"> von </w:t>
      </w:r>
      <w:proofErr w:type="spellStart"/>
      <w:r w:rsidRPr="009931E9">
        <w:rPr>
          <w:rFonts w:ascii="Univers Com 47 Light Cond" w:hAnsi="Univers Com 47 Light Cond"/>
          <w:sz w:val="22"/>
          <w:szCs w:val="22"/>
        </w:rPr>
        <w:t>Dallmer</w:t>
      </w:r>
      <w:proofErr w:type="spellEnd"/>
      <w:r w:rsidRPr="009931E9">
        <w:rPr>
          <w:rFonts w:ascii="Univers Com 47 Light Cond" w:hAnsi="Univers Com 47 Light Cond"/>
          <w:sz w:val="22"/>
          <w:szCs w:val="22"/>
        </w:rPr>
        <w:t xml:space="preserve"> ist für </w:t>
      </w:r>
      <w:r w:rsidR="00FC6963">
        <w:rPr>
          <w:rFonts w:ascii="Univers Com 47 Light Cond" w:hAnsi="Univers Com 47 Light Cond"/>
          <w:sz w:val="22"/>
          <w:szCs w:val="22"/>
        </w:rPr>
        <w:t>Dusch</w:t>
      </w:r>
      <w:bookmarkStart w:id="0" w:name="_GoBack"/>
      <w:bookmarkEnd w:id="0"/>
      <w:r w:rsidRPr="009931E9">
        <w:rPr>
          <w:rFonts w:ascii="Univers Com 47 Light Cond" w:hAnsi="Univers Com 47 Light Cond"/>
          <w:sz w:val="22"/>
          <w:szCs w:val="22"/>
        </w:rPr>
        <w:t xml:space="preserve">wannen mit direkter Auflage auf dem Estrich, also ohne Gestell, geeignet. Eine Lösung, die vor allem die Arbeit für Planer im Objektbau einfach, schnell und sicher macht. Das neue, elastische Flex-Element ist dabei das zentrale Bauteil des Duschwannenablaufs. Es kompensiert seitliche Abweichungen durch Maßungenauigkeiten zwischen Ablaufgehäuse und Duschwanne um bis zu 2 cm von der Mitte aus in jede horizontale Richtung. Durch den Klickmechanismus wird das Flex-Element in die Einheit Schraubventil plus Anschlussmutter geklickt und das System ist dicht sowie sicher. Das Flex-Element kann zur nachträglichen Kontrolle von Feuchtigkeitsbildung unterhalb der Duschwanne leicht von der Verbindung gelöst werden. Gemäß DIN 18534 wird die angespritzte, faltenfreie Dichtmanschette in die Verbundabdichtung eingearbeitet. Eine einfache Montage der ORIO </w:t>
      </w:r>
      <w:proofErr w:type="spellStart"/>
      <w:r w:rsidRPr="009931E9">
        <w:rPr>
          <w:rFonts w:ascii="Univers Com 47 Light Cond" w:hAnsi="Univers Com 47 Light Cond"/>
          <w:sz w:val="22"/>
          <w:szCs w:val="22"/>
        </w:rPr>
        <w:t>DallBox</w:t>
      </w:r>
      <w:proofErr w:type="spellEnd"/>
      <w:r w:rsidRPr="009931E9">
        <w:rPr>
          <w:rFonts w:ascii="Univers Com 47 Light Cond" w:hAnsi="Univers Com 47 Light Cond"/>
          <w:sz w:val="22"/>
          <w:szCs w:val="22"/>
        </w:rPr>
        <w:t xml:space="preserve"> ist unter anderem durch die schallentkoppelten, höhenverstellbaren Montagefüße gegeben.</w:t>
      </w:r>
    </w:p>
    <w:p w14:paraId="42ABDACB" w14:textId="77777777" w:rsidR="009931E9" w:rsidRPr="009931E9" w:rsidRDefault="009931E9" w:rsidP="009931E9">
      <w:pPr>
        <w:autoSpaceDE w:val="0"/>
        <w:autoSpaceDN w:val="0"/>
        <w:adjustRightInd w:val="0"/>
        <w:rPr>
          <w:rFonts w:ascii="Univers Com 47 Light Cond" w:hAnsi="Univers Com 47 Light Cond"/>
          <w:sz w:val="22"/>
          <w:szCs w:val="22"/>
        </w:rPr>
      </w:pPr>
    </w:p>
    <w:p w14:paraId="467D95B4" w14:textId="7014B6C2" w:rsidR="009931E9" w:rsidRPr="00436717" w:rsidRDefault="009931E9" w:rsidP="009931E9">
      <w:pPr>
        <w:autoSpaceDE w:val="0"/>
        <w:autoSpaceDN w:val="0"/>
        <w:adjustRightInd w:val="0"/>
        <w:rPr>
          <w:rFonts w:ascii="Univers Com 47 Light Cond" w:hAnsi="Univers Com 47 Light Cond"/>
          <w:sz w:val="22"/>
          <w:szCs w:val="22"/>
          <w:u w:val="single"/>
        </w:rPr>
      </w:pPr>
      <w:r w:rsidRPr="00436717">
        <w:rPr>
          <w:rFonts w:ascii="Univers Com 47 Light Cond" w:hAnsi="Univers Com 47 Light Cond"/>
          <w:sz w:val="22"/>
          <w:szCs w:val="22"/>
          <w:u w:val="single"/>
        </w:rPr>
        <w:t>Sicher und sauber</w:t>
      </w:r>
    </w:p>
    <w:p w14:paraId="5AE506E3" w14:textId="15D85704" w:rsidR="009931E9" w:rsidRPr="009931E9" w:rsidRDefault="009931E9" w:rsidP="009931E9">
      <w:pPr>
        <w:autoSpaceDE w:val="0"/>
        <w:autoSpaceDN w:val="0"/>
        <w:adjustRightInd w:val="0"/>
        <w:rPr>
          <w:rFonts w:ascii="Univers Com 47 Light Cond" w:hAnsi="Univers Com 47 Light Cond"/>
          <w:sz w:val="22"/>
          <w:szCs w:val="22"/>
        </w:rPr>
      </w:pPr>
      <w:r w:rsidRPr="009931E9">
        <w:rPr>
          <w:rFonts w:ascii="Univers Com 47 Light Cond" w:hAnsi="Univers Com 47 Light Cond"/>
          <w:sz w:val="22"/>
          <w:szCs w:val="22"/>
        </w:rPr>
        <w:t xml:space="preserve">Der Duschwannenablauf ORIO </w:t>
      </w:r>
      <w:proofErr w:type="spellStart"/>
      <w:r w:rsidRPr="009931E9">
        <w:rPr>
          <w:rFonts w:ascii="Univers Com 47 Light Cond" w:hAnsi="Univers Com 47 Light Cond"/>
          <w:sz w:val="22"/>
          <w:szCs w:val="22"/>
        </w:rPr>
        <w:t>DallBox</w:t>
      </w:r>
      <w:proofErr w:type="spellEnd"/>
      <w:r w:rsidRPr="009931E9">
        <w:rPr>
          <w:rFonts w:ascii="Univers Com 47 Light Cond" w:hAnsi="Univers Com 47 Light Cond"/>
          <w:sz w:val="22"/>
          <w:szCs w:val="22"/>
        </w:rPr>
        <w:t xml:space="preserve"> von </w:t>
      </w:r>
      <w:proofErr w:type="spellStart"/>
      <w:r w:rsidRPr="009931E9">
        <w:rPr>
          <w:rFonts w:ascii="Univers Com 47 Light Cond" w:hAnsi="Univers Com 47 Light Cond"/>
          <w:sz w:val="22"/>
          <w:szCs w:val="22"/>
        </w:rPr>
        <w:t>Dallmer</w:t>
      </w:r>
      <w:proofErr w:type="spellEnd"/>
      <w:r w:rsidRPr="009931E9">
        <w:rPr>
          <w:rFonts w:ascii="Univers Com 47 Light Cond" w:hAnsi="Univers Com 47 Light Cond"/>
          <w:sz w:val="22"/>
          <w:szCs w:val="22"/>
        </w:rPr>
        <w:t xml:space="preserve"> ist mit seine</w:t>
      </w:r>
      <w:r w:rsidR="00E85296">
        <w:rPr>
          <w:rFonts w:ascii="Univers Com 47 Light Cond" w:hAnsi="Univers Com 47 Light Cond"/>
          <w:sz w:val="22"/>
          <w:szCs w:val="22"/>
        </w:rPr>
        <w:t>r</w:t>
      </w:r>
      <w:r w:rsidRPr="009931E9">
        <w:rPr>
          <w:rFonts w:ascii="Univers Com 47 Light Cond" w:hAnsi="Univers Com 47 Light Cond"/>
          <w:sz w:val="22"/>
          <w:szCs w:val="22"/>
        </w:rPr>
        <w:t xml:space="preserve"> Verpackung nach den jeweiligen Bauphasen konzipiert. Dadurch sind die Schnittstellen zwischen den Gewerken klar definiert und die Abstimmung gelingt leichter. Der komplett herausnehmbare zweiteilige Geruchsverschluss lässt sich einfach reinigen und </w:t>
      </w:r>
      <w:proofErr w:type="gramStart"/>
      <w:r w:rsidRPr="009931E9">
        <w:rPr>
          <w:rFonts w:ascii="Univers Com 47 Light Cond" w:hAnsi="Univers Com 47 Light Cond"/>
          <w:sz w:val="22"/>
          <w:szCs w:val="22"/>
        </w:rPr>
        <w:t>gewährleistet</w:t>
      </w:r>
      <w:proofErr w:type="gramEnd"/>
      <w:r w:rsidRPr="009931E9">
        <w:rPr>
          <w:rFonts w:ascii="Univers Com 47 Light Cond" w:hAnsi="Univers Com 47 Light Cond"/>
          <w:sz w:val="22"/>
          <w:szCs w:val="22"/>
        </w:rPr>
        <w:t xml:space="preserve"> eine optimale Hygiene sowie freien Zugang zur Abwasserleitung. Für den optischen Abschluss stehen zwei Abdeckhauben im System zur Verfügung: Edelstahl und Kunststoff verchromt. </w:t>
      </w:r>
    </w:p>
    <w:p w14:paraId="1F460CE8" w14:textId="77777777" w:rsidR="009931E9" w:rsidRPr="009931E9" w:rsidRDefault="009931E9" w:rsidP="009931E9">
      <w:pPr>
        <w:autoSpaceDE w:val="0"/>
        <w:autoSpaceDN w:val="0"/>
        <w:adjustRightInd w:val="0"/>
        <w:rPr>
          <w:rFonts w:ascii="Univers Com 47 Light Cond" w:hAnsi="Univers Com 47 Light Cond"/>
          <w:sz w:val="22"/>
          <w:szCs w:val="22"/>
        </w:rPr>
      </w:pPr>
    </w:p>
    <w:p w14:paraId="2F7F7FDD" w14:textId="2C919481" w:rsidR="009931E9" w:rsidRDefault="00303E07" w:rsidP="00200B88">
      <w:pPr>
        <w:autoSpaceDE w:val="0"/>
        <w:autoSpaceDN w:val="0"/>
        <w:adjustRightInd w:val="0"/>
        <w:rPr>
          <w:rFonts w:ascii="Univers Com 47 Light Cond" w:hAnsi="Univers Com 47 Light Cond"/>
          <w:sz w:val="22"/>
          <w:szCs w:val="22"/>
        </w:rPr>
      </w:pPr>
      <w:r w:rsidRPr="00303E07">
        <w:rPr>
          <w:rFonts w:ascii="Univers Com 47 Light Cond" w:hAnsi="Univers Com 47 Light Cond"/>
          <w:sz w:val="22"/>
          <w:szCs w:val="22"/>
        </w:rPr>
        <w:t>Weitere Informationen</w:t>
      </w:r>
      <w:r w:rsidR="009931E9">
        <w:rPr>
          <w:rFonts w:ascii="Univers Com 47 Light Cond" w:hAnsi="Univers Com 47 Light Cond"/>
          <w:sz w:val="22"/>
          <w:szCs w:val="22"/>
        </w:rPr>
        <w:t xml:space="preserve"> zur </w:t>
      </w:r>
      <w:r w:rsidR="009931E9" w:rsidRPr="009931E9">
        <w:rPr>
          <w:rFonts w:ascii="Univers Com 47 Light Cond" w:hAnsi="Univers Com 47 Light Cond"/>
          <w:sz w:val="22"/>
          <w:szCs w:val="22"/>
        </w:rPr>
        <w:t xml:space="preserve">ORIO </w:t>
      </w:r>
      <w:proofErr w:type="spellStart"/>
      <w:r w:rsidR="009931E9" w:rsidRPr="009931E9">
        <w:rPr>
          <w:rFonts w:ascii="Univers Com 47 Light Cond" w:hAnsi="Univers Com 47 Light Cond"/>
          <w:sz w:val="22"/>
          <w:szCs w:val="22"/>
        </w:rPr>
        <w:t>DallBox</w:t>
      </w:r>
      <w:proofErr w:type="spellEnd"/>
      <w:r w:rsidR="009931E9">
        <w:rPr>
          <w:rFonts w:ascii="Univers Com 47 Light Cond" w:hAnsi="Univers Com 47 Light Cond"/>
          <w:sz w:val="22"/>
          <w:szCs w:val="22"/>
        </w:rPr>
        <w:t>:</w:t>
      </w:r>
    </w:p>
    <w:p w14:paraId="0FA8673E" w14:textId="7CABC79C" w:rsidR="00DD07B8" w:rsidRPr="008A3490" w:rsidRDefault="00FC6963" w:rsidP="00200B88">
      <w:pPr>
        <w:autoSpaceDE w:val="0"/>
        <w:autoSpaceDN w:val="0"/>
        <w:adjustRightInd w:val="0"/>
        <w:rPr>
          <w:rFonts w:ascii="Univers Com 47 Light Cond" w:hAnsi="Univers Com 47 Light Cond"/>
          <w:sz w:val="22"/>
          <w:szCs w:val="22"/>
        </w:rPr>
      </w:pPr>
      <w:hyperlink r:id="rId8" w:history="1">
        <w:r w:rsidR="00A529FC" w:rsidRPr="0028336D">
          <w:rPr>
            <w:rStyle w:val="Hyperlink"/>
            <w:rFonts w:ascii="Univers Com 47 Light Cond" w:hAnsi="Univers Com 47 Light Cond"/>
            <w:sz w:val="22"/>
            <w:szCs w:val="22"/>
          </w:rPr>
          <w:t>www.dallmer.de/oriodallbox</w:t>
        </w:r>
      </w:hyperlink>
      <w:r w:rsidR="00A529FC">
        <w:rPr>
          <w:rFonts w:ascii="Univers Com 47 Light Cond" w:hAnsi="Univers Com 47 Light Cond"/>
          <w:sz w:val="22"/>
          <w:szCs w:val="22"/>
        </w:rPr>
        <w:t xml:space="preserve"> </w:t>
      </w:r>
    </w:p>
    <w:sectPr w:rsidR="00DD07B8" w:rsidRPr="008A3490" w:rsidSect="00281D8E">
      <w:headerReference w:type="default" r:id="rId9"/>
      <w:footerReference w:type="default" r:id="rId10"/>
      <w:headerReference w:type="first" r:id="rId11"/>
      <w:footerReference w:type="first" r:id="rId12"/>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68592" w14:textId="77777777" w:rsidR="00324FAF" w:rsidRDefault="00324FAF">
      <w:r>
        <w:separator/>
      </w:r>
    </w:p>
  </w:endnote>
  <w:endnote w:type="continuationSeparator" w:id="0">
    <w:p w14:paraId="46CEF51A" w14:textId="77777777" w:rsidR="00324FAF" w:rsidRDefault="0032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1F8F9" w14:textId="77777777" w:rsidR="005328A6" w:rsidRDefault="005328A6" w:rsidP="0098131E">
    <w:pPr>
      <w:pStyle w:val="Formatvorlage3"/>
      <w:ind w:left="-2835"/>
      <w:jc w:val="both"/>
    </w:pPr>
  </w:p>
  <w:p w14:paraId="32B93DE0" w14:textId="77777777"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078796EA"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799C2" w14:textId="77777777" w:rsidR="005328A6" w:rsidRDefault="005328A6" w:rsidP="004851CC">
    <w:pPr>
      <w:pStyle w:val="Formatvorlage3"/>
      <w:ind w:left="-2835"/>
      <w:jc w:val="both"/>
    </w:pPr>
  </w:p>
  <w:p w14:paraId="37C26DF3" w14:textId="77777777" w:rsidR="005328A6" w:rsidRDefault="005328A6" w:rsidP="004851CC">
    <w:pPr>
      <w:pStyle w:val="Formatvorlage3"/>
      <w:ind w:left="-2835"/>
      <w:jc w:val="both"/>
    </w:pPr>
  </w:p>
  <w:p w14:paraId="3900C387" w14:textId="77777777" w:rsidR="005328A6" w:rsidRPr="00B14D73" w:rsidRDefault="005328A6" w:rsidP="00365129">
    <w:pPr>
      <w:pStyle w:val="Formatvorlage3"/>
      <w:ind w:left="-2835"/>
      <w:jc w:val="both"/>
    </w:pPr>
    <w:r w:rsidRPr="00B14D73">
      <w:t>Dallmer ist Spezialist für Entwässerungssysteme</w:t>
    </w:r>
    <w:r w:rsidR="00AF4BC7">
      <w:t>. S</w:t>
    </w:r>
    <w:r w:rsidRPr="00B14D73">
      <w:t>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6D59F5B2"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76AFC" w14:textId="77777777" w:rsidR="00324FAF" w:rsidRDefault="00324FAF">
      <w:r>
        <w:separator/>
      </w:r>
    </w:p>
  </w:footnote>
  <w:footnote w:type="continuationSeparator" w:id="0">
    <w:p w14:paraId="0B629BD7" w14:textId="77777777" w:rsidR="00324FAF" w:rsidRDefault="00324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E3028"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C8D5172" wp14:editId="047A6F70">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C6A20C4" w14:textId="77777777" w:rsidR="005328A6" w:rsidRPr="004B1DA8" w:rsidRDefault="005328A6" w:rsidP="00723E32">
                          <w:pPr>
                            <w:pStyle w:val="DallmerOrtsfeld8115"/>
                            <w:rPr>
                              <w:lang w:val="en-GB"/>
                            </w:rPr>
                          </w:pPr>
                          <w:r w:rsidRPr="004B1DA8">
                            <w:rPr>
                              <w:noProof/>
                              <w:lang w:val="en-GB"/>
                            </w:rPr>
                            <w:t xml:space="preserve">        </w:t>
                          </w:r>
                          <w:r w:rsidR="0028462F" w:rsidRPr="004B1DA8">
                            <w:rPr>
                              <w:noProof/>
                              <w:lang w:val="en-GB"/>
                            </w:rPr>
                            <w:t>Sylvia Bösch</w:t>
                          </w:r>
                        </w:p>
                        <w:p w14:paraId="5E77AD18" w14:textId="77777777" w:rsidR="005328A6" w:rsidRPr="004B1DA8" w:rsidRDefault="005328A6" w:rsidP="00723E32">
                          <w:pPr>
                            <w:pStyle w:val="DallmerOrtsfeld8115"/>
                            <w:rPr>
                              <w:lang w:val="en-GB"/>
                            </w:rPr>
                          </w:pPr>
                          <w:r w:rsidRPr="004B1DA8">
                            <w:rPr>
                              <w:noProof/>
                              <w:lang w:val="en-GB"/>
                            </w:rPr>
                            <w:t xml:space="preserve">       </w:t>
                          </w:r>
                          <w:r w:rsidR="000D580A" w:rsidRPr="004B1DA8">
                            <w:rPr>
                              <w:noProof/>
                              <w:lang w:val="en-GB"/>
                            </w:rPr>
                            <w:t xml:space="preserve"> </w:t>
                          </w:r>
                          <w:r w:rsidRPr="004B1DA8">
                            <w:rPr>
                              <w:noProof/>
                              <w:lang w:val="en-GB"/>
                            </w:rPr>
                            <w:t>PR</w:t>
                          </w:r>
                          <w:r w:rsidR="00DD07B8" w:rsidRPr="004B1DA8">
                            <w:rPr>
                              <w:noProof/>
                              <w:lang w:val="en-GB"/>
                            </w:rPr>
                            <w:t xml:space="preserve"> &amp; Social Media</w:t>
                          </w:r>
                        </w:p>
                        <w:p w14:paraId="30386885" w14:textId="77777777" w:rsidR="005328A6" w:rsidRPr="004B1DA8" w:rsidRDefault="005328A6" w:rsidP="00723E32">
                          <w:pPr>
                            <w:pStyle w:val="DallmerOrtsfeld8115"/>
                            <w:rPr>
                              <w:noProof/>
                              <w:lang w:val="en-GB"/>
                            </w:rPr>
                          </w:pPr>
                          <w:r w:rsidRPr="004B1DA8">
                            <w:rPr>
                              <w:lang w:val="en-GB"/>
                            </w:rPr>
                            <w:t xml:space="preserve">        T + 49 2932 9616 – </w:t>
                          </w:r>
                          <w:r w:rsidRPr="004B1DA8">
                            <w:rPr>
                              <w:noProof/>
                              <w:lang w:val="en-GB"/>
                            </w:rPr>
                            <w:t>19</w:t>
                          </w:r>
                          <w:r w:rsidR="0028462F" w:rsidRPr="004B1DA8">
                            <w:rPr>
                              <w:noProof/>
                              <w:lang w:val="en-GB"/>
                            </w:rPr>
                            <w:t>1</w:t>
                          </w:r>
                          <w:r w:rsidRPr="004B1DA8">
                            <w:rPr>
                              <w:noProof/>
                              <w:lang w:val="en-GB"/>
                            </w:rPr>
                            <w:t xml:space="preserve">                            </w:t>
                          </w:r>
                        </w:p>
                        <w:p w14:paraId="7F0E7C98" w14:textId="77777777" w:rsidR="005328A6" w:rsidRPr="004B1DA8" w:rsidRDefault="005328A6" w:rsidP="00723E32">
                          <w:pPr>
                            <w:pStyle w:val="DallmerOrtsfeld8115"/>
                            <w:rPr>
                              <w:noProof/>
                              <w:lang w:val="en-GB"/>
                            </w:rPr>
                          </w:pPr>
                          <w:r w:rsidRPr="004B1DA8">
                            <w:rPr>
                              <w:lang w:val="en-GB"/>
                            </w:rPr>
                            <w:t xml:space="preserve">        F + 49 2932 9616 – </w:t>
                          </w:r>
                          <w:r w:rsidRPr="004B1DA8">
                            <w:rPr>
                              <w:noProof/>
                              <w:lang w:val="en-GB"/>
                            </w:rPr>
                            <w:t>419</w:t>
                          </w:r>
                          <w:r w:rsidR="0028462F" w:rsidRPr="004B1DA8">
                            <w:rPr>
                              <w:noProof/>
                              <w:lang w:val="en-GB"/>
                            </w:rPr>
                            <w:t>1</w:t>
                          </w:r>
                          <w:r w:rsidRPr="004B1DA8">
                            <w:rPr>
                              <w:noProof/>
                              <w:lang w:val="en-GB"/>
                            </w:rPr>
                            <w:t xml:space="preserve"> </w:t>
                          </w:r>
                        </w:p>
                        <w:p w14:paraId="69CEE1F4" w14:textId="77777777" w:rsidR="005328A6" w:rsidRPr="004B1DA8" w:rsidRDefault="005328A6" w:rsidP="00723E32">
                          <w:pPr>
                            <w:pStyle w:val="DallmerOrtsfeld8115"/>
                            <w:rPr>
                              <w:lang w:val="en-GB"/>
                            </w:rPr>
                          </w:pPr>
                          <w:r w:rsidRPr="004B1DA8">
                            <w:rPr>
                              <w:lang w:val="en-GB"/>
                            </w:rPr>
                            <w:t xml:space="preserve">        E </w:t>
                          </w:r>
                          <w:r w:rsidR="0028462F" w:rsidRPr="004B1DA8">
                            <w:rPr>
                              <w:noProof/>
                              <w:lang w:val="en-GB"/>
                            </w:rPr>
                            <w:t>Sylvia.B</w:t>
                          </w:r>
                          <w:r w:rsidR="00BF0D22" w:rsidRPr="004B1DA8">
                            <w:rPr>
                              <w:noProof/>
                              <w:lang w:val="en-GB"/>
                            </w:rPr>
                            <w:t>oe</w:t>
                          </w:r>
                          <w:r w:rsidR="0028462F" w:rsidRPr="004B1DA8">
                            <w:rPr>
                              <w:noProof/>
                              <w:lang w:val="en-GB"/>
                            </w:rPr>
                            <w:t>sch</w:t>
                          </w:r>
                          <w:r w:rsidRPr="004B1DA8">
                            <w:rPr>
                              <w:noProof/>
                              <w:lang w:val="en-GB"/>
                            </w:rPr>
                            <w:t>@dallmer.de</w:t>
                          </w:r>
                        </w:p>
                        <w:p w14:paraId="40BF4EE4" w14:textId="77777777" w:rsidR="005328A6" w:rsidRPr="004B1DA8" w:rsidRDefault="005328A6" w:rsidP="00723E32">
                          <w:pPr>
                            <w:pStyle w:val="DALLMERUnivers"/>
                            <w:rPr>
                              <w:lang w:val="en-GB"/>
                            </w:rPr>
                          </w:pPr>
                        </w:p>
                        <w:p w14:paraId="06426755" w14:textId="77777777" w:rsidR="005328A6" w:rsidRPr="004B1DA8" w:rsidRDefault="005328A6" w:rsidP="00723E32">
                          <w:pPr>
                            <w:pStyle w:val="DALLMERUnivers"/>
                            <w:ind w:left="0" w:firstLine="0"/>
                            <w:rPr>
                              <w:lang w:val="en-GB"/>
                            </w:rPr>
                          </w:pPr>
                        </w:p>
                        <w:p w14:paraId="3C82EDF0" w14:textId="77777777" w:rsidR="005328A6" w:rsidRPr="008763BF" w:rsidRDefault="005328A6" w:rsidP="00723E32">
                          <w:pPr>
                            <w:pStyle w:val="DALLMERUnivers"/>
                          </w:pPr>
                          <w:r w:rsidRPr="004B1DA8">
                            <w:rPr>
                              <w:lang w:val="en-GB"/>
                            </w:rPr>
                            <w:t xml:space="preserve">Dallmer GmbH + Co. </w:t>
                          </w:r>
                          <w:r w:rsidRPr="008763BF">
                            <w:t>KG</w:t>
                          </w:r>
                        </w:p>
                        <w:p w14:paraId="05EEE3A9"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38A08B35" w14:textId="77777777" w:rsidR="005328A6" w:rsidRPr="008763BF" w:rsidRDefault="005328A6" w:rsidP="00723E32">
                          <w:pPr>
                            <w:pStyle w:val="DALLMERUnivers"/>
                          </w:pPr>
                          <w:r w:rsidRPr="008763BF">
                            <w:t>59757 Arnsberg</w:t>
                          </w:r>
                        </w:p>
                        <w:p w14:paraId="02094EAB" w14:textId="77777777" w:rsidR="005328A6" w:rsidRPr="008763BF" w:rsidRDefault="005328A6" w:rsidP="00723E32">
                          <w:pPr>
                            <w:pStyle w:val="DALLMERUnivers"/>
                          </w:pPr>
                          <w:r w:rsidRPr="008763BF">
                            <w:t>Germany</w:t>
                          </w:r>
                        </w:p>
                        <w:p w14:paraId="3A1BA481" w14:textId="77777777" w:rsidR="005328A6" w:rsidRDefault="005328A6" w:rsidP="00723E32">
                          <w:pPr>
                            <w:pStyle w:val="DALLMERUnivers"/>
                            <w:ind w:left="0" w:firstLine="0"/>
                          </w:pPr>
                        </w:p>
                        <w:p w14:paraId="5182AD0D" w14:textId="77777777" w:rsidR="005328A6" w:rsidRPr="008763BF" w:rsidRDefault="005328A6" w:rsidP="00723E32">
                          <w:pPr>
                            <w:pStyle w:val="DALLMERUnivers"/>
                          </w:pPr>
                          <w:r w:rsidRPr="008763BF">
                            <w:t>Geschäftsführer:</w:t>
                          </w:r>
                        </w:p>
                        <w:p w14:paraId="1D35A171" w14:textId="77777777" w:rsidR="005328A6" w:rsidRPr="004B1DA8" w:rsidRDefault="005328A6" w:rsidP="00723E32">
                          <w:pPr>
                            <w:pStyle w:val="DALLMERUnivers"/>
                            <w:rPr>
                              <w:lang w:val="en-GB"/>
                            </w:rPr>
                          </w:pPr>
                          <w:r w:rsidRPr="004B1DA8">
                            <w:rPr>
                              <w:lang w:val="en-GB"/>
                            </w:rPr>
                            <w:t>Dipl.-Ing. Johannes Dallmer</w:t>
                          </w:r>
                        </w:p>
                        <w:p w14:paraId="2D7F3E19" w14:textId="77777777" w:rsidR="005328A6" w:rsidRPr="008763BF" w:rsidRDefault="005328A6" w:rsidP="00723E32">
                          <w:pPr>
                            <w:pStyle w:val="DALLMERUnivers"/>
                          </w:pPr>
                          <w:r w:rsidRPr="004B1DA8">
                            <w:rPr>
                              <w:lang w:val="en-GB"/>
                            </w:rPr>
                            <w:t xml:space="preserve">Dipl.-Btrw. </w:t>
                          </w:r>
                          <w:r w:rsidRPr="008763BF">
                            <w:t xml:space="preserve">Yvonne </w:t>
                          </w:r>
                          <w:proofErr w:type="spellStart"/>
                          <w:r w:rsidRPr="008763BF">
                            <w:t>Dallmer</w:t>
                          </w:r>
                          <w:proofErr w:type="spellEnd"/>
                        </w:p>
                        <w:p w14:paraId="057E1AF4" w14:textId="77777777" w:rsidR="005328A6" w:rsidRDefault="005328A6" w:rsidP="00723E32">
                          <w:pPr>
                            <w:pStyle w:val="DALLMERUnivers"/>
                          </w:pPr>
                          <w:r w:rsidRPr="008763BF">
                            <w:t>Dipl.-Ing. Harry Bauermeister</w:t>
                          </w:r>
                        </w:p>
                        <w:p w14:paraId="51DCBC42" w14:textId="77777777" w:rsidR="005328A6" w:rsidRDefault="005328A6" w:rsidP="00723E32">
                          <w:pPr>
                            <w:pStyle w:val="DALLMERUnivers"/>
                          </w:pPr>
                        </w:p>
                        <w:p w14:paraId="1C2F23F8" w14:textId="77777777" w:rsidR="005328A6" w:rsidRDefault="005328A6" w:rsidP="00723E32">
                          <w:pPr>
                            <w:pStyle w:val="DALLMERUnivers"/>
                          </w:pPr>
                        </w:p>
                        <w:p w14:paraId="57839B76" w14:textId="77777777" w:rsidR="005328A6" w:rsidRDefault="005328A6" w:rsidP="00723E32">
                          <w:pPr>
                            <w:pStyle w:val="DALLMERUnivers"/>
                          </w:pPr>
                        </w:p>
                        <w:p w14:paraId="6EEFEACF" w14:textId="77777777" w:rsidR="005328A6" w:rsidRPr="00245BAF" w:rsidRDefault="005328A6" w:rsidP="00723E32">
                          <w:pPr>
                            <w:pStyle w:val="DALLMERUnivers"/>
                          </w:pPr>
                          <w:r w:rsidRPr="00245BAF">
                            <w:t>Abdruck frei – Beleg erbeten</w:t>
                          </w:r>
                        </w:p>
                        <w:p w14:paraId="05100B74"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8D5172"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0C6A20C4" w14:textId="77777777" w:rsidR="005328A6" w:rsidRPr="004B1DA8" w:rsidRDefault="005328A6" w:rsidP="00723E32">
                    <w:pPr>
                      <w:pStyle w:val="DallmerOrtsfeld8115"/>
                      <w:rPr>
                        <w:lang w:val="en-GB"/>
                      </w:rPr>
                    </w:pPr>
                    <w:r w:rsidRPr="004B1DA8">
                      <w:rPr>
                        <w:noProof/>
                        <w:lang w:val="en-GB"/>
                      </w:rPr>
                      <w:t xml:space="preserve">        </w:t>
                    </w:r>
                    <w:r w:rsidR="0028462F" w:rsidRPr="004B1DA8">
                      <w:rPr>
                        <w:noProof/>
                        <w:lang w:val="en-GB"/>
                      </w:rPr>
                      <w:t>Sylvia Bösch</w:t>
                    </w:r>
                  </w:p>
                  <w:p w14:paraId="5E77AD18" w14:textId="77777777" w:rsidR="005328A6" w:rsidRPr="004B1DA8" w:rsidRDefault="005328A6" w:rsidP="00723E32">
                    <w:pPr>
                      <w:pStyle w:val="DallmerOrtsfeld8115"/>
                      <w:rPr>
                        <w:lang w:val="en-GB"/>
                      </w:rPr>
                    </w:pPr>
                    <w:r w:rsidRPr="004B1DA8">
                      <w:rPr>
                        <w:noProof/>
                        <w:lang w:val="en-GB"/>
                      </w:rPr>
                      <w:t xml:space="preserve">       </w:t>
                    </w:r>
                    <w:r w:rsidR="000D580A" w:rsidRPr="004B1DA8">
                      <w:rPr>
                        <w:noProof/>
                        <w:lang w:val="en-GB"/>
                      </w:rPr>
                      <w:t xml:space="preserve"> </w:t>
                    </w:r>
                    <w:r w:rsidRPr="004B1DA8">
                      <w:rPr>
                        <w:noProof/>
                        <w:lang w:val="en-GB"/>
                      </w:rPr>
                      <w:t>PR</w:t>
                    </w:r>
                    <w:r w:rsidR="00DD07B8" w:rsidRPr="004B1DA8">
                      <w:rPr>
                        <w:noProof/>
                        <w:lang w:val="en-GB"/>
                      </w:rPr>
                      <w:t xml:space="preserve"> &amp; Social Media</w:t>
                    </w:r>
                  </w:p>
                  <w:p w14:paraId="30386885" w14:textId="77777777" w:rsidR="005328A6" w:rsidRPr="004B1DA8" w:rsidRDefault="005328A6" w:rsidP="00723E32">
                    <w:pPr>
                      <w:pStyle w:val="DallmerOrtsfeld8115"/>
                      <w:rPr>
                        <w:noProof/>
                        <w:lang w:val="en-GB"/>
                      </w:rPr>
                    </w:pPr>
                    <w:r w:rsidRPr="004B1DA8">
                      <w:rPr>
                        <w:lang w:val="en-GB"/>
                      </w:rPr>
                      <w:t xml:space="preserve">        T + 49 2932 9616 – </w:t>
                    </w:r>
                    <w:r w:rsidRPr="004B1DA8">
                      <w:rPr>
                        <w:noProof/>
                        <w:lang w:val="en-GB"/>
                      </w:rPr>
                      <w:t>19</w:t>
                    </w:r>
                    <w:r w:rsidR="0028462F" w:rsidRPr="004B1DA8">
                      <w:rPr>
                        <w:noProof/>
                        <w:lang w:val="en-GB"/>
                      </w:rPr>
                      <w:t>1</w:t>
                    </w:r>
                    <w:r w:rsidRPr="004B1DA8">
                      <w:rPr>
                        <w:noProof/>
                        <w:lang w:val="en-GB"/>
                      </w:rPr>
                      <w:t xml:space="preserve">                            </w:t>
                    </w:r>
                  </w:p>
                  <w:p w14:paraId="7F0E7C98" w14:textId="77777777" w:rsidR="005328A6" w:rsidRPr="004B1DA8" w:rsidRDefault="005328A6" w:rsidP="00723E32">
                    <w:pPr>
                      <w:pStyle w:val="DallmerOrtsfeld8115"/>
                      <w:rPr>
                        <w:noProof/>
                        <w:lang w:val="en-GB"/>
                      </w:rPr>
                    </w:pPr>
                    <w:r w:rsidRPr="004B1DA8">
                      <w:rPr>
                        <w:lang w:val="en-GB"/>
                      </w:rPr>
                      <w:t xml:space="preserve">        F + 49 2932 9616 – </w:t>
                    </w:r>
                    <w:r w:rsidRPr="004B1DA8">
                      <w:rPr>
                        <w:noProof/>
                        <w:lang w:val="en-GB"/>
                      </w:rPr>
                      <w:t>419</w:t>
                    </w:r>
                    <w:r w:rsidR="0028462F" w:rsidRPr="004B1DA8">
                      <w:rPr>
                        <w:noProof/>
                        <w:lang w:val="en-GB"/>
                      </w:rPr>
                      <w:t>1</w:t>
                    </w:r>
                    <w:r w:rsidRPr="004B1DA8">
                      <w:rPr>
                        <w:noProof/>
                        <w:lang w:val="en-GB"/>
                      </w:rPr>
                      <w:t xml:space="preserve"> </w:t>
                    </w:r>
                  </w:p>
                  <w:p w14:paraId="69CEE1F4" w14:textId="77777777" w:rsidR="005328A6" w:rsidRPr="004B1DA8" w:rsidRDefault="005328A6" w:rsidP="00723E32">
                    <w:pPr>
                      <w:pStyle w:val="DallmerOrtsfeld8115"/>
                      <w:rPr>
                        <w:lang w:val="en-GB"/>
                      </w:rPr>
                    </w:pPr>
                    <w:r w:rsidRPr="004B1DA8">
                      <w:rPr>
                        <w:lang w:val="en-GB"/>
                      </w:rPr>
                      <w:t xml:space="preserve">        E </w:t>
                    </w:r>
                    <w:r w:rsidR="0028462F" w:rsidRPr="004B1DA8">
                      <w:rPr>
                        <w:noProof/>
                        <w:lang w:val="en-GB"/>
                      </w:rPr>
                      <w:t>Sylvia.B</w:t>
                    </w:r>
                    <w:r w:rsidR="00BF0D22" w:rsidRPr="004B1DA8">
                      <w:rPr>
                        <w:noProof/>
                        <w:lang w:val="en-GB"/>
                      </w:rPr>
                      <w:t>oe</w:t>
                    </w:r>
                    <w:r w:rsidR="0028462F" w:rsidRPr="004B1DA8">
                      <w:rPr>
                        <w:noProof/>
                        <w:lang w:val="en-GB"/>
                      </w:rPr>
                      <w:t>sch</w:t>
                    </w:r>
                    <w:r w:rsidRPr="004B1DA8">
                      <w:rPr>
                        <w:noProof/>
                        <w:lang w:val="en-GB"/>
                      </w:rPr>
                      <w:t>@dallmer.de</w:t>
                    </w:r>
                  </w:p>
                  <w:p w14:paraId="40BF4EE4" w14:textId="77777777" w:rsidR="005328A6" w:rsidRPr="004B1DA8" w:rsidRDefault="005328A6" w:rsidP="00723E32">
                    <w:pPr>
                      <w:pStyle w:val="DALLMERUnivers"/>
                      <w:rPr>
                        <w:lang w:val="en-GB"/>
                      </w:rPr>
                    </w:pPr>
                  </w:p>
                  <w:p w14:paraId="06426755" w14:textId="77777777" w:rsidR="005328A6" w:rsidRPr="004B1DA8" w:rsidRDefault="005328A6" w:rsidP="00723E32">
                    <w:pPr>
                      <w:pStyle w:val="DALLMERUnivers"/>
                      <w:ind w:left="0" w:firstLine="0"/>
                      <w:rPr>
                        <w:lang w:val="en-GB"/>
                      </w:rPr>
                    </w:pPr>
                  </w:p>
                  <w:p w14:paraId="3C82EDF0" w14:textId="77777777" w:rsidR="005328A6" w:rsidRPr="008763BF" w:rsidRDefault="005328A6" w:rsidP="00723E32">
                    <w:pPr>
                      <w:pStyle w:val="DALLMERUnivers"/>
                    </w:pPr>
                    <w:r w:rsidRPr="004B1DA8">
                      <w:rPr>
                        <w:lang w:val="en-GB"/>
                      </w:rPr>
                      <w:t xml:space="preserve">Dallmer GmbH + Co. </w:t>
                    </w:r>
                    <w:r w:rsidRPr="008763BF">
                      <w:t>KG</w:t>
                    </w:r>
                  </w:p>
                  <w:p w14:paraId="05EEE3A9"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38A08B35" w14:textId="77777777" w:rsidR="005328A6" w:rsidRPr="008763BF" w:rsidRDefault="005328A6" w:rsidP="00723E32">
                    <w:pPr>
                      <w:pStyle w:val="DALLMERUnivers"/>
                    </w:pPr>
                    <w:r w:rsidRPr="008763BF">
                      <w:t>59757 Arnsberg</w:t>
                    </w:r>
                  </w:p>
                  <w:p w14:paraId="02094EAB" w14:textId="77777777" w:rsidR="005328A6" w:rsidRPr="008763BF" w:rsidRDefault="005328A6" w:rsidP="00723E32">
                    <w:pPr>
                      <w:pStyle w:val="DALLMERUnivers"/>
                    </w:pPr>
                    <w:r w:rsidRPr="008763BF">
                      <w:t>Germany</w:t>
                    </w:r>
                  </w:p>
                  <w:p w14:paraId="3A1BA481" w14:textId="77777777" w:rsidR="005328A6" w:rsidRDefault="005328A6" w:rsidP="00723E32">
                    <w:pPr>
                      <w:pStyle w:val="DALLMERUnivers"/>
                      <w:ind w:left="0" w:firstLine="0"/>
                    </w:pPr>
                  </w:p>
                  <w:p w14:paraId="5182AD0D" w14:textId="77777777" w:rsidR="005328A6" w:rsidRPr="008763BF" w:rsidRDefault="005328A6" w:rsidP="00723E32">
                    <w:pPr>
                      <w:pStyle w:val="DALLMERUnivers"/>
                    </w:pPr>
                    <w:r w:rsidRPr="008763BF">
                      <w:t>Geschäftsführer:</w:t>
                    </w:r>
                  </w:p>
                  <w:p w14:paraId="1D35A171" w14:textId="77777777" w:rsidR="005328A6" w:rsidRPr="004B1DA8" w:rsidRDefault="005328A6" w:rsidP="00723E32">
                    <w:pPr>
                      <w:pStyle w:val="DALLMERUnivers"/>
                      <w:rPr>
                        <w:lang w:val="en-GB"/>
                      </w:rPr>
                    </w:pPr>
                    <w:r w:rsidRPr="004B1DA8">
                      <w:rPr>
                        <w:lang w:val="en-GB"/>
                      </w:rPr>
                      <w:t>Dipl.-Ing. Johannes Dallmer</w:t>
                    </w:r>
                  </w:p>
                  <w:p w14:paraId="2D7F3E19" w14:textId="77777777" w:rsidR="005328A6" w:rsidRPr="008763BF" w:rsidRDefault="005328A6" w:rsidP="00723E32">
                    <w:pPr>
                      <w:pStyle w:val="DALLMERUnivers"/>
                    </w:pPr>
                    <w:r w:rsidRPr="004B1DA8">
                      <w:rPr>
                        <w:lang w:val="en-GB"/>
                      </w:rPr>
                      <w:t xml:space="preserve">Dipl.-Btrw. </w:t>
                    </w:r>
                    <w:r w:rsidRPr="008763BF">
                      <w:t xml:space="preserve">Yvonne </w:t>
                    </w:r>
                    <w:proofErr w:type="spellStart"/>
                    <w:r w:rsidRPr="008763BF">
                      <w:t>Dallmer</w:t>
                    </w:r>
                    <w:proofErr w:type="spellEnd"/>
                  </w:p>
                  <w:p w14:paraId="057E1AF4" w14:textId="77777777" w:rsidR="005328A6" w:rsidRDefault="005328A6" w:rsidP="00723E32">
                    <w:pPr>
                      <w:pStyle w:val="DALLMERUnivers"/>
                    </w:pPr>
                    <w:r w:rsidRPr="008763BF">
                      <w:t>Dipl.-Ing. Harry Bauermeister</w:t>
                    </w:r>
                  </w:p>
                  <w:p w14:paraId="51DCBC42" w14:textId="77777777" w:rsidR="005328A6" w:rsidRDefault="005328A6" w:rsidP="00723E32">
                    <w:pPr>
                      <w:pStyle w:val="DALLMERUnivers"/>
                    </w:pPr>
                  </w:p>
                  <w:p w14:paraId="1C2F23F8" w14:textId="77777777" w:rsidR="005328A6" w:rsidRDefault="005328A6" w:rsidP="00723E32">
                    <w:pPr>
                      <w:pStyle w:val="DALLMERUnivers"/>
                    </w:pPr>
                  </w:p>
                  <w:p w14:paraId="57839B76" w14:textId="77777777" w:rsidR="005328A6" w:rsidRDefault="005328A6" w:rsidP="00723E32">
                    <w:pPr>
                      <w:pStyle w:val="DALLMERUnivers"/>
                    </w:pPr>
                  </w:p>
                  <w:p w14:paraId="6EEFEACF" w14:textId="77777777" w:rsidR="005328A6" w:rsidRPr="00245BAF" w:rsidRDefault="005328A6" w:rsidP="00723E32">
                    <w:pPr>
                      <w:pStyle w:val="DALLMERUnivers"/>
                    </w:pPr>
                    <w:r w:rsidRPr="00245BAF">
                      <w:t>Abdruck frei – Beleg erbeten</w:t>
                    </w:r>
                  </w:p>
                  <w:p w14:paraId="05100B74"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46B20"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6811DA40" wp14:editId="0FEEBCCB">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70979DB5" w14:textId="77777777" w:rsidR="005328A6" w:rsidRPr="004B1DA8" w:rsidRDefault="005328A6" w:rsidP="00224233">
                          <w:pPr>
                            <w:pStyle w:val="DallmerOrtsfeld8115"/>
                            <w:rPr>
                              <w:lang w:val="en-GB"/>
                            </w:rPr>
                          </w:pPr>
                          <w:r w:rsidRPr="004B1DA8">
                            <w:rPr>
                              <w:noProof/>
                              <w:lang w:val="en-GB"/>
                            </w:rPr>
                            <w:t xml:space="preserve">        </w:t>
                          </w:r>
                          <w:r w:rsidR="0028462F" w:rsidRPr="004B1DA8">
                            <w:rPr>
                              <w:noProof/>
                              <w:lang w:val="en-GB"/>
                            </w:rPr>
                            <w:t>Sylvia Bösch</w:t>
                          </w:r>
                        </w:p>
                        <w:p w14:paraId="038A2D75" w14:textId="77777777" w:rsidR="005328A6" w:rsidRPr="004B1DA8" w:rsidRDefault="005328A6" w:rsidP="00224233">
                          <w:pPr>
                            <w:pStyle w:val="DallmerOrtsfeld8115"/>
                            <w:rPr>
                              <w:lang w:val="en-GB"/>
                            </w:rPr>
                          </w:pPr>
                          <w:r w:rsidRPr="004B1DA8">
                            <w:rPr>
                              <w:noProof/>
                              <w:lang w:val="en-GB"/>
                            </w:rPr>
                            <w:t xml:space="preserve">        PR</w:t>
                          </w:r>
                          <w:r w:rsidR="002F09E6" w:rsidRPr="004B1DA8">
                            <w:rPr>
                              <w:noProof/>
                              <w:lang w:val="en-GB"/>
                            </w:rPr>
                            <w:t xml:space="preserve"> &amp; Social Media</w:t>
                          </w:r>
                        </w:p>
                        <w:p w14:paraId="66FE88FD" w14:textId="77777777" w:rsidR="005328A6" w:rsidRPr="004B1DA8" w:rsidRDefault="005328A6" w:rsidP="00224233">
                          <w:pPr>
                            <w:pStyle w:val="DallmerOrtsfeld8115"/>
                            <w:rPr>
                              <w:noProof/>
                              <w:lang w:val="en-GB"/>
                            </w:rPr>
                          </w:pPr>
                          <w:r w:rsidRPr="004B1DA8">
                            <w:rPr>
                              <w:lang w:val="en-GB"/>
                            </w:rPr>
                            <w:t xml:space="preserve">        T + 49 2932 9616 – </w:t>
                          </w:r>
                          <w:r w:rsidRPr="004B1DA8">
                            <w:rPr>
                              <w:noProof/>
                              <w:lang w:val="en-GB"/>
                            </w:rPr>
                            <w:t>19</w:t>
                          </w:r>
                          <w:r w:rsidR="0028462F" w:rsidRPr="004B1DA8">
                            <w:rPr>
                              <w:noProof/>
                              <w:lang w:val="en-GB"/>
                            </w:rPr>
                            <w:t>1</w:t>
                          </w:r>
                          <w:r w:rsidRPr="004B1DA8">
                            <w:rPr>
                              <w:noProof/>
                              <w:lang w:val="en-GB"/>
                            </w:rPr>
                            <w:t xml:space="preserve">                           </w:t>
                          </w:r>
                        </w:p>
                        <w:p w14:paraId="4DDA478C" w14:textId="77777777" w:rsidR="005328A6" w:rsidRPr="004B1DA8" w:rsidRDefault="005328A6" w:rsidP="00224233">
                          <w:pPr>
                            <w:pStyle w:val="DallmerOrtsfeld8115"/>
                            <w:rPr>
                              <w:noProof/>
                              <w:lang w:val="en-GB"/>
                            </w:rPr>
                          </w:pPr>
                          <w:r w:rsidRPr="004B1DA8">
                            <w:rPr>
                              <w:lang w:val="en-GB"/>
                            </w:rPr>
                            <w:t xml:space="preserve">        F + 49 2932 9616 – </w:t>
                          </w:r>
                          <w:r w:rsidRPr="004B1DA8">
                            <w:rPr>
                              <w:noProof/>
                              <w:lang w:val="en-GB"/>
                            </w:rPr>
                            <w:t>419</w:t>
                          </w:r>
                          <w:r w:rsidR="0028462F" w:rsidRPr="004B1DA8">
                            <w:rPr>
                              <w:noProof/>
                              <w:lang w:val="en-GB"/>
                            </w:rPr>
                            <w:t>1</w:t>
                          </w:r>
                          <w:r w:rsidRPr="004B1DA8">
                            <w:rPr>
                              <w:noProof/>
                              <w:lang w:val="en-GB"/>
                            </w:rPr>
                            <w:t xml:space="preserve"> </w:t>
                          </w:r>
                        </w:p>
                        <w:p w14:paraId="49F7A671" w14:textId="77777777" w:rsidR="005328A6" w:rsidRPr="004B1DA8" w:rsidRDefault="005328A6" w:rsidP="00281D8E">
                          <w:pPr>
                            <w:pStyle w:val="DallmerOrtsfeld8115"/>
                            <w:rPr>
                              <w:lang w:val="en-GB"/>
                            </w:rPr>
                          </w:pPr>
                          <w:r w:rsidRPr="004B1DA8">
                            <w:rPr>
                              <w:lang w:val="en-GB"/>
                            </w:rPr>
                            <w:t xml:space="preserve">        E </w:t>
                          </w:r>
                          <w:r w:rsidR="0028462F" w:rsidRPr="004B1DA8">
                            <w:rPr>
                              <w:noProof/>
                              <w:lang w:val="en-GB"/>
                            </w:rPr>
                            <w:t>Syl</w:t>
                          </w:r>
                          <w:r w:rsidR="00724B0A" w:rsidRPr="004B1DA8">
                            <w:rPr>
                              <w:noProof/>
                              <w:lang w:val="en-GB"/>
                            </w:rPr>
                            <w:t>v</w:t>
                          </w:r>
                          <w:r w:rsidR="0028462F" w:rsidRPr="004B1DA8">
                            <w:rPr>
                              <w:noProof/>
                              <w:lang w:val="en-GB"/>
                            </w:rPr>
                            <w:t>ia</w:t>
                          </w:r>
                          <w:r w:rsidRPr="004B1DA8">
                            <w:rPr>
                              <w:noProof/>
                              <w:lang w:val="en-GB"/>
                            </w:rPr>
                            <w:t>.</w:t>
                          </w:r>
                          <w:r w:rsidR="0028462F" w:rsidRPr="004B1DA8">
                            <w:rPr>
                              <w:noProof/>
                              <w:lang w:val="en-GB"/>
                            </w:rPr>
                            <w:t>Boesch</w:t>
                          </w:r>
                          <w:r w:rsidRPr="004B1DA8">
                            <w:rPr>
                              <w:noProof/>
                              <w:lang w:val="en-GB"/>
                            </w:rPr>
                            <w:t>@dallmer.de</w:t>
                          </w:r>
                        </w:p>
                        <w:p w14:paraId="3CB91C0F" w14:textId="77777777" w:rsidR="005328A6" w:rsidRPr="004B1DA8" w:rsidRDefault="005328A6" w:rsidP="00B14D73">
                          <w:pPr>
                            <w:pStyle w:val="DALLMERUnivers"/>
                            <w:rPr>
                              <w:lang w:val="en-GB"/>
                            </w:rPr>
                          </w:pPr>
                        </w:p>
                        <w:p w14:paraId="24765194" w14:textId="77777777" w:rsidR="005328A6" w:rsidRPr="004B1DA8" w:rsidRDefault="005328A6" w:rsidP="00224233">
                          <w:pPr>
                            <w:pStyle w:val="DALLMERUnivers"/>
                            <w:ind w:left="0" w:firstLine="0"/>
                            <w:rPr>
                              <w:lang w:val="en-GB"/>
                            </w:rPr>
                          </w:pPr>
                        </w:p>
                        <w:p w14:paraId="6A246458" w14:textId="77777777" w:rsidR="005328A6" w:rsidRPr="008763BF" w:rsidRDefault="005328A6" w:rsidP="00B14D73">
                          <w:pPr>
                            <w:pStyle w:val="DALLMERUnivers"/>
                          </w:pPr>
                          <w:r w:rsidRPr="004B1DA8">
                            <w:rPr>
                              <w:lang w:val="en-GB"/>
                            </w:rPr>
                            <w:t xml:space="preserve">Dallmer GmbH + Co. </w:t>
                          </w:r>
                          <w:r w:rsidRPr="008763BF">
                            <w:t>KG</w:t>
                          </w:r>
                        </w:p>
                        <w:p w14:paraId="112A6C0C"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237FC74D" w14:textId="77777777" w:rsidR="005328A6" w:rsidRPr="008763BF" w:rsidRDefault="005328A6" w:rsidP="00B14D73">
                          <w:pPr>
                            <w:pStyle w:val="DALLMERUnivers"/>
                          </w:pPr>
                          <w:r w:rsidRPr="008763BF">
                            <w:t>59757 Arnsberg</w:t>
                          </w:r>
                        </w:p>
                        <w:p w14:paraId="780D9EA0" w14:textId="77777777" w:rsidR="005328A6" w:rsidRPr="008763BF" w:rsidRDefault="005328A6" w:rsidP="00B14D73">
                          <w:pPr>
                            <w:pStyle w:val="DALLMERUnivers"/>
                          </w:pPr>
                          <w:r w:rsidRPr="008763BF">
                            <w:t>Germany</w:t>
                          </w:r>
                        </w:p>
                        <w:p w14:paraId="3D8B4F2B" w14:textId="77777777" w:rsidR="005328A6" w:rsidRDefault="005328A6" w:rsidP="00D90348">
                          <w:pPr>
                            <w:pStyle w:val="DALLMERUnivers"/>
                            <w:ind w:left="0" w:firstLine="0"/>
                          </w:pPr>
                        </w:p>
                        <w:p w14:paraId="246905F4" w14:textId="77777777" w:rsidR="005328A6" w:rsidRPr="008763BF" w:rsidRDefault="005328A6" w:rsidP="00B14D73">
                          <w:pPr>
                            <w:pStyle w:val="DALLMERUnivers"/>
                          </w:pPr>
                          <w:r w:rsidRPr="008763BF">
                            <w:t>Geschäftsführer:</w:t>
                          </w:r>
                        </w:p>
                        <w:p w14:paraId="6C16399B" w14:textId="77777777" w:rsidR="005328A6" w:rsidRPr="004B1DA8" w:rsidRDefault="005328A6" w:rsidP="00B14D73">
                          <w:pPr>
                            <w:pStyle w:val="DALLMERUnivers"/>
                            <w:rPr>
                              <w:lang w:val="en-GB"/>
                            </w:rPr>
                          </w:pPr>
                          <w:r w:rsidRPr="004B1DA8">
                            <w:rPr>
                              <w:lang w:val="en-GB"/>
                            </w:rPr>
                            <w:t>Dipl.-Ing. Johannes Dallmer</w:t>
                          </w:r>
                        </w:p>
                        <w:p w14:paraId="2BACD297" w14:textId="77777777" w:rsidR="005328A6" w:rsidRPr="008763BF" w:rsidRDefault="005328A6" w:rsidP="00B14D73">
                          <w:pPr>
                            <w:pStyle w:val="DALLMERUnivers"/>
                          </w:pPr>
                          <w:r w:rsidRPr="004B1DA8">
                            <w:rPr>
                              <w:lang w:val="en-GB"/>
                            </w:rPr>
                            <w:t xml:space="preserve">Dipl.-Btrw. </w:t>
                          </w:r>
                          <w:r w:rsidRPr="008763BF">
                            <w:t xml:space="preserve">Yvonne </w:t>
                          </w:r>
                          <w:proofErr w:type="spellStart"/>
                          <w:r w:rsidRPr="008763BF">
                            <w:t>Dallmer</w:t>
                          </w:r>
                          <w:proofErr w:type="spellEnd"/>
                        </w:p>
                        <w:p w14:paraId="2017B842" w14:textId="77777777" w:rsidR="005328A6" w:rsidRDefault="005328A6" w:rsidP="00B14D73">
                          <w:pPr>
                            <w:pStyle w:val="DALLMERUnivers"/>
                          </w:pPr>
                          <w:r w:rsidRPr="008763BF">
                            <w:t>Dipl.-Ing. Harry Bauermeister</w:t>
                          </w:r>
                        </w:p>
                        <w:p w14:paraId="490487CE" w14:textId="77777777" w:rsidR="005328A6" w:rsidRDefault="005328A6" w:rsidP="00B14D73">
                          <w:pPr>
                            <w:pStyle w:val="DALLMERUnivers"/>
                          </w:pPr>
                        </w:p>
                        <w:p w14:paraId="4DDABCC8" w14:textId="77777777" w:rsidR="005328A6" w:rsidRDefault="005328A6" w:rsidP="00B14D73">
                          <w:pPr>
                            <w:pStyle w:val="DALLMERUnivers"/>
                          </w:pPr>
                        </w:p>
                        <w:p w14:paraId="5B89216B" w14:textId="77777777" w:rsidR="005328A6" w:rsidRDefault="005328A6" w:rsidP="00B14D73">
                          <w:pPr>
                            <w:pStyle w:val="DALLMERUnivers"/>
                          </w:pPr>
                        </w:p>
                        <w:p w14:paraId="36D3DAC4" w14:textId="77777777" w:rsidR="005328A6" w:rsidRPr="00245BAF" w:rsidRDefault="005328A6" w:rsidP="00D90348">
                          <w:pPr>
                            <w:pStyle w:val="DALLMERUnivers"/>
                          </w:pPr>
                          <w:r w:rsidRPr="00245BAF">
                            <w:t>Abdruck frei – Beleg erbeten</w:t>
                          </w:r>
                        </w:p>
                        <w:p w14:paraId="787C6352"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11DA40"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70979DB5" w14:textId="77777777" w:rsidR="005328A6" w:rsidRPr="004B1DA8" w:rsidRDefault="005328A6" w:rsidP="00224233">
                    <w:pPr>
                      <w:pStyle w:val="DallmerOrtsfeld8115"/>
                      <w:rPr>
                        <w:lang w:val="en-GB"/>
                      </w:rPr>
                    </w:pPr>
                    <w:r w:rsidRPr="004B1DA8">
                      <w:rPr>
                        <w:noProof/>
                        <w:lang w:val="en-GB"/>
                      </w:rPr>
                      <w:t xml:space="preserve">        </w:t>
                    </w:r>
                    <w:r w:rsidR="0028462F" w:rsidRPr="004B1DA8">
                      <w:rPr>
                        <w:noProof/>
                        <w:lang w:val="en-GB"/>
                      </w:rPr>
                      <w:t>Sylvia Bösch</w:t>
                    </w:r>
                  </w:p>
                  <w:p w14:paraId="038A2D75" w14:textId="77777777" w:rsidR="005328A6" w:rsidRPr="004B1DA8" w:rsidRDefault="005328A6" w:rsidP="00224233">
                    <w:pPr>
                      <w:pStyle w:val="DallmerOrtsfeld8115"/>
                      <w:rPr>
                        <w:lang w:val="en-GB"/>
                      </w:rPr>
                    </w:pPr>
                    <w:r w:rsidRPr="004B1DA8">
                      <w:rPr>
                        <w:noProof/>
                        <w:lang w:val="en-GB"/>
                      </w:rPr>
                      <w:t xml:space="preserve">        PR</w:t>
                    </w:r>
                    <w:r w:rsidR="002F09E6" w:rsidRPr="004B1DA8">
                      <w:rPr>
                        <w:noProof/>
                        <w:lang w:val="en-GB"/>
                      </w:rPr>
                      <w:t xml:space="preserve"> &amp; Social Media</w:t>
                    </w:r>
                  </w:p>
                  <w:p w14:paraId="66FE88FD" w14:textId="77777777" w:rsidR="005328A6" w:rsidRPr="004B1DA8" w:rsidRDefault="005328A6" w:rsidP="00224233">
                    <w:pPr>
                      <w:pStyle w:val="DallmerOrtsfeld8115"/>
                      <w:rPr>
                        <w:noProof/>
                        <w:lang w:val="en-GB"/>
                      </w:rPr>
                    </w:pPr>
                    <w:r w:rsidRPr="004B1DA8">
                      <w:rPr>
                        <w:lang w:val="en-GB"/>
                      </w:rPr>
                      <w:t xml:space="preserve">        T + 49 2932 9616 – </w:t>
                    </w:r>
                    <w:r w:rsidRPr="004B1DA8">
                      <w:rPr>
                        <w:noProof/>
                        <w:lang w:val="en-GB"/>
                      </w:rPr>
                      <w:t>19</w:t>
                    </w:r>
                    <w:r w:rsidR="0028462F" w:rsidRPr="004B1DA8">
                      <w:rPr>
                        <w:noProof/>
                        <w:lang w:val="en-GB"/>
                      </w:rPr>
                      <w:t>1</w:t>
                    </w:r>
                    <w:r w:rsidRPr="004B1DA8">
                      <w:rPr>
                        <w:noProof/>
                        <w:lang w:val="en-GB"/>
                      </w:rPr>
                      <w:t xml:space="preserve">                           </w:t>
                    </w:r>
                  </w:p>
                  <w:p w14:paraId="4DDA478C" w14:textId="77777777" w:rsidR="005328A6" w:rsidRPr="004B1DA8" w:rsidRDefault="005328A6" w:rsidP="00224233">
                    <w:pPr>
                      <w:pStyle w:val="DallmerOrtsfeld8115"/>
                      <w:rPr>
                        <w:noProof/>
                        <w:lang w:val="en-GB"/>
                      </w:rPr>
                    </w:pPr>
                    <w:r w:rsidRPr="004B1DA8">
                      <w:rPr>
                        <w:lang w:val="en-GB"/>
                      </w:rPr>
                      <w:t xml:space="preserve">        F + 49 2932 9616 – </w:t>
                    </w:r>
                    <w:r w:rsidRPr="004B1DA8">
                      <w:rPr>
                        <w:noProof/>
                        <w:lang w:val="en-GB"/>
                      </w:rPr>
                      <w:t>419</w:t>
                    </w:r>
                    <w:r w:rsidR="0028462F" w:rsidRPr="004B1DA8">
                      <w:rPr>
                        <w:noProof/>
                        <w:lang w:val="en-GB"/>
                      </w:rPr>
                      <w:t>1</w:t>
                    </w:r>
                    <w:r w:rsidRPr="004B1DA8">
                      <w:rPr>
                        <w:noProof/>
                        <w:lang w:val="en-GB"/>
                      </w:rPr>
                      <w:t xml:space="preserve"> </w:t>
                    </w:r>
                  </w:p>
                  <w:p w14:paraId="49F7A671" w14:textId="77777777" w:rsidR="005328A6" w:rsidRPr="004B1DA8" w:rsidRDefault="005328A6" w:rsidP="00281D8E">
                    <w:pPr>
                      <w:pStyle w:val="DallmerOrtsfeld8115"/>
                      <w:rPr>
                        <w:lang w:val="en-GB"/>
                      </w:rPr>
                    </w:pPr>
                    <w:r w:rsidRPr="004B1DA8">
                      <w:rPr>
                        <w:lang w:val="en-GB"/>
                      </w:rPr>
                      <w:t xml:space="preserve">        E </w:t>
                    </w:r>
                    <w:r w:rsidR="0028462F" w:rsidRPr="004B1DA8">
                      <w:rPr>
                        <w:noProof/>
                        <w:lang w:val="en-GB"/>
                      </w:rPr>
                      <w:t>Syl</w:t>
                    </w:r>
                    <w:r w:rsidR="00724B0A" w:rsidRPr="004B1DA8">
                      <w:rPr>
                        <w:noProof/>
                        <w:lang w:val="en-GB"/>
                      </w:rPr>
                      <w:t>v</w:t>
                    </w:r>
                    <w:r w:rsidR="0028462F" w:rsidRPr="004B1DA8">
                      <w:rPr>
                        <w:noProof/>
                        <w:lang w:val="en-GB"/>
                      </w:rPr>
                      <w:t>ia</w:t>
                    </w:r>
                    <w:r w:rsidRPr="004B1DA8">
                      <w:rPr>
                        <w:noProof/>
                        <w:lang w:val="en-GB"/>
                      </w:rPr>
                      <w:t>.</w:t>
                    </w:r>
                    <w:r w:rsidR="0028462F" w:rsidRPr="004B1DA8">
                      <w:rPr>
                        <w:noProof/>
                        <w:lang w:val="en-GB"/>
                      </w:rPr>
                      <w:t>Boesch</w:t>
                    </w:r>
                    <w:r w:rsidRPr="004B1DA8">
                      <w:rPr>
                        <w:noProof/>
                        <w:lang w:val="en-GB"/>
                      </w:rPr>
                      <w:t>@dallmer.de</w:t>
                    </w:r>
                  </w:p>
                  <w:p w14:paraId="3CB91C0F" w14:textId="77777777" w:rsidR="005328A6" w:rsidRPr="004B1DA8" w:rsidRDefault="005328A6" w:rsidP="00B14D73">
                    <w:pPr>
                      <w:pStyle w:val="DALLMERUnivers"/>
                      <w:rPr>
                        <w:lang w:val="en-GB"/>
                      </w:rPr>
                    </w:pPr>
                  </w:p>
                  <w:p w14:paraId="24765194" w14:textId="77777777" w:rsidR="005328A6" w:rsidRPr="004B1DA8" w:rsidRDefault="005328A6" w:rsidP="00224233">
                    <w:pPr>
                      <w:pStyle w:val="DALLMERUnivers"/>
                      <w:ind w:left="0" w:firstLine="0"/>
                      <w:rPr>
                        <w:lang w:val="en-GB"/>
                      </w:rPr>
                    </w:pPr>
                  </w:p>
                  <w:p w14:paraId="6A246458" w14:textId="77777777" w:rsidR="005328A6" w:rsidRPr="008763BF" w:rsidRDefault="005328A6" w:rsidP="00B14D73">
                    <w:pPr>
                      <w:pStyle w:val="DALLMERUnivers"/>
                    </w:pPr>
                    <w:r w:rsidRPr="004B1DA8">
                      <w:rPr>
                        <w:lang w:val="en-GB"/>
                      </w:rPr>
                      <w:t xml:space="preserve">Dallmer GmbH + Co. </w:t>
                    </w:r>
                    <w:r w:rsidRPr="008763BF">
                      <w:t>KG</w:t>
                    </w:r>
                  </w:p>
                  <w:p w14:paraId="112A6C0C"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237FC74D" w14:textId="77777777" w:rsidR="005328A6" w:rsidRPr="008763BF" w:rsidRDefault="005328A6" w:rsidP="00B14D73">
                    <w:pPr>
                      <w:pStyle w:val="DALLMERUnivers"/>
                    </w:pPr>
                    <w:r w:rsidRPr="008763BF">
                      <w:t>59757 Arnsberg</w:t>
                    </w:r>
                  </w:p>
                  <w:p w14:paraId="780D9EA0" w14:textId="77777777" w:rsidR="005328A6" w:rsidRPr="008763BF" w:rsidRDefault="005328A6" w:rsidP="00B14D73">
                    <w:pPr>
                      <w:pStyle w:val="DALLMERUnivers"/>
                    </w:pPr>
                    <w:r w:rsidRPr="008763BF">
                      <w:t>Germany</w:t>
                    </w:r>
                  </w:p>
                  <w:p w14:paraId="3D8B4F2B" w14:textId="77777777" w:rsidR="005328A6" w:rsidRDefault="005328A6" w:rsidP="00D90348">
                    <w:pPr>
                      <w:pStyle w:val="DALLMERUnivers"/>
                      <w:ind w:left="0" w:firstLine="0"/>
                    </w:pPr>
                  </w:p>
                  <w:p w14:paraId="246905F4" w14:textId="77777777" w:rsidR="005328A6" w:rsidRPr="008763BF" w:rsidRDefault="005328A6" w:rsidP="00B14D73">
                    <w:pPr>
                      <w:pStyle w:val="DALLMERUnivers"/>
                    </w:pPr>
                    <w:r w:rsidRPr="008763BF">
                      <w:t>Geschäftsführer:</w:t>
                    </w:r>
                  </w:p>
                  <w:p w14:paraId="6C16399B" w14:textId="77777777" w:rsidR="005328A6" w:rsidRPr="004B1DA8" w:rsidRDefault="005328A6" w:rsidP="00B14D73">
                    <w:pPr>
                      <w:pStyle w:val="DALLMERUnivers"/>
                      <w:rPr>
                        <w:lang w:val="en-GB"/>
                      </w:rPr>
                    </w:pPr>
                    <w:r w:rsidRPr="004B1DA8">
                      <w:rPr>
                        <w:lang w:val="en-GB"/>
                      </w:rPr>
                      <w:t>Dipl.-Ing. Johannes Dallmer</w:t>
                    </w:r>
                  </w:p>
                  <w:p w14:paraId="2BACD297" w14:textId="77777777" w:rsidR="005328A6" w:rsidRPr="008763BF" w:rsidRDefault="005328A6" w:rsidP="00B14D73">
                    <w:pPr>
                      <w:pStyle w:val="DALLMERUnivers"/>
                    </w:pPr>
                    <w:r w:rsidRPr="004B1DA8">
                      <w:rPr>
                        <w:lang w:val="en-GB"/>
                      </w:rPr>
                      <w:t xml:space="preserve">Dipl.-Btrw. </w:t>
                    </w:r>
                    <w:r w:rsidRPr="008763BF">
                      <w:t xml:space="preserve">Yvonne </w:t>
                    </w:r>
                    <w:proofErr w:type="spellStart"/>
                    <w:r w:rsidRPr="008763BF">
                      <w:t>Dallmer</w:t>
                    </w:r>
                    <w:proofErr w:type="spellEnd"/>
                  </w:p>
                  <w:p w14:paraId="2017B842" w14:textId="77777777" w:rsidR="005328A6" w:rsidRDefault="005328A6" w:rsidP="00B14D73">
                    <w:pPr>
                      <w:pStyle w:val="DALLMERUnivers"/>
                    </w:pPr>
                    <w:r w:rsidRPr="008763BF">
                      <w:t>Dipl.-Ing. Harry Bauermeister</w:t>
                    </w:r>
                  </w:p>
                  <w:p w14:paraId="490487CE" w14:textId="77777777" w:rsidR="005328A6" w:rsidRDefault="005328A6" w:rsidP="00B14D73">
                    <w:pPr>
                      <w:pStyle w:val="DALLMERUnivers"/>
                    </w:pPr>
                  </w:p>
                  <w:p w14:paraId="4DDABCC8" w14:textId="77777777" w:rsidR="005328A6" w:rsidRDefault="005328A6" w:rsidP="00B14D73">
                    <w:pPr>
                      <w:pStyle w:val="DALLMERUnivers"/>
                    </w:pPr>
                  </w:p>
                  <w:p w14:paraId="5B89216B" w14:textId="77777777" w:rsidR="005328A6" w:rsidRDefault="005328A6" w:rsidP="00B14D73">
                    <w:pPr>
                      <w:pStyle w:val="DALLMERUnivers"/>
                    </w:pPr>
                  </w:p>
                  <w:p w14:paraId="36D3DAC4" w14:textId="77777777" w:rsidR="005328A6" w:rsidRPr="00245BAF" w:rsidRDefault="005328A6" w:rsidP="00D90348">
                    <w:pPr>
                      <w:pStyle w:val="DALLMERUnivers"/>
                    </w:pPr>
                    <w:r w:rsidRPr="00245BAF">
                      <w:t>Abdruck frei – Beleg erbeten</w:t>
                    </w:r>
                  </w:p>
                  <w:p w14:paraId="787C6352"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54CD6EAB" wp14:editId="681B756E">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3512B"/>
    <w:rsid w:val="0003576D"/>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E6203"/>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46F6F"/>
    <w:rsid w:val="00150BB7"/>
    <w:rsid w:val="00150D30"/>
    <w:rsid w:val="00151504"/>
    <w:rsid w:val="00154C74"/>
    <w:rsid w:val="00156196"/>
    <w:rsid w:val="00166373"/>
    <w:rsid w:val="00167651"/>
    <w:rsid w:val="00174F0B"/>
    <w:rsid w:val="00177DDB"/>
    <w:rsid w:val="00181593"/>
    <w:rsid w:val="00183F47"/>
    <w:rsid w:val="00185BEE"/>
    <w:rsid w:val="00186163"/>
    <w:rsid w:val="0019083C"/>
    <w:rsid w:val="001917DE"/>
    <w:rsid w:val="001937C6"/>
    <w:rsid w:val="00195471"/>
    <w:rsid w:val="00195748"/>
    <w:rsid w:val="00197B61"/>
    <w:rsid w:val="001A341B"/>
    <w:rsid w:val="001A5638"/>
    <w:rsid w:val="001A74E6"/>
    <w:rsid w:val="001A7883"/>
    <w:rsid w:val="001B2B93"/>
    <w:rsid w:val="001B35C3"/>
    <w:rsid w:val="001B3A0D"/>
    <w:rsid w:val="001B3AA1"/>
    <w:rsid w:val="001B41E1"/>
    <w:rsid w:val="001B51BA"/>
    <w:rsid w:val="001B5DBA"/>
    <w:rsid w:val="001B6CD0"/>
    <w:rsid w:val="001C0BA9"/>
    <w:rsid w:val="001C1A62"/>
    <w:rsid w:val="001C1E36"/>
    <w:rsid w:val="001C38F7"/>
    <w:rsid w:val="001C3FE2"/>
    <w:rsid w:val="001C4411"/>
    <w:rsid w:val="001C68CF"/>
    <w:rsid w:val="001D16CB"/>
    <w:rsid w:val="001D19EB"/>
    <w:rsid w:val="001D2A53"/>
    <w:rsid w:val="001E1D42"/>
    <w:rsid w:val="001E26C5"/>
    <w:rsid w:val="001E42D2"/>
    <w:rsid w:val="001E4CAE"/>
    <w:rsid w:val="001E7F43"/>
    <w:rsid w:val="001F3CC1"/>
    <w:rsid w:val="001F4E45"/>
    <w:rsid w:val="00200735"/>
    <w:rsid w:val="0020079F"/>
    <w:rsid w:val="00200B88"/>
    <w:rsid w:val="00202B0E"/>
    <w:rsid w:val="002074A6"/>
    <w:rsid w:val="00213C4F"/>
    <w:rsid w:val="00215C69"/>
    <w:rsid w:val="00215EC6"/>
    <w:rsid w:val="002163A2"/>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2A38"/>
    <w:rsid w:val="0026317C"/>
    <w:rsid w:val="00264793"/>
    <w:rsid w:val="00265F72"/>
    <w:rsid w:val="0026614B"/>
    <w:rsid w:val="00266486"/>
    <w:rsid w:val="0026727E"/>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3E07"/>
    <w:rsid w:val="003066C2"/>
    <w:rsid w:val="00306CB2"/>
    <w:rsid w:val="0030728B"/>
    <w:rsid w:val="003108E4"/>
    <w:rsid w:val="00312018"/>
    <w:rsid w:val="00314843"/>
    <w:rsid w:val="0031609D"/>
    <w:rsid w:val="003179C3"/>
    <w:rsid w:val="00320247"/>
    <w:rsid w:val="00320B88"/>
    <w:rsid w:val="00323488"/>
    <w:rsid w:val="00323C11"/>
    <w:rsid w:val="00323E89"/>
    <w:rsid w:val="00324FAF"/>
    <w:rsid w:val="00326128"/>
    <w:rsid w:val="003300F0"/>
    <w:rsid w:val="00330B89"/>
    <w:rsid w:val="00331D85"/>
    <w:rsid w:val="00332B2E"/>
    <w:rsid w:val="00342DAC"/>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8A1"/>
    <w:rsid w:val="003B5F94"/>
    <w:rsid w:val="003B7B8E"/>
    <w:rsid w:val="003C0B86"/>
    <w:rsid w:val="003C2692"/>
    <w:rsid w:val="003C5EBD"/>
    <w:rsid w:val="003D11F8"/>
    <w:rsid w:val="003D37EF"/>
    <w:rsid w:val="003D3F16"/>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57F6"/>
    <w:rsid w:val="0040691C"/>
    <w:rsid w:val="0040762C"/>
    <w:rsid w:val="00410091"/>
    <w:rsid w:val="004105D6"/>
    <w:rsid w:val="00413464"/>
    <w:rsid w:val="00413B57"/>
    <w:rsid w:val="00416B26"/>
    <w:rsid w:val="004205B1"/>
    <w:rsid w:val="00424BAD"/>
    <w:rsid w:val="00424E6D"/>
    <w:rsid w:val="00424F55"/>
    <w:rsid w:val="0042529A"/>
    <w:rsid w:val="00426CE0"/>
    <w:rsid w:val="00427123"/>
    <w:rsid w:val="0043093C"/>
    <w:rsid w:val="00431B2E"/>
    <w:rsid w:val="004347FD"/>
    <w:rsid w:val="004364C1"/>
    <w:rsid w:val="00436712"/>
    <w:rsid w:val="00436717"/>
    <w:rsid w:val="00436CBA"/>
    <w:rsid w:val="00442103"/>
    <w:rsid w:val="00442739"/>
    <w:rsid w:val="004430C9"/>
    <w:rsid w:val="0044696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1DA8"/>
    <w:rsid w:val="004B20BE"/>
    <w:rsid w:val="004B463E"/>
    <w:rsid w:val="004B56DB"/>
    <w:rsid w:val="004C3745"/>
    <w:rsid w:val="004C3835"/>
    <w:rsid w:val="004C7019"/>
    <w:rsid w:val="004D0356"/>
    <w:rsid w:val="004D0967"/>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306"/>
    <w:rsid w:val="00525755"/>
    <w:rsid w:val="005328A6"/>
    <w:rsid w:val="00532BD0"/>
    <w:rsid w:val="0053338E"/>
    <w:rsid w:val="00534BF2"/>
    <w:rsid w:val="00534CE2"/>
    <w:rsid w:val="0053553B"/>
    <w:rsid w:val="0053583A"/>
    <w:rsid w:val="005361D0"/>
    <w:rsid w:val="0053663D"/>
    <w:rsid w:val="005371D7"/>
    <w:rsid w:val="00537798"/>
    <w:rsid w:val="005405A8"/>
    <w:rsid w:val="00540B69"/>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66C2"/>
    <w:rsid w:val="005A0266"/>
    <w:rsid w:val="005A0FDC"/>
    <w:rsid w:val="005A2267"/>
    <w:rsid w:val="005A4AAD"/>
    <w:rsid w:val="005B11D2"/>
    <w:rsid w:val="005B1827"/>
    <w:rsid w:val="005B1C6F"/>
    <w:rsid w:val="005B3DF0"/>
    <w:rsid w:val="005B68F5"/>
    <w:rsid w:val="005C1C6A"/>
    <w:rsid w:val="005C3056"/>
    <w:rsid w:val="005C33B4"/>
    <w:rsid w:val="005C39D6"/>
    <w:rsid w:val="005D0A90"/>
    <w:rsid w:val="005D1660"/>
    <w:rsid w:val="005D3199"/>
    <w:rsid w:val="005D39BC"/>
    <w:rsid w:val="005D3D15"/>
    <w:rsid w:val="005D4EC8"/>
    <w:rsid w:val="005E05D9"/>
    <w:rsid w:val="005E5590"/>
    <w:rsid w:val="005F15F3"/>
    <w:rsid w:val="005F22F8"/>
    <w:rsid w:val="005F47F1"/>
    <w:rsid w:val="005F7027"/>
    <w:rsid w:val="005F71B4"/>
    <w:rsid w:val="00601321"/>
    <w:rsid w:val="00604FBE"/>
    <w:rsid w:val="006058E7"/>
    <w:rsid w:val="00605C27"/>
    <w:rsid w:val="00607819"/>
    <w:rsid w:val="00610A3A"/>
    <w:rsid w:val="00615E57"/>
    <w:rsid w:val="006168AD"/>
    <w:rsid w:val="00621500"/>
    <w:rsid w:val="00621B38"/>
    <w:rsid w:val="00623E1A"/>
    <w:rsid w:val="00633B1F"/>
    <w:rsid w:val="00633CC1"/>
    <w:rsid w:val="0063594A"/>
    <w:rsid w:val="006404C0"/>
    <w:rsid w:val="00651738"/>
    <w:rsid w:val="00653217"/>
    <w:rsid w:val="006628D9"/>
    <w:rsid w:val="006670A4"/>
    <w:rsid w:val="00667363"/>
    <w:rsid w:val="0066798E"/>
    <w:rsid w:val="00674453"/>
    <w:rsid w:val="00674634"/>
    <w:rsid w:val="00674BBC"/>
    <w:rsid w:val="00674C99"/>
    <w:rsid w:val="0067652D"/>
    <w:rsid w:val="00677940"/>
    <w:rsid w:val="00677B29"/>
    <w:rsid w:val="00682D7B"/>
    <w:rsid w:val="006851C1"/>
    <w:rsid w:val="00693DD8"/>
    <w:rsid w:val="00696B8C"/>
    <w:rsid w:val="006A41EC"/>
    <w:rsid w:val="006A4BFE"/>
    <w:rsid w:val="006A6833"/>
    <w:rsid w:val="006B073C"/>
    <w:rsid w:val="006B0AEF"/>
    <w:rsid w:val="006B61BB"/>
    <w:rsid w:val="006B64B4"/>
    <w:rsid w:val="006B7DFD"/>
    <w:rsid w:val="006C2786"/>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63FF"/>
    <w:rsid w:val="007A7F8A"/>
    <w:rsid w:val="007B02EA"/>
    <w:rsid w:val="007B1C25"/>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3490"/>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E7735"/>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533D"/>
    <w:rsid w:val="0098732D"/>
    <w:rsid w:val="0099026A"/>
    <w:rsid w:val="00992E70"/>
    <w:rsid w:val="009931E9"/>
    <w:rsid w:val="009A1F78"/>
    <w:rsid w:val="009A28D3"/>
    <w:rsid w:val="009A46E0"/>
    <w:rsid w:val="009B0252"/>
    <w:rsid w:val="009B1CFE"/>
    <w:rsid w:val="009B3508"/>
    <w:rsid w:val="009B5721"/>
    <w:rsid w:val="009C3B7E"/>
    <w:rsid w:val="009C63FC"/>
    <w:rsid w:val="009D5B89"/>
    <w:rsid w:val="009E084A"/>
    <w:rsid w:val="009E0FF0"/>
    <w:rsid w:val="009E3721"/>
    <w:rsid w:val="009E40C2"/>
    <w:rsid w:val="009E4F3D"/>
    <w:rsid w:val="009E573B"/>
    <w:rsid w:val="009E7331"/>
    <w:rsid w:val="009E7DB7"/>
    <w:rsid w:val="009F1A10"/>
    <w:rsid w:val="009F34E6"/>
    <w:rsid w:val="009F411A"/>
    <w:rsid w:val="009F57D9"/>
    <w:rsid w:val="00A003A5"/>
    <w:rsid w:val="00A012A7"/>
    <w:rsid w:val="00A0140B"/>
    <w:rsid w:val="00A01E8F"/>
    <w:rsid w:val="00A05AE6"/>
    <w:rsid w:val="00A11511"/>
    <w:rsid w:val="00A11F18"/>
    <w:rsid w:val="00A22C82"/>
    <w:rsid w:val="00A240AF"/>
    <w:rsid w:val="00A25EB3"/>
    <w:rsid w:val="00A25FAE"/>
    <w:rsid w:val="00A316A1"/>
    <w:rsid w:val="00A319FD"/>
    <w:rsid w:val="00A34A63"/>
    <w:rsid w:val="00A377CA"/>
    <w:rsid w:val="00A444C4"/>
    <w:rsid w:val="00A529FC"/>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77F44"/>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4B45"/>
    <w:rsid w:val="00AC5CE0"/>
    <w:rsid w:val="00AC6298"/>
    <w:rsid w:val="00AC62DE"/>
    <w:rsid w:val="00AC6C75"/>
    <w:rsid w:val="00AC7B43"/>
    <w:rsid w:val="00AD1D51"/>
    <w:rsid w:val="00AD6C86"/>
    <w:rsid w:val="00AE0DE3"/>
    <w:rsid w:val="00AE3D4F"/>
    <w:rsid w:val="00AE5F18"/>
    <w:rsid w:val="00AE71CA"/>
    <w:rsid w:val="00AF1973"/>
    <w:rsid w:val="00AF4BC7"/>
    <w:rsid w:val="00AF4E1B"/>
    <w:rsid w:val="00AF74CA"/>
    <w:rsid w:val="00B01DAD"/>
    <w:rsid w:val="00B0329D"/>
    <w:rsid w:val="00B04262"/>
    <w:rsid w:val="00B05BFF"/>
    <w:rsid w:val="00B068C7"/>
    <w:rsid w:val="00B068CB"/>
    <w:rsid w:val="00B07B3E"/>
    <w:rsid w:val="00B1033C"/>
    <w:rsid w:val="00B11411"/>
    <w:rsid w:val="00B14018"/>
    <w:rsid w:val="00B14D73"/>
    <w:rsid w:val="00B24585"/>
    <w:rsid w:val="00B271AA"/>
    <w:rsid w:val="00B27A61"/>
    <w:rsid w:val="00B31B70"/>
    <w:rsid w:val="00B35A77"/>
    <w:rsid w:val="00B365AA"/>
    <w:rsid w:val="00B36D45"/>
    <w:rsid w:val="00B434F7"/>
    <w:rsid w:val="00B50BAD"/>
    <w:rsid w:val="00B5153A"/>
    <w:rsid w:val="00B61AF4"/>
    <w:rsid w:val="00B661D9"/>
    <w:rsid w:val="00B710CD"/>
    <w:rsid w:val="00B8042F"/>
    <w:rsid w:val="00B81AD5"/>
    <w:rsid w:val="00B8554F"/>
    <w:rsid w:val="00B86370"/>
    <w:rsid w:val="00B874E6"/>
    <w:rsid w:val="00B90EAC"/>
    <w:rsid w:val="00B93030"/>
    <w:rsid w:val="00B93167"/>
    <w:rsid w:val="00B93FCB"/>
    <w:rsid w:val="00BA137F"/>
    <w:rsid w:val="00BA201E"/>
    <w:rsid w:val="00BA368A"/>
    <w:rsid w:val="00BB328E"/>
    <w:rsid w:val="00BB7FA9"/>
    <w:rsid w:val="00BC214D"/>
    <w:rsid w:val="00BC3295"/>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1068"/>
    <w:rsid w:val="00C537DC"/>
    <w:rsid w:val="00C53B9D"/>
    <w:rsid w:val="00C54342"/>
    <w:rsid w:val="00C54F8D"/>
    <w:rsid w:val="00C563A5"/>
    <w:rsid w:val="00C64CE1"/>
    <w:rsid w:val="00C70A94"/>
    <w:rsid w:val="00C72E4B"/>
    <w:rsid w:val="00C7403D"/>
    <w:rsid w:val="00C76BA0"/>
    <w:rsid w:val="00C776C7"/>
    <w:rsid w:val="00C834E2"/>
    <w:rsid w:val="00C850EE"/>
    <w:rsid w:val="00C865D8"/>
    <w:rsid w:val="00C9250E"/>
    <w:rsid w:val="00C9798D"/>
    <w:rsid w:val="00CA0229"/>
    <w:rsid w:val="00CA1266"/>
    <w:rsid w:val="00CA5720"/>
    <w:rsid w:val="00CA577B"/>
    <w:rsid w:val="00CA5F23"/>
    <w:rsid w:val="00CA725D"/>
    <w:rsid w:val="00CA7B4E"/>
    <w:rsid w:val="00CB03F7"/>
    <w:rsid w:val="00CB3DA7"/>
    <w:rsid w:val="00CB4D33"/>
    <w:rsid w:val="00CB6112"/>
    <w:rsid w:val="00CC0C6B"/>
    <w:rsid w:val="00CC1E2D"/>
    <w:rsid w:val="00CC2A8A"/>
    <w:rsid w:val="00CD24E5"/>
    <w:rsid w:val="00CD343B"/>
    <w:rsid w:val="00CE272D"/>
    <w:rsid w:val="00CE3A5F"/>
    <w:rsid w:val="00CF1588"/>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6F5"/>
    <w:rsid w:val="00D67B0D"/>
    <w:rsid w:val="00D7302B"/>
    <w:rsid w:val="00D767C3"/>
    <w:rsid w:val="00D809E8"/>
    <w:rsid w:val="00D814F9"/>
    <w:rsid w:val="00D83707"/>
    <w:rsid w:val="00D850DC"/>
    <w:rsid w:val="00D8704D"/>
    <w:rsid w:val="00D90187"/>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7B42"/>
    <w:rsid w:val="00DD7C85"/>
    <w:rsid w:val="00DE13D1"/>
    <w:rsid w:val="00DE5B11"/>
    <w:rsid w:val="00DE6742"/>
    <w:rsid w:val="00DF0222"/>
    <w:rsid w:val="00DF2A82"/>
    <w:rsid w:val="00DF548C"/>
    <w:rsid w:val="00E06ECB"/>
    <w:rsid w:val="00E079F9"/>
    <w:rsid w:val="00E13DEB"/>
    <w:rsid w:val="00E1435F"/>
    <w:rsid w:val="00E230E9"/>
    <w:rsid w:val="00E26414"/>
    <w:rsid w:val="00E27716"/>
    <w:rsid w:val="00E30254"/>
    <w:rsid w:val="00E32C90"/>
    <w:rsid w:val="00E35FAF"/>
    <w:rsid w:val="00E43EE1"/>
    <w:rsid w:val="00E45621"/>
    <w:rsid w:val="00E50635"/>
    <w:rsid w:val="00E5357F"/>
    <w:rsid w:val="00E5672A"/>
    <w:rsid w:val="00E5784A"/>
    <w:rsid w:val="00E57AEF"/>
    <w:rsid w:val="00E610A3"/>
    <w:rsid w:val="00E61ACE"/>
    <w:rsid w:val="00E64B0B"/>
    <w:rsid w:val="00E64FC2"/>
    <w:rsid w:val="00E67AF2"/>
    <w:rsid w:val="00E740FB"/>
    <w:rsid w:val="00E74318"/>
    <w:rsid w:val="00E83839"/>
    <w:rsid w:val="00E84171"/>
    <w:rsid w:val="00E85296"/>
    <w:rsid w:val="00E94969"/>
    <w:rsid w:val="00E963E1"/>
    <w:rsid w:val="00E96D37"/>
    <w:rsid w:val="00EA19C1"/>
    <w:rsid w:val="00EA4FCA"/>
    <w:rsid w:val="00EA5D87"/>
    <w:rsid w:val="00EA6A3F"/>
    <w:rsid w:val="00EB0461"/>
    <w:rsid w:val="00EB0DAB"/>
    <w:rsid w:val="00EB2E6F"/>
    <w:rsid w:val="00EB65C8"/>
    <w:rsid w:val="00EC646D"/>
    <w:rsid w:val="00EC7423"/>
    <w:rsid w:val="00EC791E"/>
    <w:rsid w:val="00ED1AF8"/>
    <w:rsid w:val="00ED7AA7"/>
    <w:rsid w:val="00EE07FA"/>
    <w:rsid w:val="00EE1EF4"/>
    <w:rsid w:val="00EE20D7"/>
    <w:rsid w:val="00EE4C74"/>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2C71"/>
    <w:rsid w:val="00F32D26"/>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67D73"/>
    <w:rsid w:val="00F70431"/>
    <w:rsid w:val="00F76695"/>
    <w:rsid w:val="00F8087A"/>
    <w:rsid w:val="00F8178E"/>
    <w:rsid w:val="00F82103"/>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C6963"/>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0BE9858"/>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CC0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r.de/oriodallbo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6A15B-ECBB-42E6-80C2-31EF3139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278</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52</cp:revision>
  <cp:lastPrinted>2021-09-20T12:39:00Z</cp:lastPrinted>
  <dcterms:created xsi:type="dcterms:W3CDTF">2021-11-16T14:01:00Z</dcterms:created>
  <dcterms:modified xsi:type="dcterms:W3CDTF">2022-08-18T07:10:00Z</dcterms:modified>
</cp:coreProperties>
</file>