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63137422"/>
    <w:bookmarkEnd w:id="0"/>
    <w:p w:rsidR="00800715" w:rsidRPr="00800715" w:rsidRDefault="00281D8E" w:rsidP="00AB0709">
      <w:pPr>
        <w:rPr>
          <w:rFonts w:ascii="Univers Com 47 Light Cond" w:hAnsi="Univers Com 47 Light Cond" w:cs="Arial"/>
          <w:sz w:val="22"/>
          <w:szCs w:val="22"/>
        </w:rPr>
      </w:pPr>
      <w:r w:rsidRPr="009D7D7D">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p>
                  </w:txbxContent>
                </v:textbox>
                <w10:wrap anchorx="page" anchory="page"/>
              </v:shape>
            </w:pict>
          </mc:Fallback>
        </mc:AlternateContent>
      </w:r>
      <w:r w:rsidR="00113A99" w:rsidRPr="009D7D7D">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571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71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IirPw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" o:allowincell="f" filled="f" stroked="f">
                <v:textbox inset="0,0,0,0">
                  <w:txbxContent>
                    <w:p w:rsidR="005905C8" w:rsidRPr="005905C8" w:rsidRDefault="005905C8" w:rsidP="005905C8">
                      <w:pPr>
                        <w:spacing w:after="20"/>
                        <w:rPr>
                          <w:rFonts w:ascii="Univers Com 47 Light Cond" w:hAnsi="Univers Com 47 Light Cond"/>
                          <w:sz w:val="28"/>
                          <w:szCs w:val="28"/>
                        </w:rPr>
                      </w:pPr>
                      <w:r w:rsidRPr="005905C8">
                        <w:rPr>
                          <w:rFonts w:ascii="Univers Com 47 Light Cond" w:hAnsi="Univers Com 47 Light Cond"/>
                          <w:sz w:val="28"/>
                          <w:szCs w:val="28"/>
                        </w:rPr>
                        <w:t>Bildunterschriften</w:t>
                      </w: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Default="005905C8" w:rsidP="005905C8">
                      <w:pPr>
                        <w:spacing w:after="20"/>
                        <w:rPr>
                          <w:rFonts w:ascii="Univers Com 47 Light Cond" w:hAnsi="Univers Com 47 Light Cond"/>
                          <w:sz w:val="28"/>
                          <w:szCs w:val="28"/>
                        </w:rPr>
                      </w:pPr>
                    </w:p>
                    <w:p w:rsidR="005905C8" w:rsidRPr="005905C8" w:rsidRDefault="005905C8" w:rsidP="005905C8">
                      <w:pPr>
                        <w:spacing w:after="20"/>
                        <w:rPr>
                          <w:rFonts w:ascii="Univers Com 47 Light Cond" w:hAnsi="Univers Com 47 Light Cond"/>
                          <w:sz w:val="28"/>
                          <w:szCs w:val="28"/>
                        </w:rPr>
                      </w:pPr>
                    </w:p>
                    <w:p w:rsidR="005328A6" w:rsidRPr="003E595F" w:rsidRDefault="005328A6" w:rsidP="004B56DB">
                      <w:pPr>
                        <w:spacing w:after="20"/>
                        <w:rPr>
                          <w:rFonts w:ascii="Univers Com 47 Light Cond" w:hAnsi="Univers Com 47 Light Cond"/>
                          <w:sz w:val="28"/>
                          <w:szCs w:val="28"/>
                        </w:rPr>
                      </w:pPr>
                    </w:p>
                  </w:txbxContent>
                </v:textbox>
                <w10:wrap anchorx="page" anchory="page"/>
                <w10:anchorlock/>
              </v:shape>
            </w:pict>
          </mc:Fallback>
        </mc:AlternateContent>
      </w:r>
    </w:p>
    <w:p w:rsidR="00800715" w:rsidRDefault="00E03686" w:rsidP="00AB0709">
      <w:pPr>
        <w:rPr>
          <w:rFonts w:ascii="Univers Com 47 Light Cond" w:hAnsi="Univers Com 47 Light Cond" w:cs="Arial"/>
        </w:rPr>
      </w:pPr>
      <w:bookmarkStart w:id="1" w:name="_GoBack"/>
      <w:r>
        <w:rPr>
          <w:rFonts w:ascii="Univers Com 47 Light Cond" w:hAnsi="Univers Com 47 Light Cond" w:cs="Arial"/>
          <w:noProof/>
        </w:rPr>
        <w:drawing>
          <wp:inline distT="0" distB="0" distL="0" distR="0">
            <wp:extent cx="2670371" cy="267037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71323" cy="2671323"/>
                    </a:xfrm>
                    <a:prstGeom prst="rect">
                      <a:avLst/>
                    </a:prstGeom>
                    <a:noFill/>
                    <a:ln>
                      <a:noFill/>
                    </a:ln>
                  </pic:spPr>
                </pic:pic>
              </a:graphicData>
            </a:graphic>
          </wp:inline>
        </w:drawing>
      </w:r>
      <w:bookmarkEnd w:id="1"/>
    </w:p>
    <w:p w:rsidR="00E54646" w:rsidRDefault="00E54646" w:rsidP="00AB0709">
      <w:pPr>
        <w:rPr>
          <w:rFonts w:ascii="Univers Com 47 Light Cond" w:hAnsi="Univers Com 47 Light Cond" w:cs="Arial"/>
        </w:rPr>
      </w:pPr>
    </w:p>
    <w:p w:rsidR="00AB0709" w:rsidRPr="00FC0B6A" w:rsidRDefault="00AB0709" w:rsidP="00AB0709">
      <w:pPr>
        <w:rPr>
          <w:rFonts w:ascii="Univers Com 47 Light Cond" w:hAnsi="Univers Com 47 Light Cond" w:cs="Arial"/>
        </w:rPr>
      </w:pPr>
      <w:r w:rsidRPr="00FC0B6A">
        <w:rPr>
          <w:rFonts w:ascii="Univers Com 47 Light Cond" w:hAnsi="Univers Com 47 Light Cond" w:cs="Arial"/>
        </w:rPr>
        <w:t>Dallmer_</w:t>
      </w:r>
      <w:r w:rsidR="00D46EEB" w:rsidRPr="00FC0B6A">
        <w:rPr>
          <w:rFonts w:ascii="Univers Com 47 Light Cond" w:hAnsi="Univers Com 47 Light Cond" w:cs="Arial"/>
        </w:rPr>
        <w:t>Bitumen</w:t>
      </w:r>
      <w:r w:rsidRPr="00FC0B6A">
        <w:rPr>
          <w:rFonts w:ascii="Univers Com 47 Light Cond" w:hAnsi="Univers Com 47 Light Cond" w:cs="Arial"/>
        </w:rPr>
        <w:t>_0</w:t>
      </w:r>
      <w:r w:rsidR="005A3B1D" w:rsidRPr="00FC0B6A">
        <w:rPr>
          <w:rFonts w:ascii="Univers Com 47 Light Cond" w:hAnsi="Univers Com 47 Light Cond" w:cs="Arial"/>
        </w:rPr>
        <w:t>1</w:t>
      </w:r>
      <w:r w:rsidRPr="00FC0B6A">
        <w:rPr>
          <w:rFonts w:ascii="Univers Com 47 Light Cond" w:hAnsi="Univers Com 47 Light Cond" w:cs="Arial"/>
        </w:rPr>
        <w:t>.jpg</w:t>
      </w:r>
    </w:p>
    <w:p w:rsidR="00680FCF" w:rsidRPr="00FC0B6A" w:rsidRDefault="00680FCF" w:rsidP="00AB0709">
      <w:pPr>
        <w:rPr>
          <w:rFonts w:ascii="Univers Com 47 Light Cond" w:hAnsi="Univers Com 47 Light Cond" w:cs="Arial"/>
        </w:rPr>
      </w:pPr>
    </w:p>
    <w:p w:rsidR="00680FCF" w:rsidRPr="00616DD2" w:rsidRDefault="00616DD2" w:rsidP="00AB0709">
      <w:pPr>
        <w:rPr>
          <w:rFonts w:ascii="Univers Com 47 Light Cond" w:hAnsi="Univers Com 47 Light Cond" w:cs="Arial"/>
        </w:rPr>
      </w:pPr>
      <w:r w:rsidRPr="00616DD2">
        <w:rPr>
          <w:rFonts w:ascii="Univers Com 47 Light Cond" w:hAnsi="Univers Com 47 Light Cond" w:cs="Arial"/>
        </w:rPr>
        <w:t xml:space="preserve">Die neuen </w:t>
      </w:r>
      <w:bookmarkStart w:id="2" w:name="_Hlk187325320"/>
      <w:proofErr w:type="spellStart"/>
      <w:r w:rsidRPr="00616DD2">
        <w:rPr>
          <w:rFonts w:ascii="Univers Com 47 Light Cond" w:hAnsi="Univers Com 47 Light Cond" w:cs="Arial"/>
        </w:rPr>
        <w:t>Dallmer</w:t>
      </w:r>
      <w:proofErr w:type="spellEnd"/>
      <w:r w:rsidRPr="00616DD2">
        <w:rPr>
          <w:rFonts w:ascii="Univers Com 47 Light Cond" w:hAnsi="Univers Com 47 Light Cond" w:cs="Arial"/>
        </w:rPr>
        <w:t xml:space="preserve"> Bitumenmanschetten </w:t>
      </w:r>
      <w:bookmarkEnd w:id="2"/>
      <w:r w:rsidRPr="00616DD2">
        <w:rPr>
          <w:rFonts w:ascii="Univers Com 47 Light Cond" w:hAnsi="Univers Com 47 Light Cond" w:cs="Arial"/>
        </w:rPr>
        <w:t>s</w:t>
      </w:r>
      <w:r>
        <w:rPr>
          <w:rFonts w:ascii="Univers Com 47 Light Cond" w:hAnsi="Univers Com 47 Light Cond" w:cs="Arial"/>
        </w:rPr>
        <w:t>chützen das Bauwerk zuverlässig vor aufsteigender Kapillarfeuchtigkeit.</w:t>
      </w:r>
    </w:p>
    <w:p w:rsidR="00AB0709" w:rsidRPr="00616DD2" w:rsidRDefault="00AB0709" w:rsidP="00AB0709">
      <w:pPr>
        <w:rPr>
          <w:rFonts w:ascii="Univers Com 47 Light Cond" w:hAnsi="Univers Com 47 Light Cond" w:cs="Arial"/>
        </w:rPr>
      </w:pPr>
    </w:p>
    <w:p w:rsidR="001E0EF6" w:rsidRPr="00616DD2" w:rsidRDefault="00AB0709" w:rsidP="00091DB9">
      <w:pPr>
        <w:rPr>
          <w:rFonts w:ascii="Univers Com 47 Light Cond" w:hAnsi="Univers Com 47 Light Cond" w:cs="Arial"/>
          <w:lang w:val="en-GB"/>
        </w:rPr>
      </w:pPr>
      <w:proofErr w:type="spellStart"/>
      <w:r w:rsidRPr="00616DD2">
        <w:rPr>
          <w:rFonts w:ascii="Univers Com 47 Light Cond" w:hAnsi="Univers Com 47 Light Cond" w:cs="Arial"/>
          <w:lang w:val="en-GB"/>
        </w:rPr>
        <w:t>Foto</w:t>
      </w:r>
      <w:proofErr w:type="spellEnd"/>
      <w:r w:rsidRPr="00616DD2">
        <w:rPr>
          <w:rFonts w:ascii="Univers Com 47 Light Cond" w:hAnsi="Univers Com 47 Light Cond" w:cs="Arial"/>
          <w:lang w:val="en-GB"/>
        </w:rPr>
        <w:t xml:space="preserve">: </w:t>
      </w:r>
      <w:proofErr w:type="spellStart"/>
      <w:r w:rsidRPr="00616DD2">
        <w:rPr>
          <w:rFonts w:ascii="Univers Com 47 Light Cond" w:hAnsi="Univers Com 47 Light Cond" w:cs="Arial"/>
          <w:lang w:val="en-GB"/>
        </w:rPr>
        <w:t>Dallmer</w:t>
      </w:r>
      <w:proofErr w:type="spellEnd"/>
      <w:r w:rsidR="00303D67" w:rsidRPr="00616DD2">
        <w:rPr>
          <w:rFonts w:ascii="Univers Com 47 Light Cond" w:hAnsi="Univers Com 47 Light Cond" w:cs="Arial"/>
          <w:lang w:val="en-GB"/>
        </w:rPr>
        <w:t xml:space="preserve"> GmbH + Co. KG</w:t>
      </w:r>
    </w:p>
    <w:p w:rsidR="002E7261" w:rsidRPr="00616DD2" w:rsidRDefault="002E7261" w:rsidP="00091DB9">
      <w:pPr>
        <w:rPr>
          <w:rFonts w:ascii="Univers Com 47 Light Cond" w:hAnsi="Univers Com 47 Light Cond" w:cs="Arial"/>
          <w:lang w:val="en-GB"/>
        </w:rPr>
      </w:pPr>
    </w:p>
    <w:p w:rsidR="009005A5" w:rsidRDefault="00800715" w:rsidP="00091DB9">
      <w:pPr>
        <w:rPr>
          <w:rFonts w:ascii="Univers Com 47 Light Cond" w:hAnsi="Univers Com 47 Light Cond" w:cs="Arial"/>
        </w:rPr>
      </w:pPr>
      <w:r>
        <w:rPr>
          <w:rFonts w:ascii="Univers Com 47 Light Cond" w:hAnsi="Univers Com 47 Light Cond" w:cs="Arial"/>
          <w:noProof/>
        </w:rPr>
        <w:drawing>
          <wp:inline distT="0" distB="0" distL="0" distR="0">
            <wp:extent cx="2314575" cy="231457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14575" cy="2314575"/>
                    </a:xfrm>
                    <a:prstGeom prst="rect">
                      <a:avLst/>
                    </a:prstGeom>
                    <a:noFill/>
                    <a:ln>
                      <a:noFill/>
                    </a:ln>
                  </pic:spPr>
                </pic:pic>
              </a:graphicData>
            </a:graphic>
          </wp:inline>
        </w:drawing>
      </w:r>
    </w:p>
    <w:p w:rsidR="00E54646" w:rsidRDefault="00E54646" w:rsidP="00091DB9">
      <w:pPr>
        <w:rPr>
          <w:rFonts w:ascii="Univers Com 47 Light Cond" w:hAnsi="Univers Com 47 Light Cond" w:cs="Arial"/>
        </w:rPr>
      </w:pPr>
    </w:p>
    <w:p w:rsidR="00D46EEB" w:rsidRPr="003B33B2" w:rsidRDefault="00D46EEB" w:rsidP="00D46EEB">
      <w:pPr>
        <w:rPr>
          <w:rFonts w:ascii="Univers Com 47 Light Cond" w:hAnsi="Univers Com 47 Light Cond" w:cs="Arial"/>
        </w:rPr>
      </w:pPr>
      <w:r w:rsidRPr="003B33B2">
        <w:rPr>
          <w:rFonts w:ascii="Univers Com 47 Light Cond" w:hAnsi="Univers Com 47 Light Cond" w:cs="Arial"/>
        </w:rPr>
        <w:t>Dallmer_Bitumen_02.jpg</w:t>
      </w:r>
    </w:p>
    <w:p w:rsidR="00D46EEB" w:rsidRPr="003B33B2" w:rsidRDefault="00D46EEB" w:rsidP="00D46EEB">
      <w:pPr>
        <w:rPr>
          <w:rFonts w:ascii="Univers Com 47 Light Cond" w:hAnsi="Univers Com 47 Light Cond" w:cs="Arial"/>
        </w:rPr>
      </w:pPr>
    </w:p>
    <w:p w:rsidR="00D46EEB" w:rsidRDefault="00B41163" w:rsidP="00B41163">
      <w:pPr>
        <w:rPr>
          <w:rFonts w:ascii="Univers Com 47 Light Cond" w:hAnsi="Univers Com 47 Light Cond" w:cs="Arial"/>
        </w:rPr>
      </w:pPr>
      <w:r w:rsidRPr="00B41163">
        <w:rPr>
          <w:rFonts w:ascii="Univers Com 47 Light Cond" w:hAnsi="Univers Com 47 Light Cond" w:cs="Arial"/>
        </w:rPr>
        <w:t xml:space="preserve">Die neu entwickelte </w:t>
      </w:r>
      <w:proofErr w:type="spellStart"/>
      <w:r w:rsidRPr="00B41163">
        <w:rPr>
          <w:rFonts w:ascii="Univers Com 47 Light Cond" w:hAnsi="Univers Com 47 Light Cond" w:cs="Arial"/>
        </w:rPr>
        <w:t>Dallmer</w:t>
      </w:r>
      <w:proofErr w:type="spellEnd"/>
      <w:r w:rsidRPr="00B41163">
        <w:rPr>
          <w:rFonts w:ascii="Univers Com 47 Light Cond" w:hAnsi="Univers Com 47 Light Cond" w:cs="Arial"/>
        </w:rPr>
        <w:t xml:space="preserve"> Bitumenmanschette ist in den Nennweiten DN 50 und DN 100 erhältlich und punktet mit ihrer besonders einfachen Montage.</w:t>
      </w:r>
    </w:p>
    <w:p w:rsidR="003B5D0D" w:rsidRPr="003B33B2" w:rsidRDefault="003B5D0D" w:rsidP="00D46EEB">
      <w:pPr>
        <w:rPr>
          <w:rFonts w:ascii="Univers Com 47 Light Cond" w:hAnsi="Univers Com 47 Light Cond" w:cs="Arial"/>
        </w:rPr>
      </w:pPr>
    </w:p>
    <w:p w:rsidR="00D46EEB" w:rsidRDefault="00D46EEB" w:rsidP="00D46EEB">
      <w:pPr>
        <w:rPr>
          <w:lang w:val="en-GB"/>
        </w:rPr>
      </w:pPr>
      <w:proofErr w:type="spellStart"/>
      <w:r w:rsidRPr="00D46EEB">
        <w:rPr>
          <w:rFonts w:ascii="Univers Com 47 Light Cond" w:hAnsi="Univers Com 47 Light Cond" w:cs="Arial"/>
          <w:lang w:val="en-GB"/>
        </w:rPr>
        <w:t>Foto</w:t>
      </w:r>
      <w:proofErr w:type="spellEnd"/>
      <w:r w:rsidRPr="00D46EEB">
        <w:rPr>
          <w:rFonts w:ascii="Univers Com 47 Light Cond" w:hAnsi="Univers Com 47 Light Cond" w:cs="Arial"/>
          <w:lang w:val="en-GB"/>
        </w:rPr>
        <w:t xml:space="preserve">: </w:t>
      </w:r>
      <w:proofErr w:type="spellStart"/>
      <w:r w:rsidRPr="00D46EEB">
        <w:rPr>
          <w:rFonts w:ascii="Univers Com 47 Light Cond" w:hAnsi="Univers Com 47 Light Cond" w:cs="Arial"/>
          <w:lang w:val="en-GB"/>
        </w:rPr>
        <w:t>Dallmer</w:t>
      </w:r>
      <w:proofErr w:type="spellEnd"/>
      <w:r w:rsidRPr="00D46EEB">
        <w:rPr>
          <w:rFonts w:ascii="Univers Com 47 Light Cond" w:hAnsi="Univers Com 47 Light Cond" w:cs="Arial"/>
          <w:lang w:val="en-GB"/>
        </w:rPr>
        <w:t xml:space="preserve"> GmbH + Co. KG</w:t>
      </w:r>
      <w:r w:rsidRPr="00D46EEB">
        <w:rPr>
          <w:lang w:val="en-GB"/>
        </w:rPr>
        <w:t xml:space="preserve"> </w:t>
      </w:r>
    </w:p>
    <w:p w:rsidR="00D46EEB" w:rsidRDefault="00D46EEB" w:rsidP="00D46EEB">
      <w:pPr>
        <w:rPr>
          <w:rFonts w:ascii="Univers Com 47 Light Cond" w:hAnsi="Univers Com 47 Light Cond" w:cs="Arial"/>
          <w:lang w:val="en-GB"/>
        </w:rPr>
      </w:pPr>
    </w:p>
    <w:p w:rsidR="00800715" w:rsidRDefault="00800715" w:rsidP="00D46EEB">
      <w:pPr>
        <w:rPr>
          <w:rFonts w:ascii="Univers Com 47 Light Cond" w:hAnsi="Univers Com 47 Light Cond" w:cs="Arial"/>
          <w:lang w:val="en-GB"/>
        </w:rPr>
      </w:pPr>
    </w:p>
    <w:p w:rsidR="00800715" w:rsidRDefault="00E03686" w:rsidP="00D46EEB">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extent cx="2848674" cy="1602223"/>
            <wp:effectExtent l="0" t="0" r="889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852072" cy="1604134"/>
                    </a:xfrm>
                    <a:prstGeom prst="rect">
                      <a:avLst/>
                    </a:prstGeom>
                    <a:noFill/>
                    <a:ln>
                      <a:noFill/>
                    </a:ln>
                  </pic:spPr>
                </pic:pic>
              </a:graphicData>
            </a:graphic>
          </wp:inline>
        </w:drawing>
      </w:r>
    </w:p>
    <w:p w:rsidR="00800715" w:rsidRDefault="00800715" w:rsidP="00D46EEB">
      <w:pPr>
        <w:rPr>
          <w:rFonts w:ascii="Univers Com 47 Light Cond" w:hAnsi="Univers Com 47 Light Cond" w:cs="Arial"/>
          <w:lang w:val="en-GB"/>
        </w:rPr>
      </w:pPr>
    </w:p>
    <w:p w:rsidR="00D46EEB" w:rsidRPr="001B077F" w:rsidRDefault="00D46EEB" w:rsidP="00D46EEB">
      <w:pPr>
        <w:rPr>
          <w:rFonts w:ascii="Univers Com 47 Light Cond" w:hAnsi="Univers Com 47 Light Cond" w:cs="Arial"/>
        </w:rPr>
      </w:pPr>
      <w:r w:rsidRPr="001B077F">
        <w:rPr>
          <w:rFonts w:ascii="Univers Com 47 Light Cond" w:hAnsi="Univers Com 47 Light Cond" w:cs="Arial"/>
        </w:rPr>
        <w:t>Dallmer_Bitumen_03.jpg</w:t>
      </w:r>
    </w:p>
    <w:p w:rsidR="00D46EEB" w:rsidRPr="001B077F" w:rsidRDefault="00D46EEB" w:rsidP="00D46EEB">
      <w:pPr>
        <w:rPr>
          <w:rFonts w:ascii="Univers Com 47 Light Cond" w:hAnsi="Univers Com 47 Light Cond" w:cs="Arial"/>
        </w:rPr>
      </w:pPr>
    </w:p>
    <w:p w:rsidR="00D46EEB" w:rsidRPr="001B077F" w:rsidRDefault="001B077F" w:rsidP="001B077F">
      <w:pPr>
        <w:rPr>
          <w:rFonts w:ascii="Univers Com 47 Light Cond" w:hAnsi="Univers Com 47 Light Cond" w:cs="Arial"/>
        </w:rPr>
      </w:pPr>
      <w:r w:rsidRPr="001B077F">
        <w:rPr>
          <w:rFonts w:ascii="Univers Com 47 Light Cond" w:hAnsi="Univers Com 47 Light Cond" w:cs="Arial"/>
        </w:rPr>
        <w:t>Bisher: Einschalung und Aussparung zur Freimachung für das Einlassen der Ablaufgehäuse in die Bodenplatte erforderlich.</w:t>
      </w:r>
    </w:p>
    <w:p w:rsidR="00D46EEB" w:rsidRPr="001B077F" w:rsidRDefault="00D46EEB" w:rsidP="00D46EEB">
      <w:pPr>
        <w:rPr>
          <w:rFonts w:ascii="Univers Com 47 Light Cond" w:hAnsi="Univers Com 47 Light Cond" w:cs="Arial"/>
        </w:rPr>
      </w:pPr>
    </w:p>
    <w:p w:rsidR="00D46EEB" w:rsidRPr="00D46EEB" w:rsidRDefault="00D46EEB" w:rsidP="00D46EEB">
      <w:pPr>
        <w:rPr>
          <w:rFonts w:ascii="Univers Com 47 Light Cond" w:hAnsi="Univers Com 47 Light Cond" w:cs="Arial"/>
          <w:lang w:val="en-GB"/>
        </w:rPr>
      </w:pPr>
      <w:proofErr w:type="spellStart"/>
      <w:r w:rsidRPr="00D46EEB">
        <w:rPr>
          <w:rFonts w:ascii="Univers Com 47 Light Cond" w:hAnsi="Univers Com 47 Light Cond" w:cs="Arial"/>
          <w:lang w:val="en-GB"/>
        </w:rPr>
        <w:t>Foto</w:t>
      </w:r>
      <w:proofErr w:type="spellEnd"/>
      <w:r w:rsidRPr="00D46EEB">
        <w:rPr>
          <w:rFonts w:ascii="Univers Com 47 Light Cond" w:hAnsi="Univers Com 47 Light Cond" w:cs="Arial"/>
          <w:lang w:val="en-GB"/>
        </w:rPr>
        <w:t xml:space="preserve">: </w:t>
      </w:r>
      <w:proofErr w:type="spellStart"/>
      <w:r w:rsidRPr="00D46EEB">
        <w:rPr>
          <w:rFonts w:ascii="Univers Com 47 Light Cond" w:hAnsi="Univers Com 47 Light Cond" w:cs="Arial"/>
          <w:lang w:val="en-GB"/>
        </w:rPr>
        <w:t>Dallmer</w:t>
      </w:r>
      <w:proofErr w:type="spellEnd"/>
      <w:r w:rsidRPr="00D46EEB">
        <w:rPr>
          <w:rFonts w:ascii="Univers Com 47 Light Cond" w:hAnsi="Univers Com 47 Light Cond" w:cs="Arial"/>
          <w:lang w:val="en-GB"/>
        </w:rPr>
        <w:t xml:space="preserve"> GmbH + Co. KG</w:t>
      </w:r>
    </w:p>
    <w:p w:rsidR="001B077F" w:rsidRDefault="001B077F" w:rsidP="00D46EEB">
      <w:pPr>
        <w:rPr>
          <w:rFonts w:ascii="Univers Com 47 Light Cond" w:hAnsi="Univers Com 47 Light Cond" w:cs="Arial"/>
          <w:lang w:val="en-GB"/>
        </w:rPr>
      </w:pPr>
    </w:p>
    <w:p w:rsidR="001B077F" w:rsidRDefault="001B077F" w:rsidP="00D46EEB">
      <w:pPr>
        <w:rPr>
          <w:rFonts w:ascii="Univers Com 47 Light Cond" w:hAnsi="Univers Com 47 Light Cond" w:cs="Arial"/>
          <w:lang w:val="en-GB"/>
        </w:rPr>
      </w:pPr>
    </w:p>
    <w:p w:rsidR="001B077F" w:rsidRPr="00D46EEB" w:rsidRDefault="00E03686" w:rsidP="00D46EEB">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extent cx="2840304" cy="1600339"/>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46319" cy="1603728"/>
                    </a:xfrm>
                    <a:prstGeom prst="rect">
                      <a:avLst/>
                    </a:prstGeom>
                    <a:noFill/>
                    <a:ln>
                      <a:noFill/>
                    </a:ln>
                  </pic:spPr>
                </pic:pic>
              </a:graphicData>
            </a:graphic>
          </wp:inline>
        </w:drawing>
      </w:r>
    </w:p>
    <w:p w:rsidR="00D46EEB" w:rsidRPr="00D46EEB" w:rsidRDefault="00D46EEB" w:rsidP="00D46EEB">
      <w:pPr>
        <w:rPr>
          <w:rFonts w:ascii="Univers Com 47 Light Cond" w:hAnsi="Univers Com 47 Light Cond" w:cs="Arial"/>
          <w:lang w:val="en-GB"/>
        </w:rPr>
      </w:pPr>
    </w:p>
    <w:p w:rsidR="00D46EEB" w:rsidRPr="00D46EEB" w:rsidRDefault="00D46EEB" w:rsidP="00D46EEB">
      <w:pPr>
        <w:rPr>
          <w:rFonts w:ascii="Univers Com 47 Light Cond" w:hAnsi="Univers Com 47 Light Cond" w:cs="Arial"/>
          <w:lang w:val="en-GB"/>
        </w:rPr>
      </w:pPr>
    </w:p>
    <w:p w:rsidR="00D46EEB" w:rsidRPr="002E54C0" w:rsidRDefault="00D46EEB" w:rsidP="00D46EEB">
      <w:pPr>
        <w:rPr>
          <w:rFonts w:ascii="Univers Com 47 Light Cond" w:hAnsi="Univers Com 47 Light Cond" w:cs="Arial"/>
        </w:rPr>
      </w:pPr>
      <w:r w:rsidRPr="002E54C0">
        <w:rPr>
          <w:rFonts w:ascii="Univers Com 47 Light Cond" w:hAnsi="Univers Com 47 Light Cond" w:cs="Arial"/>
        </w:rPr>
        <w:t>Dallmer_Bitumen_04.jpg</w:t>
      </w:r>
    </w:p>
    <w:p w:rsidR="00D46EEB" w:rsidRPr="002E54C0" w:rsidRDefault="00D46EEB" w:rsidP="00D46EEB">
      <w:pPr>
        <w:rPr>
          <w:rFonts w:ascii="Univers Com 47 Light Cond" w:hAnsi="Univers Com 47 Light Cond" w:cs="Arial"/>
        </w:rPr>
      </w:pPr>
    </w:p>
    <w:p w:rsidR="00D46EEB" w:rsidRPr="002E54C0" w:rsidRDefault="002E54C0" w:rsidP="002E54C0">
      <w:pPr>
        <w:rPr>
          <w:rFonts w:ascii="Univers Com 47 Light Cond" w:hAnsi="Univers Com 47 Light Cond" w:cs="Arial"/>
        </w:rPr>
      </w:pPr>
      <w:r w:rsidRPr="002E54C0">
        <w:rPr>
          <w:rFonts w:ascii="Univers Com 47 Light Cond" w:hAnsi="Univers Com 47 Light Cond" w:cs="Arial"/>
        </w:rPr>
        <w:t>Neu: vollständiges Gießen der Bodenplatte möglich. Keine Aussparung in der Bodenplatte notwendig.</w:t>
      </w:r>
    </w:p>
    <w:p w:rsidR="00D46EEB" w:rsidRPr="002E54C0" w:rsidRDefault="00D46EEB" w:rsidP="00D46EEB">
      <w:pPr>
        <w:rPr>
          <w:rFonts w:ascii="Univers Com 47 Light Cond" w:hAnsi="Univers Com 47 Light Cond" w:cs="Arial"/>
        </w:rPr>
      </w:pPr>
    </w:p>
    <w:p w:rsidR="00DB4E09" w:rsidRDefault="00D46EEB" w:rsidP="00D46EEB">
      <w:pPr>
        <w:rPr>
          <w:rFonts w:ascii="Univers Com 47 Light Cond" w:hAnsi="Univers Com 47 Light Cond" w:cs="Arial"/>
        </w:rPr>
      </w:pPr>
      <w:proofErr w:type="spellStart"/>
      <w:r w:rsidRPr="00D46EEB">
        <w:rPr>
          <w:rFonts w:ascii="Univers Com 47 Light Cond" w:hAnsi="Univers Com 47 Light Cond" w:cs="Arial"/>
          <w:lang w:val="en-GB"/>
        </w:rPr>
        <w:t>Foto</w:t>
      </w:r>
      <w:proofErr w:type="spellEnd"/>
      <w:r w:rsidRPr="00D46EEB">
        <w:rPr>
          <w:rFonts w:ascii="Univers Com 47 Light Cond" w:hAnsi="Univers Com 47 Light Cond" w:cs="Arial"/>
          <w:lang w:val="en-GB"/>
        </w:rPr>
        <w:t xml:space="preserve">: </w:t>
      </w:r>
      <w:proofErr w:type="spellStart"/>
      <w:r w:rsidRPr="00D46EEB">
        <w:rPr>
          <w:rFonts w:ascii="Univers Com 47 Light Cond" w:hAnsi="Univers Com 47 Light Cond" w:cs="Arial"/>
          <w:lang w:val="en-GB"/>
        </w:rPr>
        <w:t>Dallmer</w:t>
      </w:r>
      <w:proofErr w:type="spellEnd"/>
      <w:r w:rsidRPr="00D46EEB">
        <w:rPr>
          <w:rFonts w:ascii="Univers Com 47 Light Cond" w:hAnsi="Univers Com 47 Light Cond" w:cs="Arial"/>
          <w:lang w:val="en-GB"/>
        </w:rPr>
        <w:t xml:space="preserve"> GmbH + Co. </w:t>
      </w:r>
      <w:r w:rsidRPr="00D46EEB">
        <w:rPr>
          <w:rFonts w:ascii="Univers Com 47 Light Cond" w:hAnsi="Univers Com 47 Light Cond" w:cs="Arial"/>
        </w:rPr>
        <w:t>KG</w:t>
      </w:r>
    </w:p>
    <w:p w:rsidR="00D46EEB" w:rsidRDefault="00D46EEB" w:rsidP="00D46EEB">
      <w:pPr>
        <w:rPr>
          <w:rFonts w:ascii="Univers Com 47 Light Cond" w:hAnsi="Univers Com 47 Light Cond" w:cs="Arial"/>
        </w:rPr>
      </w:pPr>
    </w:p>
    <w:p w:rsidR="00D46EEB" w:rsidRDefault="00D46EEB" w:rsidP="00D46EEB">
      <w:pPr>
        <w:rPr>
          <w:rFonts w:ascii="Univers Com 47 Light Cond" w:hAnsi="Univers Com 47 Light Cond" w:cs="Arial"/>
        </w:rPr>
      </w:pPr>
    </w:p>
    <w:p w:rsidR="00D46EEB" w:rsidRDefault="00D46EEB" w:rsidP="00D46EEB">
      <w:pPr>
        <w:rPr>
          <w:rFonts w:ascii="Univers Com 47 Light Cond" w:hAnsi="Univers Com 47 Light Cond" w:cs="Arial"/>
        </w:rPr>
      </w:pPr>
    </w:p>
    <w:p w:rsidR="00D46EEB" w:rsidRDefault="00D46EEB" w:rsidP="00D46EEB">
      <w:pPr>
        <w:rPr>
          <w:rFonts w:ascii="Univers Com 47 Light Cond" w:hAnsi="Univers Com 47 Light Cond" w:cs="Arial"/>
        </w:rPr>
      </w:pPr>
    </w:p>
    <w:p w:rsidR="00800715" w:rsidRDefault="00800715" w:rsidP="00D46EEB">
      <w:pPr>
        <w:rPr>
          <w:rFonts w:ascii="Univers Com 47 Light Cond" w:hAnsi="Univers Com 47 Light Cond" w:cs="Arial"/>
        </w:rPr>
      </w:pPr>
    </w:p>
    <w:p w:rsidR="00800715" w:rsidRDefault="00800715" w:rsidP="00D46EEB">
      <w:pPr>
        <w:rPr>
          <w:rFonts w:ascii="Univers Com 47 Light Cond" w:hAnsi="Univers Com 47 Light Cond" w:cs="Arial"/>
        </w:rPr>
      </w:pPr>
    </w:p>
    <w:p w:rsidR="00800715" w:rsidRDefault="00800715" w:rsidP="00D46EEB">
      <w:pPr>
        <w:rPr>
          <w:rFonts w:ascii="Univers Com 47 Light Cond" w:hAnsi="Univers Com 47 Light Cond" w:cs="Arial"/>
        </w:rPr>
      </w:pPr>
      <w:r>
        <w:rPr>
          <w:rFonts w:ascii="Univers Com 47 Light Cond" w:hAnsi="Univers Com 47 Light Cond" w:cs="Arial"/>
          <w:noProof/>
        </w:rPr>
        <w:drawing>
          <wp:inline distT="0" distB="0" distL="0" distR="0">
            <wp:extent cx="2914650" cy="1637100"/>
            <wp:effectExtent l="0" t="0" r="0" b="127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925278" cy="1643069"/>
                    </a:xfrm>
                    <a:prstGeom prst="rect">
                      <a:avLst/>
                    </a:prstGeom>
                    <a:noFill/>
                    <a:ln>
                      <a:noFill/>
                    </a:ln>
                  </pic:spPr>
                </pic:pic>
              </a:graphicData>
            </a:graphic>
          </wp:inline>
        </w:drawing>
      </w:r>
    </w:p>
    <w:p w:rsidR="00D46EEB" w:rsidRDefault="00D46EEB" w:rsidP="00D46EEB">
      <w:pPr>
        <w:rPr>
          <w:rFonts w:ascii="Univers Com 47 Light Cond" w:hAnsi="Univers Com 47 Light Cond" w:cs="Arial"/>
        </w:rPr>
      </w:pPr>
    </w:p>
    <w:p w:rsidR="00D46EEB" w:rsidRPr="004657D5" w:rsidRDefault="00D46EEB" w:rsidP="00D46EEB">
      <w:pPr>
        <w:rPr>
          <w:rFonts w:ascii="Univers Com 47 Light Cond" w:hAnsi="Univers Com 47 Light Cond" w:cs="Arial"/>
        </w:rPr>
      </w:pPr>
      <w:r w:rsidRPr="004657D5">
        <w:rPr>
          <w:rFonts w:ascii="Univers Com 47 Light Cond" w:hAnsi="Univers Com 47 Light Cond" w:cs="Arial"/>
        </w:rPr>
        <w:t>Dallmer_Bitumen_05.jpg</w:t>
      </w:r>
    </w:p>
    <w:p w:rsidR="00D46EEB" w:rsidRPr="004657D5" w:rsidRDefault="00D46EEB" w:rsidP="00D46EEB">
      <w:pPr>
        <w:rPr>
          <w:rFonts w:ascii="Univers Com 47 Light Cond" w:hAnsi="Univers Com 47 Light Cond" w:cs="Arial"/>
        </w:rPr>
      </w:pPr>
    </w:p>
    <w:p w:rsidR="004657D5" w:rsidRPr="004657D5" w:rsidRDefault="004657D5" w:rsidP="004657D5">
      <w:pPr>
        <w:rPr>
          <w:rFonts w:ascii="Univers Com 47 Light Cond" w:hAnsi="Univers Com 47 Light Cond" w:cs="Arial"/>
        </w:rPr>
      </w:pPr>
      <w:r w:rsidRPr="004657D5">
        <w:rPr>
          <w:rFonts w:ascii="Univers Com 47 Light Cond" w:hAnsi="Univers Com 47 Light Cond" w:cs="Arial"/>
        </w:rPr>
        <w:t>Schritt 1</w:t>
      </w:r>
    </w:p>
    <w:p w:rsidR="00D46EEB" w:rsidRPr="004657D5" w:rsidRDefault="004657D5" w:rsidP="004657D5">
      <w:pPr>
        <w:rPr>
          <w:rFonts w:ascii="Univers Com 47 Light Cond" w:hAnsi="Univers Com 47 Light Cond" w:cs="Arial"/>
        </w:rPr>
      </w:pPr>
      <w:r w:rsidRPr="004657D5">
        <w:rPr>
          <w:rFonts w:ascii="Univers Com 47 Light Cond" w:hAnsi="Univers Com 47 Light Cond" w:cs="Arial"/>
        </w:rPr>
        <w:t>Die montagefertige Bitumenmanschette lässt sich direkt installieren. Die integrierte Positionierhilfe sorgt für die einfache und optimale Ausrichtung.</w:t>
      </w:r>
    </w:p>
    <w:p w:rsidR="00D46EEB" w:rsidRPr="004657D5" w:rsidRDefault="00D46EEB" w:rsidP="00D46EEB">
      <w:pPr>
        <w:rPr>
          <w:rFonts w:ascii="Univers Com 47 Light Cond" w:hAnsi="Univers Com 47 Light Cond" w:cs="Arial"/>
        </w:rPr>
      </w:pPr>
    </w:p>
    <w:p w:rsidR="00D46EEB" w:rsidRPr="00D46EEB" w:rsidRDefault="00D46EEB" w:rsidP="00D46EEB">
      <w:pPr>
        <w:rPr>
          <w:rFonts w:ascii="Univers Com 47 Light Cond" w:hAnsi="Univers Com 47 Light Cond" w:cs="Arial"/>
          <w:lang w:val="en-GB"/>
        </w:rPr>
      </w:pPr>
      <w:proofErr w:type="spellStart"/>
      <w:r w:rsidRPr="00D46EEB">
        <w:rPr>
          <w:rFonts w:ascii="Univers Com 47 Light Cond" w:hAnsi="Univers Com 47 Light Cond" w:cs="Arial"/>
          <w:lang w:val="en-GB"/>
        </w:rPr>
        <w:t>Foto</w:t>
      </w:r>
      <w:proofErr w:type="spellEnd"/>
      <w:r w:rsidRPr="00D46EEB">
        <w:rPr>
          <w:rFonts w:ascii="Univers Com 47 Light Cond" w:hAnsi="Univers Com 47 Light Cond" w:cs="Arial"/>
          <w:lang w:val="en-GB"/>
        </w:rPr>
        <w:t xml:space="preserve">: </w:t>
      </w:r>
      <w:proofErr w:type="spellStart"/>
      <w:r w:rsidRPr="00D46EEB">
        <w:rPr>
          <w:rFonts w:ascii="Univers Com 47 Light Cond" w:hAnsi="Univers Com 47 Light Cond" w:cs="Arial"/>
          <w:lang w:val="en-GB"/>
        </w:rPr>
        <w:t>Dallmer</w:t>
      </w:r>
      <w:proofErr w:type="spellEnd"/>
      <w:r w:rsidRPr="00D46EEB">
        <w:rPr>
          <w:rFonts w:ascii="Univers Com 47 Light Cond" w:hAnsi="Univers Com 47 Light Cond" w:cs="Arial"/>
          <w:lang w:val="en-GB"/>
        </w:rPr>
        <w:t xml:space="preserve"> GmbH + Co. KG</w:t>
      </w:r>
    </w:p>
    <w:p w:rsidR="00D46EEB" w:rsidRPr="00D46EEB" w:rsidRDefault="00D46EEB" w:rsidP="00D46EEB">
      <w:pPr>
        <w:rPr>
          <w:rFonts w:ascii="Univers Com 47 Light Cond" w:hAnsi="Univers Com 47 Light Cond" w:cs="Arial"/>
          <w:lang w:val="en-GB"/>
        </w:rPr>
      </w:pPr>
    </w:p>
    <w:p w:rsidR="00D46EEB" w:rsidRDefault="00D46EEB" w:rsidP="00D46EEB">
      <w:pPr>
        <w:rPr>
          <w:rFonts w:ascii="Univers Com 47 Light Cond" w:hAnsi="Univers Com 47 Light Cond" w:cs="Arial"/>
          <w:lang w:val="en-GB"/>
        </w:rPr>
      </w:pPr>
    </w:p>
    <w:p w:rsidR="00800715" w:rsidRDefault="00800715" w:rsidP="00D46EEB">
      <w:pPr>
        <w:rPr>
          <w:rFonts w:ascii="Univers Com 47 Light Cond" w:hAnsi="Univers Com 47 Light Cond" w:cs="Arial"/>
          <w:lang w:val="en-GB"/>
        </w:rPr>
      </w:pPr>
    </w:p>
    <w:p w:rsidR="00800715" w:rsidRDefault="00800715" w:rsidP="00D46EEB">
      <w:pPr>
        <w:rPr>
          <w:rFonts w:ascii="Univers Com 47 Light Cond" w:hAnsi="Univers Com 47 Light Cond" w:cs="Arial"/>
          <w:lang w:val="en-GB"/>
        </w:rPr>
      </w:pPr>
    </w:p>
    <w:p w:rsidR="00800715" w:rsidRPr="00D46EEB" w:rsidRDefault="00E03686" w:rsidP="00D46EEB">
      <w:pPr>
        <w:rPr>
          <w:rFonts w:ascii="Univers Com 47 Light Cond" w:hAnsi="Univers Com 47 Light Cond" w:cs="Arial"/>
          <w:lang w:val="en-GB"/>
        </w:rPr>
      </w:pPr>
      <w:r>
        <w:rPr>
          <w:rFonts w:ascii="Univers Com 47 Light Cond" w:hAnsi="Univers Com 47 Light Cond" w:cs="Arial"/>
          <w:noProof/>
          <w:lang w:val="en-GB"/>
        </w:rPr>
        <w:drawing>
          <wp:inline distT="0" distB="0" distL="0" distR="0">
            <wp:extent cx="3002145" cy="1688542"/>
            <wp:effectExtent l="0" t="0" r="8255" b="698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008606" cy="1692176"/>
                    </a:xfrm>
                    <a:prstGeom prst="rect">
                      <a:avLst/>
                    </a:prstGeom>
                    <a:noFill/>
                    <a:ln>
                      <a:noFill/>
                    </a:ln>
                  </pic:spPr>
                </pic:pic>
              </a:graphicData>
            </a:graphic>
          </wp:inline>
        </w:drawing>
      </w:r>
    </w:p>
    <w:p w:rsidR="00D46EEB" w:rsidRPr="00D46EEB" w:rsidRDefault="00D46EEB" w:rsidP="00D46EEB">
      <w:pPr>
        <w:rPr>
          <w:rFonts w:ascii="Univers Com 47 Light Cond" w:hAnsi="Univers Com 47 Light Cond" w:cs="Arial"/>
          <w:lang w:val="en-GB"/>
        </w:rPr>
      </w:pPr>
    </w:p>
    <w:p w:rsidR="00D46EEB" w:rsidRPr="00D46EEB" w:rsidRDefault="00D46EEB" w:rsidP="00D46EEB">
      <w:pPr>
        <w:rPr>
          <w:rFonts w:ascii="Univers Com 47 Light Cond" w:hAnsi="Univers Com 47 Light Cond" w:cs="Arial"/>
          <w:lang w:val="en-GB"/>
        </w:rPr>
      </w:pPr>
    </w:p>
    <w:p w:rsidR="00D46EEB" w:rsidRPr="004657D5" w:rsidRDefault="00D46EEB" w:rsidP="00D46EEB">
      <w:pPr>
        <w:rPr>
          <w:rFonts w:ascii="Univers Com 47 Light Cond" w:hAnsi="Univers Com 47 Light Cond" w:cs="Arial"/>
        </w:rPr>
      </w:pPr>
      <w:r w:rsidRPr="004657D5">
        <w:rPr>
          <w:rFonts w:ascii="Univers Com 47 Light Cond" w:hAnsi="Univers Com 47 Light Cond" w:cs="Arial"/>
        </w:rPr>
        <w:t>Dallmer_Bitumen_06.jpg</w:t>
      </w:r>
    </w:p>
    <w:p w:rsidR="00D46EEB" w:rsidRPr="004657D5" w:rsidRDefault="00D46EEB" w:rsidP="00D46EEB">
      <w:pPr>
        <w:rPr>
          <w:rFonts w:ascii="Univers Com 47 Light Cond" w:hAnsi="Univers Com 47 Light Cond" w:cs="Arial"/>
        </w:rPr>
      </w:pPr>
    </w:p>
    <w:p w:rsidR="004657D5" w:rsidRPr="004657D5" w:rsidRDefault="004657D5" w:rsidP="004657D5">
      <w:pPr>
        <w:rPr>
          <w:rFonts w:ascii="Univers Com 47 Light Cond" w:hAnsi="Univers Com 47 Light Cond" w:cs="Arial"/>
        </w:rPr>
      </w:pPr>
      <w:r w:rsidRPr="004657D5">
        <w:rPr>
          <w:rFonts w:ascii="Univers Com 47 Light Cond" w:hAnsi="Univers Com 47 Light Cond" w:cs="Arial"/>
        </w:rPr>
        <w:t>Schritt 2</w:t>
      </w:r>
    </w:p>
    <w:p w:rsidR="00D46EEB" w:rsidRPr="004657D5" w:rsidRDefault="004657D5" w:rsidP="004657D5">
      <w:pPr>
        <w:rPr>
          <w:rFonts w:ascii="Univers Com 47 Light Cond" w:hAnsi="Univers Com 47 Light Cond" w:cs="Arial"/>
        </w:rPr>
      </w:pPr>
      <w:r w:rsidRPr="004657D5">
        <w:rPr>
          <w:rFonts w:ascii="Univers Com 47 Light Cond" w:hAnsi="Univers Com 47 Light Cond" w:cs="Arial"/>
        </w:rPr>
        <w:t xml:space="preserve">Der Bauschutzdeckel garantiert den optimalen Schutz des Dichtelements und des </w:t>
      </w:r>
      <w:r w:rsidR="00F82F90" w:rsidRPr="00F82F90">
        <w:rPr>
          <w:rFonts w:ascii="Univers Com 47 Light Cond" w:hAnsi="Univers Com 47 Light Cond" w:cs="Arial"/>
        </w:rPr>
        <w:t>Abwasserrohr</w:t>
      </w:r>
      <w:r w:rsidR="00FF0188">
        <w:rPr>
          <w:rFonts w:ascii="Univers Com 47 Light Cond" w:hAnsi="Univers Com 47 Light Cond" w:cs="Arial"/>
        </w:rPr>
        <w:t>s</w:t>
      </w:r>
      <w:r w:rsidRPr="004657D5">
        <w:rPr>
          <w:rFonts w:ascii="Univers Com 47 Light Cond" w:hAnsi="Univers Com 47 Light Cond" w:cs="Arial"/>
        </w:rPr>
        <w:t xml:space="preserve"> vor Hitzeeinwirkung während </w:t>
      </w:r>
      <w:r w:rsidRPr="0049647D">
        <w:rPr>
          <w:rFonts w:ascii="Univers Com 47 Light Cond" w:hAnsi="Univers Com 47 Light Cond" w:cs="Arial"/>
        </w:rPr>
        <w:t>des Aufschweißens der Bitumenmanschette.</w:t>
      </w:r>
    </w:p>
    <w:p w:rsidR="00D46EEB" w:rsidRPr="0049647D" w:rsidRDefault="00D46EEB" w:rsidP="00D46EEB">
      <w:pPr>
        <w:rPr>
          <w:rFonts w:ascii="Univers Com 47 Light Cond" w:hAnsi="Univers Com 47 Light Cond" w:cs="Arial"/>
        </w:rPr>
      </w:pPr>
    </w:p>
    <w:p w:rsidR="00D46EEB" w:rsidRDefault="00D46EEB" w:rsidP="00D46EEB">
      <w:pPr>
        <w:rPr>
          <w:rFonts w:ascii="Univers Com 47 Light Cond" w:hAnsi="Univers Com 47 Light Cond" w:cs="Arial"/>
        </w:rPr>
      </w:pPr>
      <w:proofErr w:type="spellStart"/>
      <w:r w:rsidRPr="00D46EEB">
        <w:rPr>
          <w:rFonts w:ascii="Univers Com 47 Light Cond" w:hAnsi="Univers Com 47 Light Cond" w:cs="Arial"/>
          <w:lang w:val="en-GB"/>
        </w:rPr>
        <w:t>Foto</w:t>
      </w:r>
      <w:proofErr w:type="spellEnd"/>
      <w:r w:rsidRPr="00D46EEB">
        <w:rPr>
          <w:rFonts w:ascii="Univers Com 47 Light Cond" w:hAnsi="Univers Com 47 Light Cond" w:cs="Arial"/>
          <w:lang w:val="en-GB"/>
        </w:rPr>
        <w:t xml:space="preserve">: </w:t>
      </w:r>
      <w:proofErr w:type="spellStart"/>
      <w:r w:rsidRPr="00D46EEB">
        <w:rPr>
          <w:rFonts w:ascii="Univers Com 47 Light Cond" w:hAnsi="Univers Com 47 Light Cond" w:cs="Arial"/>
          <w:lang w:val="en-GB"/>
        </w:rPr>
        <w:t>Dallmer</w:t>
      </w:r>
      <w:proofErr w:type="spellEnd"/>
      <w:r w:rsidRPr="00D46EEB">
        <w:rPr>
          <w:rFonts w:ascii="Univers Com 47 Light Cond" w:hAnsi="Univers Com 47 Light Cond" w:cs="Arial"/>
          <w:lang w:val="en-GB"/>
        </w:rPr>
        <w:t xml:space="preserve"> GmbH + Co. </w:t>
      </w:r>
      <w:r w:rsidRPr="00D46EEB">
        <w:rPr>
          <w:rFonts w:ascii="Univers Com 47 Light Cond" w:hAnsi="Univers Com 47 Light Cond" w:cs="Arial"/>
        </w:rPr>
        <w:t>KG</w:t>
      </w:r>
    </w:p>
    <w:p w:rsidR="00021E7F" w:rsidRDefault="00021E7F" w:rsidP="00D46EEB">
      <w:pPr>
        <w:rPr>
          <w:rFonts w:ascii="Univers Com 47 Light Cond" w:hAnsi="Univers Com 47 Light Cond" w:cs="Arial"/>
        </w:rPr>
      </w:pPr>
    </w:p>
    <w:p w:rsidR="00021E7F" w:rsidRDefault="00021E7F" w:rsidP="00D46EEB">
      <w:pPr>
        <w:rPr>
          <w:rFonts w:ascii="Univers Com 47 Light Cond" w:hAnsi="Univers Com 47 Light Cond" w:cs="Arial"/>
        </w:rPr>
      </w:pPr>
    </w:p>
    <w:p w:rsidR="00800715" w:rsidRDefault="00800715" w:rsidP="00D46EEB">
      <w:pPr>
        <w:rPr>
          <w:rFonts w:ascii="Univers Com 47 Light Cond" w:hAnsi="Univers Com 47 Light Cond" w:cs="Arial"/>
        </w:rPr>
      </w:pPr>
    </w:p>
    <w:p w:rsidR="00800715" w:rsidRDefault="00800715" w:rsidP="00D46EEB">
      <w:pPr>
        <w:rPr>
          <w:rFonts w:ascii="Univers Com 47 Light Cond" w:hAnsi="Univers Com 47 Light Cond" w:cs="Arial"/>
        </w:rPr>
      </w:pPr>
    </w:p>
    <w:p w:rsidR="00800715" w:rsidRDefault="00E03686" w:rsidP="00D46EEB">
      <w:pPr>
        <w:rPr>
          <w:rFonts w:ascii="Univers Com 47 Light Cond" w:hAnsi="Univers Com 47 Light Cond" w:cs="Arial"/>
        </w:rPr>
      </w:pPr>
      <w:r>
        <w:rPr>
          <w:rFonts w:ascii="Univers Com 47 Light Cond" w:hAnsi="Univers Com 47 Light Cond" w:cs="Arial"/>
          <w:noProof/>
          <w:lang w:val="en-GB"/>
        </w:rPr>
        <w:drawing>
          <wp:inline distT="0" distB="0" distL="0" distR="0" wp14:anchorId="2F5B10FC" wp14:editId="53A76571">
            <wp:extent cx="3163986" cy="1779569"/>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3177636" cy="1787246"/>
                    </a:xfrm>
                    <a:prstGeom prst="rect">
                      <a:avLst/>
                    </a:prstGeom>
                    <a:noFill/>
                    <a:ln>
                      <a:noFill/>
                    </a:ln>
                  </pic:spPr>
                </pic:pic>
              </a:graphicData>
            </a:graphic>
          </wp:inline>
        </w:drawing>
      </w:r>
    </w:p>
    <w:p w:rsidR="00021E7F" w:rsidRDefault="00021E7F" w:rsidP="00D46EEB">
      <w:pPr>
        <w:rPr>
          <w:rFonts w:ascii="Univers Com 47 Light Cond" w:hAnsi="Univers Com 47 Light Cond" w:cs="Arial"/>
        </w:rPr>
      </w:pPr>
    </w:p>
    <w:p w:rsidR="00021E7F" w:rsidRDefault="00021E7F" w:rsidP="00D46EEB">
      <w:pPr>
        <w:rPr>
          <w:rFonts w:ascii="Univers Com 47 Light Cond" w:hAnsi="Univers Com 47 Light Cond" w:cs="Arial"/>
        </w:rPr>
      </w:pPr>
    </w:p>
    <w:p w:rsidR="00021E7F" w:rsidRPr="0049647D" w:rsidRDefault="00021E7F" w:rsidP="00021E7F">
      <w:pPr>
        <w:rPr>
          <w:rFonts w:ascii="Univers Com 47 Light Cond" w:hAnsi="Univers Com 47 Light Cond" w:cs="Arial"/>
        </w:rPr>
      </w:pPr>
      <w:r w:rsidRPr="0049647D">
        <w:rPr>
          <w:rFonts w:ascii="Univers Com 47 Light Cond" w:hAnsi="Univers Com 47 Light Cond" w:cs="Arial"/>
        </w:rPr>
        <w:t>Dallmer_Bitumen_07.jpg</w:t>
      </w:r>
    </w:p>
    <w:p w:rsidR="00021E7F" w:rsidRPr="0049647D" w:rsidRDefault="00021E7F" w:rsidP="00021E7F">
      <w:pPr>
        <w:rPr>
          <w:rFonts w:ascii="Univers Com 47 Light Cond" w:hAnsi="Univers Com 47 Light Cond" w:cs="Arial"/>
        </w:rPr>
      </w:pPr>
    </w:p>
    <w:p w:rsidR="0049647D" w:rsidRPr="0049647D" w:rsidRDefault="0049647D" w:rsidP="0049647D">
      <w:pPr>
        <w:rPr>
          <w:rFonts w:ascii="Univers Com 47 Light Cond" w:hAnsi="Univers Com 47 Light Cond" w:cs="Arial"/>
        </w:rPr>
      </w:pPr>
      <w:r w:rsidRPr="0049647D">
        <w:rPr>
          <w:rFonts w:ascii="Univers Com 47 Light Cond" w:hAnsi="Univers Com 47 Light Cond" w:cs="Arial"/>
        </w:rPr>
        <w:t>Schritt 3</w:t>
      </w:r>
    </w:p>
    <w:p w:rsidR="00021E7F" w:rsidRPr="0049647D" w:rsidRDefault="0049647D" w:rsidP="0049647D">
      <w:pPr>
        <w:rPr>
          <w:rFonts w:ascii="Univers Com 47 Light Cond" w:hAnsi="Univers Com 47 Light Cond" w:cs="Arial"/>
        </w:rPr>
      </w:pPr>
      <w:r w:rsidRPr="0049647D">
        <w:rPr>
          <w:rFonts w:ascii="Univers Com 47 Light Cond" w:hAnsi="Univers Com 47 Light Cond" w:cs="Arial"/>
        </w:rPr>
        <w:t xml:space="preserve">Abschließend wird der </w:t>
      </w:r>
      <w:proofErr w:type="spellStart"/>
      <w:r w:rsidRPr="0049647D">
        <w:rPr>
          <w:rFonts w:ascii="Univers Com 47 Light Cond" w:hAnsi="Univers Com 47 Light Cond" w:cs="Arial"/>
        </w:rPr>
        <w:t>DallDrain</w:t>
      </w:r>
      <w:proofErr w:type="spellEnd"/>
      <w:r w:rsidR="00724D15">
        <w:rPr>
          <w:rFonts w:ascii="Univers Com 47 Light Cond" w:hAnsi="Univers Com 47 Light Cond" w:cs="Arial"/>
        </w:rPr>
        <w:t>-</w:t>
      </w:r>
      <w:r w:rsidRPr="0049647D">
        <w:rPr>
          <w:rFonts w:ascii="Univers Com 47 Light Cond" w:hAnsi="Univers Com 47 Light Cond" w:cs="Arial"/>
        </w:rPr>
        <w:t xml:space="preserve">Ablaufkörper einfach in das </w:t>
      </w:r>
      <w:r w:rsidR="00724D15" w:rsidRPr="00724D15">
        <w:rPr>
          <w:rFonts w:ascii="Univers Com 47 Light Cond" w:hAnsi="Univers Com 47 Light Cond" w:cs="Arial"/>
        </w:rPr>
        <w:t>Abwasserrohr</w:t>
      </w:r>
      <w:r w:rsidR="00724D15">
        <w:rPr>
          <w:rFonts w:ascii="Univers Com 47 Light Cond" w:hAnsi="Univers Com 47 Light Cond" w:cs="Arial"/>
        </w:rPr>
        <w:t xml:space="preserve"> </w:t>
      </w:r>
      <w:r w:rsidRPr="0049647D">
        <w:rPr>
          <w:rFonts w:ascii="Univers Com 47 Light Cond" w:hAnsi="Univers Com 47 Light Cond" w:cs="Arial"/>
        </w:rPr>
        <w:t>eingesteckt, fertig.</w:t>
      </w:r>
    </w:p>
    <w:p w:rsidR="00021E7F" w:rsidRPr="0049647D" w:rsidRDefault="00021E7F" w:rsidP="00021E7F">
      <w:pPr>
        <w:rPr>
          <w:rFonts w:ascii="Univers Com 47 Light Cond" w:hAnsi="Univers Com 47 Light Cond" w:cs="Arial"/>
        </w:rPr>
      </w:pPr>
    </w:p>
    <w:p w:rsidR="00021E7F" w:rsidRPr="00680FCF" w:rsidRDefault="00021E7F" w:rsidP="00021E7F">
      <w:pPr>
        <w:rPr>
          <w:rFonts w:ascii="Univers Com 47 Light Cond" w:hAnsi="Univers Com 47 Light Cond" w:cs="Arial"/>
        </w:rPr>
      </w:pPr>
      <w:r w:rsidRPr="00E03686">
        <w:rPr>
          <w:rFonts w:ascii="Univers Com 47 Light Cond" w:hAnsi="Univers Com 47 Light Cond" w:cs="Arial"/>
        </w:rPr>
        <w:t xml:space="preserve">Foto: </w:t>
      </w:r>
      <w:proofErr w:type="spellStart"/>
      <w:r w:rsidRPr="00E03686">
        <w:rPr>
          <w:rFonts w:ascii="Univers Com 47 Light Cond" w:hAnsi="Univers Com 47 Light Cond" w:cs="Arial"/>
        </w:rPr>
        <w:t>Dallmer</w:t>
      </w:r>
      <w:proofErr w:type="spellEnd"/>
      <w:r w:rsidRPr="00E03686">
        <w:rPr>
          <w:rFonts w:ascii="Univers Com 47 Light Cond" w:hAnsi="Univers Com 47 Light Cond" w:cs="Arial"/>
        </w:rPr>
        <w:t xml:space="preserve"> GmbH + Co. </w:t>
      </w:r>
      <w:r w:rsidRPr="00021E7F">
        <w:rPr>
          <w:rFonts w:ascii="Univers Com 47 Light Cond" w:hAnsi="Univers Com 47 Light Cond" w:cs="Arial"/>
        </w:rPr>
        <w:t>KG</w:t>
      </w:r>
    </w:p>
    <w:sectPr w:rsidR="00021E7F" w:rsidRPr="00680FCF" w:rsidSect="00281D8E">
      <w:headerReference w:type="default" r:id="rId15"/>
      <w:footerReference w:type="default" r:id="rId16"/>
      <w:headerReference w:type="first" r:id="rId17"/>
      <w:footerReference w:type="first" r:id="rId18"/>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6995" w:rsidRDefault="006C6995">
      <w:r>
        <w:separator/>
      </w:r>
    </w:p>
  </w:endnote>
  <w:endnote w:type="continuationSeparator" w:id="0">
    <w:p w:rsidR="006C6995" w:rsidRDefault="006C6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Univers 47 CondensedLight">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charset w:val="00"/>
    <w:family w:val="swiss"/>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 xml:space="preserve">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C1537A" w:rsidRPr="00C1537A">
      <w:t>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6995" w:rsidRDefault="006C6995">
      <w:r>
        <w:separator/>
      </w:r>
    </w:p>
  </w:footnote>
  <w:footnote w:type="continuationSeparator" w:id="0">
    <w:p w:rsidR="006C6995" w:rsidRDefault="006C6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703D41" w:rsidRDefault="005328A6" w:rsidP="00723E32">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723E32">
                    <w:pPr>
                      <w:pStyle w:val="DallmerOrtsfeld8115"/>
                      <w:rPr>
                        <w:lang w:val="en-GB"/>
                      </w:rPr>
                    </w:pPr>
                    <w:r w:rsidRPr="00703D41">
                      <w:rPr>
                        <w:noProof/>
                        <w:lang w:val="en-GB"/>
                      </w:rPr>
                      <w:t xml:space="preserve">       </w:t>
                    </w:r>
                    <w:r w:rsidR="000D580A" w:rsidRPr="00703D41">
                      <w:rPr>
                        <w:noProof/>
                        <w:lang w:val="en-GB"/>
                      </w:rPr>
                      <w:t xml:space="preserve"> </w:t>
                    </w:r>
                    <w:r w:rsidRPr="00703D41">
                      <w:rPr>
                        <w:noProof/>
                        <w:lang w:val="en-GB"/>
                      </w:rPr>
                      <w:t>PR</w:t>
                    </w:r>
                    <w:r w:rsidR="00DD07B8" w:rsidRPr="00703D41">
                      <w:rPr>
                        <w:noProof/>
                        <w:lang w:val="en-GB"/>
                      </w:rPr>
                      <w:t xml:space="preserve"> &amp; Social Media</w:t>
                    </w:r>
                  </w:p>
                  <w:p w:rsidR="005328A6" w:rsidRPr="00703D41" w:rsidRDefault="005328A6" w:rsidP="00723E32">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723E32">
                    <w:pPr>
                      <w:pStyle w:val="DallmerOrtsfeld8115"/>
                      <w:rPr>
                        <w:lang w:val="en-GB"/>
                      </w:rPr>
                    </w:pPr>
                    <w:r w:rsidRPr="00703D41">
                      <w:rPr>
                        <w:lang w:val="en-GB"/>
                      </w:rPr>
                      <w:t xml:space="preserve">        E </w:t>
                    </w:r>
                    <w:r w:rsidR="0028462F" w:rsidRPr="00703D41">
                      <w:rPr>
                        <w:noProof/>
                        <w:lang w:val="en-GB"/>
                      </w:rPr>
                      <w:t>Sylvia.B</w:t>
                    </w:r>
                    <w:r w:rsidR="00162386" w:rsidRPr="00703D41">
                      <w:rPr>
                        <w:noProof/>
                        <w:lang w:val="en-GB"/>
                      </w:rPr>
                      <w:t>oe</w:t>
                    </w:r>
                    <w:r w:rsidR="0028462F" w:rsidRPr="00703D41">
                      <w:rPr>
                        <w:noProof/>
                        <w:lang w:val="en-GB"/>
                      </w:rPr>
                      <w:t>sch</w:t>
                    </w:r>
                    <w:r w:rsidRPr="00703D41">
                      <w:rPr>
                        <w:noProof/>
                        <w:lang w:val="en-GB"/>
                      </w:rPr>
                      <w:t>@dallmer.de</w:t>
                    </w:r>
                  </w:p>
                  <w:p w:rsidR="005328A6" w:rsidRPr="00703D41" w:rsidRDefault="005328A6" w:rsidP="00723E32">
                    <w:pPr>
                      <w:pStyle w:val="DALLMERUnivers"/>
                      <w:rPr>
                        <w:lang w:val="en-GB"/>
                      </w:rPr>
                    </w:pPr>
                  </w:p>
                  <w:p w:rsidR="005328A6" w:rsidRPr="00703D41" w:rsidRDefault="005328A6" w:rsidP="00723E32">
                    <w:pPr>
                      <w:pStyle w:val="DALLMERUnivers"/>
                      <w:ind w:left="0" w:firstLine="0"/>
                      <w:rPr>
                        <w:lang w:val="en-GB"/>
                      </w:rPr>
                    </w:pPr>
                  </w:p>
                  <w:p w:rsidR="005328A6" w:rsidRPr="008763BF" w:rsidRDefault="005328A6" w:rsidP="00723E32">
                    <w:pPr>
                      <w:pStyle w:val="DALLMERUnivers"/>
                    </w:pPr>
                    <w:r w:rsidRPr="00703D41">
                      <w:rPr>
                        <w:lang w:val="en-GB"/>
                      </w:rPr>
                      <w:t xml:space="preserve">Dallmer GmbH + Co. </w:t>
                    </w:r>
                    <w:r w:rsidRPr="008763BF">
                      <w:t>KG</w:t>
                    </w:r>
                  </w:p>
                  <w:p w:rsidR="005328A6" w:rsidRPr="008763BF" w:rsidRDefault="005328A6" w:rsidP="00723E32">
                    <w:pPr>
                      <w:pStyle w:val="DALLMERUnivers"/>
                    </w:pPr>
                    <w:r w:rsidRPr="008763BF">
                      <w:t>Wiebelsheidestraße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703D41" w:rsidRDefault="005328A6" w:rsidP="00723E32">
                    <w:pPr>
                      <w:pStyle w:val="DALLMERUnivers"/>
                      <w:rPr>
                        <w:lang w:val="en-GB"/>
                      </w:rPr>
                    </w:pPr>
                    <w:r w:rsidRPr="00703D41">
                      <w:rPr>
                        <w:lang w:val="en-GB"/>
                      </w:rPr>
                      <w:t>Dipl.-Ing. Johannes Dallmer</w:t>
                    </w:r>
                  </w:p>
                  <w:p w:rsidR="005328A6" w:rsidRPr="008763BF" w:rsidRDefault="005328A6" w:rsidP="00723E32">
                    <w:pPr>
                      <w:pStyle w:val="DALLMERUnivers"/>
                    </w:pPr>
                    <w:r w:rsidRPr="00703D41">
                      <w:rPr>
                        <w:lang w:val="en-GB"/>
                      </w:rPr>
                      <w:t xml:space="preserve">Dipl.-Btrw. </w:t>
                    </w:r>
                    <w:r w:rsidRPr="008763BF">
                      <w:t>Yvonne Dallmer</w:t>
                    </w:r>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703D41" w:rsidRDefault="005328A6" w:rsidP="00224233">
                    <w:pPr>
                      <w:pStyle w:val="DallmerOrtsfeld8115"/>
                      <w:rPr>
                        <w:lang w:val="en-GB"/>
                      </w:rPr>
                    </w:pPr>
                    <w:r w:rsidRPr="00703D41">
                      <w:rPr>
                        <w:noProof/>
                        <w:lang w:val="en-GB"/>
                      </w:rPr>
                      <w:t xml:space="preserve">        </w:t>
                    </w:r>
                    <w:r w:rsidR="0028462F" w:rsidRPr="00703D41">
                      <w:rPr>
                        <w:noProof/>
                        <w:lang w:val="en-GB"/>
                      </w:rPr>
                      <w:t>Sylvia Bösch</w:t>
                    </w:r>
                  </w:p>
                  <w:p w:rsidR="005328A6" w:rsidRPr="00703D41" w:rsidRDefault="005328A6" w:rsidP="00224233">
                    <w:pPr>
                      <w:pStyle w:val="DallmerOrtsfeld8115"/>
                      <w:rPr>
                        <w:lang w:val="en-GB"/>
                      </w:rPr>
                    </w:pPr>
                    <w:r w:rsidRPr="00703D41">
                      <w:rPr>
                        <w:noProof/>
                        <w:lang w:val="en-GB"/>
                      </w:rPr>
                      <w:t xml:space="preserve">        PR</w:t>
                    </w:r>
                    <w:r w:rsidR="002F09E6" w:rsidRPr="00703D41">
                      <w:rPr>
                        <w:noProof/>
                        <w:lang w:val="en-GB"/>
                      </w:rPr>
                      <w:t xml:space="preserve"> &amp; Social Media</w:t>
                    </w:r>
                  </w:p>
                  <w:p w:rsidR="005328A6" w:rsidRPr="00703D41" w:rsidRDefault="005328A6" w:rsidP="00224233">
                    <w:pPr>
                      <w:pStyle w:val="DallmerOrtsfeld8115"/>
                      <w:rPr>
                        <w:noProof/>
                        <w:lang w:val="en-GB"/>
                      </w:rPr>
                    </w:pPr>
                    <w:r w:rsidRPr="00703D41">
                      <w:rPr>
                        <w:lang w:val="en-GB"/>
                      </w:rPr>
                      <w:t xml:space="preserve">        T + 49 2932 9616 – </w:t>
                    </w:r>
                    <w:r w:rsidRPr="00703D41">
                      <w:rPr>
                        <w:noProof/>
                        <w:lang w:val="en-GB"/>
                      </w:rPr>
                      <w:t>19</w:t>
                    </w:r>
                    <w:r w:rsidR="0028462F" w:rsidRPr="00703D41">
                      <w:rPr>
                        <w:noProof/>
                        <w:lang w:val="en-GB"/>
                      </w:rPr>
                      <w:t>1</w:t>
                    </w:r>
                    <w:r w:rsidRPr="00703D41">
                      <w:rPr>
                        <w:noProof/>
                        <w:lang w:val="en-GB"/>
                      </w:rPr>
                      <w:t xml:space="preserve">                           </w:t>
                    </w:r>
                  </w:p>
                  <w:p w:rsidR="005328A6" w:rsidRPr="00703D41" w:rsidRDefault="005328A6" w:rsidP="00224233">
                    <w:pPr>
                      <w:pStyle w:val="DallmerOrtsfeld8115"/>
                      <w:rPr>
                        <w:noProof/>
                        <w:lang w:val="en-GB"/>
                      </w:rPr>
                    </w:pPr>
                    <w:r w:rsidRPr="00703D41">
                      <w:rPr>
                        <w:lang w:val="en-GB"/>
                      </w:rPr>
                      <w:t xml:space="preserve">        F + 49 2932 9616 – </w:t>
                    </w:r>
                    <w:r w:rsidRPr="00703D41">
                      <w:rPr>
                        <w:noProof/>
                        <w:lang w:val="en-GB"/>
                      </w:rPr>
                      <w:t>419</w:t>
                    </w:r>
                    <w:r w:rsidR="0028462F" w:rsidRPr="00703D41">
                      <w:rPr>
                        <w:noProof/>
                        <w:lang w:val="en-GB"/>
                      </w:rPr>
                      <w:t>1</w:t>
                    </w:r>
                    <w:r w:rsidRPr="00703D41">
                      <w:rPr>
                        <w:noProof/>
                        <w:lang w:val="en-GB"/>
                      </w:rPr>
                      <w:t xml:space="preserve"> </w:t>
                    </w:r>
                  </w:p>
                  <w:p w:rsidR="005328A6" w:rsidRPr="00703D41" w:rsidRDefault="005328A6" w:rsidP="00281D8E">
                    <w:pPr>
                      <w:pStyle w:val="DallmerOrtsfeld8115"/>
                      <w:rPr>
                        <w:lang w:val="en-GB"/>
                      </w:rPr>
                    </w:pPr>
                    <w:r w:rsidRPr="00703D41">
                      <w:rPr>
                        <w:lang w:val="en-GB"/>
                      </w:rPr>
                      <w:t xml:space="preserve">        E </w:t>
                    </w:r>
                    <w:r w:rsidR="0028462F" w:rsidRPr="00703D41">
                      <w:rPr>
                        <w:noProof/>
                        <w:lang w:val="en-GB"/>
                      </w:rPr>
                      <w:t>Syl</w:t>
                    </w:r>
                    <w:r w:rsidR="00162386" w:rsidRPr="00703D41">
                      <w:rPr>
                        <w:noProof/>
                        <w:lang w:val="en-GB"/>
                      </w:rPr>
                      <w:t>v</w:t>
                    </w:r>
                    <w:r w:rsidR="0028462F" w:rsidRPr="00703D41">
                      <w:rPr>
                        <w:noProof/>
                        <w:lang w:val="en-GB"/>
                      </w:rPr>
                      <w:t>ia</w:t>
                    </w:r>
                    <w:r w:rsidRPr="00703D41">
                      <w:rPr>
                        <w:noProof/>
                        <w:lang w:val="en-GB"/>
                      </w:rPr>
                      <w:t>.</w:t>
                    </w:r>
                    <w:r w:rsidR="0028462F" w:rsidRPr="00703D41">
                      <w:rPr>
                        <w:noProof/>
                        <w:lang w:val="en-GB"/>
                      </w:rPr>
                      <w:t>Boesch</w:t>
                    </w:r>
                    <w:r w:rsidRPr="00703D41">
                      <w:rPr>
                        <w:noProof/>
                        <w:lang w:val="en-GB"/>
                      </w:rPr>
                      <w:t>@dallmer.de</w:t>
                    </w:r>
                  </w:p>
                  <w:p w:rsidR="005328A6" w:rsidRPr="00703D41" w:rsidRDefault="005328A6" w:rsidP="00B14D73">
                    <w:pPr>
                      <w:pStyle w:val="DALLMERUnivers"/>
                      <w:rPr>
                        <w:lang w:val="en-GB"/>
                      </w:rPr>
                    </w:pPr>
                  </w:p>
                  <w:p w:rsidR="005328A6" w:rsidRPr="00703D41" w:rsidRDefault="005328A6" w:rsidP="00224233">
                    <w:pPr>
                      <w:pStyle w:val="DALLMERUnivers"/>
                      <w:ind w:left="0" w:firstLine="0"/>
                      <w:rPr>
                        <w:lang w:val="en-GB"/>
                      </w:rPr>
                    </w:pPr>
                  </w:p>
                  <w:p w:rsidR="005328A6" w:rsidRPr="008763BF" w:rsidRDefault="005328A6" w:rsidP="00B14D73">
                    <w:pPr>
                      <w:pStyle w:val="DALLMERUnivers"/>
                    </w:pPr>
                    <w:r w:rsidRPr="00703D41">
                      <w:rPr>
                        <w:lang w:val="en-GB"/>
                      </w:rPr>
                      <w:t xml:space="preserve">Dallmer GmbH + Co. </w:t>
                    </w:r>
                    <w:r w:rsidRPr="008763BF">
                      <w:t>KG</w:t>
                    </w:r>
                  </w:p>
                  <w:p w:rsidR="005328A6" w:rsidRPr="008763BF" w:rsidRDefault="005328A6" w:rsidP="00B14D73">
                    <w:pPr>
                      <w:pStyle w:val="DALLMERUnivers"/>
                    </w:pPr>
                    <w:r w:rsidRPr="008763BF">
                      <w:t>Wiebelsheidestraße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703D41" w:rsidRDefault="005328A6" w:rsidP="00B14D73">
                    <w:pPr>
                      <w:pStyle w:val="DALLMERUnivers"/>
                      <w:rPr>
                        <w:lang w:val="en-GB"/>
                      </w:rPr>
                    </w:pPr>
                    <w:r w:rsidRPr="00703D41">
                      <w:rPr>
                        <w:lang w:val="en-GB"/>
                      </w:rPr>
                      <w:t>Dipl.-Ing. Johannes Dallmer</w:t>
                    </w:r>
                  </w:p>
                  <w:p w:rsidR="005328A6" w:rsidRPr="008763BF" w:rsidRDefault="005328A6" w:rsidP="00B14D73">
                    <w:pPr>
                      <w:pStyle w:val="DALLMERUnivers"/>
                    </w:pPr>
                    <w:r w:rsidRPr="00703D41">
                      <w:rPr>
                        <w:lang w:val="en-GB"/>
                      </w:rPr>
                      <w:t xml:space="preserve">Dipl.-Btrw. </w:t>
                    </w:r>
                    <w:r w:rsidRPr="008763BF">
                      <w:t>Yvonne Dallmer</w:t>
                    </w:r>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E0FBB"/>
    <w:multiLevelType w:val="hybridMultilevel"/>
    <w:tmpl w:val="E51860C8"/>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79C53EE"/>
    <w:multiLevelType w:val="hybridMultilevel"/>
    <w:tmpl w:val="D0EC6E2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5A1A"/>
    <w:rsid w:val="00016490"/>
    <w:rsid w:val="000205A0"/>
    <w:rsid w:val="00021E7F"/>
    <w:rsid w:val="0002270B"/>
    <w:rsid w:val="0002443B"/>
    <w:rsid w:val="00033AAA"/>
    <w:rsid w:val="00033C36"/>
    <w:rsid w:val="00040E7D"/>
    <w:rsid w:val="00041624"/>
    <w:rsid w:val="00043DE9"/>
    <w:rsid w:val="00044B09"/>
    <w:rsid w:val="0004661A"/>
    <w:rsid w:val="00046673"/>
    <w:rsid w:val="00046696"/>
    <w:rsid w:val="0005014D"/>
    <w:rsid w:val="00052C5B"/>
    <w:rsid w:val="00053B39"/>
    <w:rsid w:val="000557C6"/>
    <w:rsid w:val="00056B23"/>
    <w:rsid w:val="0006031A"/>
    <w:rsid w:val="00062E85"/>
    <w:rsid w:val="00066F80"/>
    <w:rsid w:val="00067BA3"/>
    <w:rsid w:val="00071267"/>
    <w:rsid w:val="000737E0"/>
    <w:rsid w:val="000742B8"/>
    <w:rsid w:val="00074A81"/>
    <w:rsid w:val="000800CF"/>
    <w:rsid w:val="000808C1"/>
    <w:rsid w:val="0008395E"/>
    <w:rsid w:val="00090A20"/>
    <w:rsid w:val="00091DB9"/>
    <w:rsid w:val="0009521A"/>
    <w:rsid w:val="000A6C77"/>
    <w:rsid w:val="000A78EE"/>
    <w:rsid w:val="000A7921"/>
    <w:rsid w:val="000B0C8A"/>
    <w:rsid w:val="000B0ECE"/>
    <w:rsid w:val="000B2AC3"/>
    <w:rsid w:val="000B3349"/>
    <w:rsid w:val="000B5213"/>
    <w:rsid w:val="000B5D3F"/>
    <w:rsid w:val="000B6B1D"/>
    <w:rsid w:val="000C110B"/>
    <w:rsid w:val="000C2131"/>
    <w:rsid w:val="000C24BE"/>
    <w:rsid w:val="000C279A"/>
    <w:rsid w:val="000C39D8"/>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592E"/>
    <w:rsid w:val="00125F96"/>
    <w:rsid w:val="00126DBB"/>
    <w:rsid w:val="0013039B"/>
    <w:rsid w:val="00132340"/>
    <w:rsid w:val="00132E37"/>
    <w:rsid w:val="00134A32"/>
    <w:rsid w:val="00135269"/>
    <w:rsid w:val="001374AD"/>
    <w:rsid w:val="00143EF2"/>
    <w:rsid w:val="00150BB7"/>
    <w:rsid w:val="00150D30"/>
    <w:rsid w:val="00151504"/>
    <w:rsid w:val="00154C74"/>
    <w:rsid w:val="00156196"/>
    <w:rsid w:val="00162386"/>
    <w:rsid w:val="00166373"/>
    <w:rsid w:val="00167651"/>
    <w:rsid w:val="00174F0B"/>
    <w:rsid w:val="00177DDB"/>
    <w:rsid w:val="00181593"/>
    <w:rsid w:val="00183F47"/>
    <w:rsid w:val="00185BEE"/>
    <w:rsid w:val="00186163"/>
    <w:rsid w:val="0019083C"/>
    <w:rsid w:val="001917DE"/>
    <w:rsid w:val="001937C6"/>
    <w:rsid w:val="00195748"/>
    <w:rsid w:val="00197B61"/>
    <w:rsid w:val="001A341B"/>
    <w:rsid w:val="001A4501"/>
    <w:rsid w:val="001A5638"/>
    <w:rsid w:val="001A74E6"/>
    <w:rsid w:val="001A7883"/>
    <w:rsid w:val="001B077F"/>
    <w:rsid w:val="001B19F9"/>
    <w:rsid w:val="001B2B93"/>
    <w:rsid w:val="001B35C3"/>
    <w:rsid w:val="001B3AA1"/>
    <w:rsid w:val="001B41E1"/>
    <w:rsid w:val="001B51BA"/>
    <w:rsid w:val="001B52B0"/>
    <w:rsid w:val="001B5DBA"/>
    <w:rsid w:val="001B6CD0"/>
    <w:rsid w:val="001C04C3"/>
    <w:rsid w:val="001C082E"/>
    <w:rsid w:val="001C0BA9"/>
    <w:rsid w:val="001C1A62"/>
    <w:rsid w:val="001C1E36"/>
    <w:rsid w:val="001C3FE2"/>
    <w:rsid w:val="001C4411"/>
    <w:rsid w:val="001C68CF"/>
    <w:rsid w:val="001D16CB"/>
    <w:rsid w:val="001D19EB"/>
    <w:rsid w:val="001D2A53"/>
    <w:rsid w:val="001D6CB3"/>
    <w:rsid w:val="001E0EF6"/>
    <w:rsid w:val="001E1D42"/>
    <w:rsid w:val="001E26C5"/>
    <w:rsid w:val="001E42D2"/>
    <w:rsid w:val="001E4CAE"/>
    <w:rsid w:val="001E7F43"/>
    <w:rsid w:val="001F4E45"/>
    <w:rsid w:val="0020050B"/>
    <w:rsid w:val="00200735"/>
    <w:rsid w:val="0020079F"/>
    <w:rsid w:val="00202B0E"/>
    <w:rsid w:val="002074A6"/>
    <w:rsid w:val="00213C4F"/>
    <w:rsid w:val="00215C69"/>
    <w:rsid w:val="00215EC6"/>
    <w:rsid w:val="002163A2"/>
    <w:rsid w:val="0021696F"/>
    <w:rsid w:val="00217D28"/>
    <w:rsid w:val="002218FC"/>
    <w:rsid w:val="00222530"/>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16B7"/>
    <w:rsid w:val="002618D4"/>
    <w:rsid w:val="00262081"/>
    <w:rsid w:val="0026317C"/>
    <w:rsid w:val="00264793"/>
    <w:rsid w:val="00265F72"/>
    <w:rsid w:val="0026614B"/>
    <w:rsid w:val="00266486"/>
    <w:rsid w:val="002664ED"/>
    <w:rsid w:val="002673A1"/>
    <w:rsid w:val="00267CCD"/>
    <w:rsid w:val="002749D4"/>
    <w:rsid w:val="00274AAC"/>
    <w:rsid w:val="00275CF5"/>
    <w:rsid w:val="00281D8E"/>
    <w:rsid w:val="0028462F"/>
    <w:rsid w:val="00290658"/>
    <w:rsid w:val="0029257D"/>
    <w:rsid w:val="00294631"/>
    <w:rsid w:val="002967D8"/>
    <w:rsid w:val="002A0B32"/>
    <w:rsid w:val="002A1003"/>
    <w:rsid w:val="002A1EC1"/>
    <w:rsid w:val="002A206D"/>
    <w:rsid w:val="002A22C0"/>
    <w:rsid w:val="002A2486"/>
    <w:rsid w:val="002A2A6D"/>
    <w:rsid w:val="002A2F78"/>
    <w:rsid w:val="002A5327"/>
    <w:rsid w:val="002A5A29"/>
    <w:rsid w:val="002A6041"/>
    <w:rsid w:val="002B0D98"/>
    <w:rsid w:val="002B31F6"/>
    <w:rsid w:val="002C3056"/>
    <w:rsid w:val="002C3334"/>
    <w:rsid w:val="002C4329"/>
    <w:rsid w:val="002C68FD"/>
    <w:rsid w:val="002C7882"/>
    <w:rsid w:val="002D0699"/>
    <w:rsid w:val="002D31BA"/>
    <w:rsid w:val="002D3894"/>
    <w:rsid w:val="002D4716"/>
    <w:rsid w:val="002D5989"/>
    <w:rsid w:val="002D7547"/>
    <w:rsid w:val="002D7793"/>
    <w:rsid w:val="002D7A94"/>
    <w:rsid w:val="002E3ACE"/>
    <w:rsid w:val="002E54C0"/>
    <w:rsid w:val="002E66A4"/>
    <w:rsid w:val="002E68C4"/>
    <w:rsid w:val="002E7261"/>
    <w:rsid w:val="002E7823"/>
    <w:rsid w:val="002E7904"/>
    <w:rsid w:val="002F09E6"/>
    <w:rsid w:val="002F1098"/>
    <w:rsid w:val="002F4167"/>
    <w:rsid w:val="002F6D88"/>
    <w:rsid w:val="002F7C57"/>
    <w:rsid w:val="00301298"/>
    <w:rsid w:val="00301AFE"/>
    <w:rsid w:val="00303D67"/>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37AD0"/>
    <w:rsid w:val="00340E6F"/>
    <w:rsid w:val="00342713"/>
    <w:rsid w:val="003435B0"/>
    <w:rsid w:val="00344271"/>
    <w:rsid w:val="00344345"/>
    <w:rsid w:val="003455F7"/>
    <w:rsid w:val="003460B2"/>
    <w:rsid w:val="0034724C"/>
    <w:rsid w:val="00351390"/>
    <w:rsid w:val="00351A5B"/>
    <w:rsid w:val="003521B0"/>
    <w:rsid w:val="00352D92"/>
    <w:rsid w:val="00355882"/>
    <w:rsid w:val="00360049"/>
    <w:rsid w:val="00361BC6"/>
    <w:rsid w:val="00362957"/>
    <w:rsid w:val="00363058"/>
    <w:rsid w:val="00365129"/>
    <w:rsid w:val="00366871"/>
    <w:rsid w:val="00367850"/>
    <w:rsid w:val="00382696"/>
    <w:rsid w:val="00383C86"/>
    <w:rsid w:val="00385F30"/>
    <w:rsid w:val="003913EA"/>
    <w:rsid w:val="00392BFB"/>
    <w:rsid w:val="0039428E"/>
    <w:rsid w:val="00395928"/>
    <w:rsid w:val="00396760"/>
    <w:rsid w:val="0039787F"/>
    <w:rsid w:val="003A5F22"/>
    <w:rsid w:val="003A776D"/>
    <w:rsid w:val="003B01D3"/>
    <w:rsid w:val="003B1883"/>
    <w:rsid w:val="003B33B2"/>
    <w:rsid w:val="003B548B"/>
    <w:rsid w:val="003B5D0D"/>
    <w:rsid w:val="003B5F94"/>
    <w:rsid w:val="003B7B8E"/>
    <w:rsid w:val="003C0B86"/>
    <w:rsid w:val="003C2692"/>
    <w:rsid w:val="003C5EBD"/>
    <w:rsid w:val="003D11F8"/>
    <w:rsid w:val="003D37EF"/>
    <w:rsid w:val="003D6100"/>
    <w:rsid w:val="003D729A"/>
    <w:rsid w:val="003D7983"/>
    <w:rsid w:val="003E168B"/>
    <w:rsid w:val="003E23F4"/>
    <w:rsid w:val="003E41CE"/>
    <w:rsid w:val="003E595F"/>
    <w:rsid w:val="003E7B0E"/>
    <w:rsid w:val="003F1125"/>
    <w:rsid w:val="003F1306"/>
    <w:rsid w:val="003F4A3F"/>
    <w:rsid w:val="003F6382"/>
    <w:rsid w:val="003F70AA"/>
    <w:rsid w:val="003F7262"/>
    <w:rsid w:val="00401C5D"/>
    <w:rsid w:val="00402F22"/>
    <w:rsid w:val="004033DD"/>
    <w:rsid w:val="00403B8D"/>
    <w:rsid w:val="0040691C"/>
    <w:rsid w:val="0040762C"/>
    <w:rsid w:val="0040778E"/>
    <w:rsid w:val="00410091"/>
    <w:rsid w:val="004105D6"/>
    <w:rsid w:val="00413464"/>
    <w:rsid w:val="00413B57"/>
    <w:rsid w:val="00416B26"/>
    <w:rsid w:val="004205B1"/>
    <w:rsid w:val="00424767"/>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47C73"/>
    <w:rsid w:val="0045337C"/>
    <w:rsid w:val="0045652E"/>
    <w:rsid w:val="0045654E"/>
    <w:rsid w:val="00460614"/>
    <w:rsid w:val="004611FE"/>
    <w:rsid w:val="004629D5"/>
    <w:rsid w:val="00462A4D"/>
    <w:rsid w:val="004657D5"/>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BE8"/>
    <w:rsid w:val="00492D7A"/>
    <w:rsid w:val="00494903"/>
    <w:rsid w:val="0049497A"/>
    <w:rsid w:val="00495A11"/>
    <w:rsid w:val="0049647D"/>
    <w:rsid w:val="00496822"/>
    <w:rsid w:val="00497A6E"/>
    <w:rsid w:val="004A0869"/>
    <w:rsid w:val="004A2498"/>
    <w:rsid w:val="004A31F6"/>
    <w:rsid w:val="004A470E"/>
    <w:rsid w:val="004A6098"/>
    <w:rsid w:val="004B20BE"/>
    <w:rsid w:val="004B463E"/>
    <w:rsid w:val="004B56DB"/>
    <w:rsid w:val="004B60F0"/>
    <w:rsid w:val="004C3745"/>
    <w:rsid w:val="004C3835"/>
    <w:rsid w:val="004C7019"/>
    <w:rsid w:val="004D0356"/>
    <w:rsid w:val="004D1510"/>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15B5D"/>
    <w:rsid w:val="00520336"/>
    <w:rsid w:val="00522260"/>
    <w:rsid w:val="00525755"/>
    <w:rsid w:val="00530A6F"/>
    <w:rsid w:val="00531F40"/>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36C7"/>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5C8"/>
    <w:rsid w:val="00590E29"/>
    <w:rsid w:val="00592665"/>
    <w:rsid w:val="005966C2"/>
    <w:rsid w:val="005A0266"/>
    <w:rsid w:val="005A0FDC"/>
    <w:rsid w:val="005A2267"/>
    <w:rsid w:val="005A3B1D"/>
    <w:rsid w:val="005A4AAD"/>
    <w:rsid w:val="005A6D7C"/>
    <w:rsid w:val="005B11D2"/>
    <w:rsid w:val="005B1827"/>
    <w:rsid w:val="005B1C6F"/>
    <w:rsid w:val="005B395A"/>
    <w:rsid w:val="005B3DF0"/>
    <w:rsid w:val="005B68F5"/>
    <w:rsid w:val="005C1C6A"/>
    <w:rsid w:val="005C3056"/>
    <w:rsid w:val="005C33B4"/>
    <w:rsid w:val="005C39D6"/>
    <w:rsid w:val="005C6B6E"/>
    <w:rsid w:val="005D0A90"/>
    <w:rsid w:val="005D1660"/>
    <w:rsid w:val="005D3199"/>
    <w:rsid w:val="005D39BC"/>
    <w:rsid w:val="005D3D15"/>
    <w:rsid w:val="005D4EC8"/>
    <w:rsid w:val="005E05D9"/>
    <w:rsid w:val="005E5590"/>
    <w:rsid w:val="005F15F3"/>
    <w:rsid w:val="005F22F8"/>
    <w:rsid w:val="005F47F1"/>
    <w:rsid w:val="005F7027"/>
    <w:rsid w:val="005F71B4"/>
    <w:rsid w:val="00604FBE"/>
    <w:rsid w:val="006058E7"/>
    <w:rsid w:val="00605C27"/>
    <w:rsid w:val="00607819"/>
    <w:rsid w:val="00610A3A"/>
    <w:rsid w:val="00615E57"/>
    <w:rsid w:val="00616DD2"/>
    <w:rsid w:val="00621500"/>
    <w:rsid w:val="00621B38"/>
    <w:rsid w:val="00623E1A"/>
    <w:rsid w:val="00633B1F"/>
    <w:rsid w:val="00633CC1"/>
    <w:rsid w:val="0063594A"/>
    <w:rsid w:val="006404C0"/>
    <w:rsid w:val="00647A25"/>
    <w:rsid w:val="006530A5"/>
    <w:rsid w:val="00653217"/>
    <w:rsid w:val="0065434E"/>
    <w:rsid w:val="006628D9"/>
    <w:rsid w:val="006670A4"/>
    <w:rsid w:val="00667363"/>
    <w:rsid w:val="0066798E"/>
    <w:rsid w:val="00674453"/>
    <w:rsid w:val="00674634"/>
    <w:rsid w:val="00674BBC"/>
    <w:rsid w:val="0067652D"/>
    <w:rsid w:val="00677940"/>
    <w:rsid w:val="00677B29"/>
    <w:rsid w:val="00680FCF"/>
    <w:rsid w:val="00682D7B"/>
    <w:rsid w:val="006851C1"/>
    <w:rsid w:val="00693DD8"/>
    <w:rsid w:val="006956AD"/>
    <w:rsid w:val="00696B8C"/>
    <w:rsid w:val="006A41EC"/>
    <w:rsid w:val="006A4BFE"/>
    <w:rsid w:val="006A6EDD"/>
    <w:rsid w:val="006B073C"/>
    <w:rsid w:val="006B0AEF"/>
    <w:rsid w:val="006B61BB"/>
    <w:rsid w:val="006B64B4"/>
    <w:rsid w:val="006B7DFD"/>
    <w:rsid w:val="006C2786"/>
    <w:rsid w:val="006C6995"/>
    <w:rsid w:val="006D05F0"/>
    <w:rsid w:val="006D13D0"/>
    <w:rsid w:val="006D2D19"/>
    <w:rsid w:val="006D4391"/>
    <w:rsid w:val="006D4A78"/>
    <w:rsid w:val="006D4DDA"/>
    <w:rsid w:val="006D6D61"/>
    <w:rsid w:val="006E11F9"/>
    <w:rsid w:val="006E1366"/>
    <w:rsid w:val="006E4ACA"/>
    <w:rsid w:val="006E6022"/>
    <w:rsid w:val="006E6296"/>
    <w:rsid w:val="006E6B66"/>
    <w:rsid w:val="006F0518"/>
    <w:rsid w:val="006F222F"/>
    <w:rsid w:val="006F41C7"/>
    <w:rsid w:val="006F5BCD"/>
    <w:rsid w:val="006F5BD5"/>
    <w:rsid w:val="006F7ECA"/>
    <w:rsid w:val="00702AA8"/>
    <w:rsid w:val="00703D41"/>
    <w:rsid w:val="007139D3"/>
    <w:rsid w:val="007140F6"/>
    <w:rsid w:val="007143B8"/>
    <w:rsid w:val="0071599A"/>
    <w:rsid w:val="00723E32"/>
    <w:rsid w:val="0072494F"/>
    <w:rsid w:val="00724C9B"/>
    <w:rsid w:val="00724D15"/>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4009"/>
    <w:rsid w:val="00764A0C"/>
    <w:rsid w:val="00765001"/>
    <w:rsid w:val="00767323"/>
    <w:rsid w:val="007718CA"/>
    <w:rsid w:val="00772209"/>
    <w:rsid w:val="0077263D"/>
    <w:rsid w:val="00774515"/>
    <w:rsid w:val="00774D9A"/>
    <w:rsid w:val="0078249E"/>
    <w:rsid w:val="00782DC5"/>
    <w:rsid w:val="00784491"/>
    <w:rsid w:val="00786B16"/>
    <w:rsid w:val="00787513"/>
    <w:rsid w:val="007927F5"/>
    <w:rsid w:val="00792FA0"/>
    <w:rsid w:val="007935BC"/>
    <w:rsid w:val="00794833"/>
    <w:rsid w:val="00795E31"/>
    <w:rsid w:val="00797FE2"/>
    <w:rsid w:val="007A121E"/>
    <w:rsid w:val="007A1EC8"/>
    <w:rsid w:val="007A3D24"/>
    <w:rsid w:val="007A42FC"/>
    <w:rsid w:val="007A4D1B"/>
    <w:rsid w:val="007A7F8A"/>
    <w:rsid w:val="007B02EA"/>
    <w:rsid w:val="007B39B9"/>
    <w:rsid w:val="007B3D35"/>
    <w:rsid w:val="007B53B5"/>
    <w:rsid w:val="007C5A62"/>
    <w:rsid w:val="007C6909"/>
    <w:rsid w:val="007C6C2F"/>
    <w:rsid w:val="007C6D1C"/>
    <w:rsid w:val="007C77D7"/>
    <w:rsid w:val="007D1292"/>
    <w:rsid w:val="007D4881"/>
    <w:rsid w:val="007D5616"/>
    <w:rsid w:val="007D7739"/>
    <w:rsid w:val="007E17AC"/>
    <w:rsid w:val="007E18C6"/>
    <w:rsid w:val="007E1F57"/>
    <w:rsid w:val="007E36F1"/>
    <w:rsid w:val="007E3AB6"/>
    <w:rsid w:val="007E4503"/>
    <w:rsid w:val="007E46CB"/>
    <w:rsid w:val="007E472D"/>
    <w:rsid w:val="007E4CC9"/>
    <w:rsid w:val="007E6C22"/>
    <w:rsid w:val="007F0D36"/>
    <w:rsid w:val="007F6183"/>
    <w:rsid w:val="007F7216"/>
    <w:rsid w:val="007F725D"/>
    <w:rsid w:val="00800715"/>
    <w:rsid w:val="00801A7E"/>
    <w:rsid w:val="00801BB9"/>
    <w:rsid w:val="00801C23"/>
    <w:rsid w:val="00803775"/>
    <w:rsid w:val="008077AB"/>
    <w:rsid w:val="00817965"/>
    <w:rsid w:val="00824511"/>
    <w:rsid w:val="0082576A"/>
    <w:rsid w:val="00826950"/>
    <w:rsid w:val="008271F1"/>
    <w:rsid w:val="00832338"/>
    <w:rsid w:val="00835607"/>
    <w:rsid w:val="00836838"/>
    <w:rsid w:val="00836C50"/>
    <w:rsid w:val="008432AB"/>
    <w:rsid w:val="0084492D"/>
    <w:rsid w:val="00844D3D"/>
    <w:rsid w:val="008548B4"/>
    <w:rsid w:val="00855546"/>
    <w:rsid w:val="00860CB5"/>
    <w:rsid w:val="00860F1C"/>
    <w:rsid w:val="00863296"/>
    <w:rsid w:val="00863EF1"/>
    <w:rsid w:val="00864C51"/>
    <w:rsid w:val="00867F22"/>
    <w:rsid w:val="008752CC"/>
    <w:rsid w:val="00875A4C"/>
    <w:rsid w:val="008760E3"/>
    <w:rsid w:val="008763BF"/>
    <w:rsid w:val="00876482"/>
    <w:rsid w:val="00877C20"/>
    <w:rsid w:val="00880726"/>
    <w:rsid w:val="00885859"/>
    <w:rsid w:val="008867BF"/>
    <w:rsid w:val="008875A9"/>
    <w:rsid w:val="0088770B"/>
    <w:rsid w:val="00892A41"/>
    <w:rsid w:val="00893786"/>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D784A"/>
    <w:rsid w:val="008E4A63"/>
    <w:rsid w:val="008E5BBD"/>
    <w:rsid w:val="008E5E0C"/>
    <w:rsid w:val="008F2E4A"/>
    <w:rsid w:val="008F3AA9"/>
    <w:rsid w:val="008F67F2"/>
    <w:rsid w:val="008F78A0"/>
    <w:rsid w:val="009005A5"/>
    <w:rsid w:val="00901037"/>
    <w:rsid w:val="00903C24"/>
    <w:rsid w:val="00904038"/>
    <w:rsid w:val="00906C93"/>
    <w:rsid w:val="00911D02"/>
    <w:rsid w:val="00912C62"/>
    <w:rsid w:val="00913B64"/>
    <w:rsid w:val="00914DA1"/>
    <w:rsid w:val="00914F4A"/>
    <w:rsid w:val="009176AF"/>
    <w:rsid w:val="009216CF"/>
    <w:rsid w:val="0092179B"/>
    <w:rsid w:val="0092435D"/>
    <w:rsid w:val="00930AF1"/>
    <w:rsid w:val="00932904"/>
    <w:rsid w:val="00933EFE"/>
    <w:rsid w:val="00934085"/>
    <w:rsid w:val="00940731"/>
    <w:rsid w:val="00940F70"/>
    <w:rsid w:val="009417D0"/>
    <w:rsid w:val="0094217D"/>
    <w:rsid w:val="0095086A"/>
    <w:rsid w:val="0095249B"/>
    <w:rsid w:val="009537E5"/>
    <w:rsid w:val="00954F3C"/>
    <w:rsid w:val="00955560"/>
    <w:rsid w:val="00956B2D"/>
    <w:rsid w:val="00964AD0"/>
    <w:rsid w:val="009656A5"/>
    <w:rsid w:val="009715F3"/>
    <w:rsid w:val="00971D5F"/>
    <w:rsid w:val="009727A1"/>
    <w:rsid w:val="00973458"/>
    <w:rsid w:val="00977CF9"/>
    <w:rsid w:val="00980C35"/>
    <w:rsid w:val="0098131E"/>
    <w:rsid w:val="009832FD"/>
    <w:rsid w:val="00984EBB"/>
    <w:rsid w:val="0098732D"/>
    <w:rsid w:val="0099026A"/>
    <w:rsid w:val="00992E70"/>
    <w:rsid w:val="009951EF"/>
    <w:rsid w:val="009A1F78"/>
    <w:rsid w:val="009A46E0"/>
    <w:rsid w:val="009B1CFE"/>
    <w:rsid w:val="009B5721"/>
    <w:rsid w:val="009B61BD"/>
    <w:rsid w:val="009C3B7E"/>
    <w:rsid w:val="009C63FC"/>
    <w:rsid w:val="009D5B89"/>
    <w:rsid w:val="009D7D7D"/>
    <w:rsid w:val="009E084A"/>
    <w:rsid w:val="009E0FF0"/>
    <w:rsid w:val="009E2610"/>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22C82"/>
    <w:rsid w:val="00A23EAD"/>
    <w:rsid w:val="00A240AF"/>
    <w:rsid w:val="00A25278"/>
    <w:rsid w:val="00A25EB3"/>
    <w:rsid w:val="00A25FAE"/>
    <w:rsid w:val="00A316A1"/>
    <w:rsid w:val="00A319FD"/>
    <w:rsid w:val="00A34A63"/>
    <w:rsid w:val="00A365B4"/>
    <w:rsid w:val="00A377CA"/>
    <w:rsid w:val="00A41968"/>
    <w:rsid w:val="00A43EBD"/>
    <w:rsid w:val="00A444C4"/>
    <w:rsid w:val="00A538ED"/>
    <w:rsid w:val="00A53DA5"/>
    <w:rsid w:val="00A5407E"/>
    <w:rsid w:val="00A56200"/>
    <w:rsid w:val="00A57026"/>
    <w:rsid w:val="00A57B49"/>
    <w:rsid w:val="00A60174"/>
    <w:rsid w:val="00A629F3"/>
    <w:rsid w:val="00A62D4B"/>
    <w:rsid w:val="00A64738"/>
    <w:rsid w:val="00A66B31"/>
    <w:rsid w:val="00A66D32"/>
    <w:rsid w:val="00A70B39"/>
    <w:rsid w:val="00A70DC1"/>
    <w:rsid w:val="00A70DF1"/>
    <w:rsid w:val="00A715D9"/>
    <w:rsid w:val="00A71DCC"/>
    <w:rsid w:val="00A73AB6"/>
    <w:rsid w:val="00A77435"/>
    <w:rsid w:val="00A80C4B"/>
    <w:rsid w:val="00A80EAE"/>
    <w:rsid w:val="00A9198B"/>
    <w:rsid w:val="00A9493D"/>
    <w:rsid w:val="00A94D20"/>
    <w:rsid w:val="00A95D4D"/>
    <w:rsid w:val="00A96AD3"/>
    <w:rsid w:val="00AA1788"/>
    <w:rsid w:val="00AA3D0C"/>
    <w:rsid w:val="00AA4C55"/>
    <w:rsid w:val="00AA4C68"/>
    <w:rsid w:val="00AA72E9"/>
    <w:rsid w:val="00AB070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22A5"/>
    <w:rsid w:val="00B0329D"/>
    <w:rsid w:val="00B04262"/>
    <w:rsid w:val="00B05BFF"/>
    <w:rsid w:val="00B068C7"/>
    <w:rsid w:val="00B068CB"/>
    <w:rsid w:val="00B07B3E"/>
    <w:rsid w:val="00B1033C"/>
    <w:rsid w:val="00B11411"/>
    <w:rsid w:val="00B1242C"/>
    <w:rsid w:val="00B14D73"/>
    <w:rsid w:val="00B24177"/>
    <w:rsid w:val="00B24585"/>
    <w:rsid w:val="00B271AA"/>
    <w:rsid w:val="00B27A61"/>
    <w:rsid w:val="00B31B70"/>
    <w:rsid w:val="00B35A77"/>
    <w:rsid w:val="00B365AA"/>
    <w:rsid w:val="00B36D45"/>
    <w:rsid w:val="00B41163"/>
    <w:rsid w:val="00B434F7"/>
    <w:rsid w:val="00B50BAD"/>
    <w:rsid w:val="00B5153A"/>
    <w:rsid w:val="00B61AF4"/>
    <w:rsid w:val="00B661D9"/>
    <w:rsid w:val="00B67BD6"/>
    <w:rsid w:val="00B710CD"/>
    <w:rsid w:val="00B8042F"/>
    <w:rsid w:val="00B805C7"/>
    <w:rsid w:val="00B81AD5"/>
    <w:rsid w:val="00B8554F"/>
    <w:rsid w:val="00B86370"/>
    <w:rsid w:val="00B874E6"/>
    <w:rsid w:val="00B90EAC"/>
    <w:rsid w:val="00B93030"/>
    <w:rsid w:val="00B93FCB"/>
    <w:rsid w:val="00BA02E5"/>
    <w:rsid w:val="00BA137F"/>
    <w:rsid w:val="00BA201E"/>
    <w:rsid w:val="00BA368A"/>
    <w:rsid w:val="00BB328E"/>
    <w:rsid w:val="00BB7FA9"/>
    <w:rsid w:val="00BC214D"/>
    <w:rsid w:val="00BC3EA8"/>
    <w:rsid w:val="00BC444A"/>
    <w:rsid w:val="00BD05BD"/>
    <w:rsid w:val="00BD251E"/>
    <w:rsid w:val="00BD3384"/>
    <w:rsid w:val="00BD43D4"/>
    <w:rsid w:val="00BD5C84"/>
    <w:rsid w:val="00BE1A23"/>
    <w:rsid w:val="00BE1C71"/>
    <w:rsid w:val="00BE6204"/>
    <w:rsid w:val="00BE6367"/>
    <w:rsid w:val="00BF16A9"/>
    <w:rsid w:val="00BF27B6"/>
    <w:rsid w:val="00BF6FB8"/>
    <w:rsid w:val="00C0061B"/>
    <w:rsid w:val="00C01D03"/>
    <w:rsid w:val="00C01D6F"/>
    <w:rsid w:val="00C028E5"/>
    <w:rsid w:val="00C02A61"/>
    <w:rsid w:val="00C02FEC"/>
    <w:rsid w:val="00C0453C"/>
    <w:rsid w:val="00C04FC7"/>
    <w:rsid w:val="00C0603E"/>
    <w:rsid w:val="00C1312E"/>
    <w:rsid w:val="00C1350F"/>
    <w:rsid w:val="00C14EAF"/>
    <w:rsid w:val="00C1537A"/>
    <w:rsid w:val="00C16FFC"/>
    <w:rsid w:val="00C211C0"/>
    <w:rsid w:val="00C21EB1"/>
    <w:rsid w:val="00C23EE3"/>
    <w:rsid w:val="00C32906"/>
    <w:rsid w:val="00C42397"/>
    <w:rsid w:val="00C452A9"/>
    <w:rsid w:val="00C468D6"/>
    <w:rsid w:val="00C4774F"/>
    <w:rsid w:val="00C5072D"/>
    <w:rsid w:val="00C537DC"/>
    <w:rsid w:val="00C54342"/>
    <w:rsid w:val="00C54F8D"/>
    <w:rsid w:val="00C563A5"/>
    <w:rsid w:val="00C64CE1"/>
    <w:rsid w:val="00C70A94"/>
    <w:rsid w:val="00C70BA8"/>
    <w:rsid w:val="00C7235C"/>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2C74"/>
    <w:rsid w:val="00CE3A5F"/>
    <w:rsid w:val="00CF1588"/>
    <w:rsid w:val="00CF4B55"/>
    <w:rsid w:val="00CF6B43"/>
    <w:rsid w:val="00D02E08"/>
    <w:rsid w:val="00D0722D"/>
    <w:rsid w:val="00D10BFD"/>
    <w:rsid w:val="00D10D37"/>
    <w:rsid w:val="00D11885"/>
    <w:rsid w:val="00D13067"/>
    <w:rsid w:val="00D133D3"/>
    <w:rsid w:val="00D13695"/>
    <w:rsid w:val="00D14712"/>
    <w:rsid w:val="00D14E7D"/>
    <w:rsid w:val="00D213F3"/>
    <w:rsid w:val="00D21AB5"/>
    <w:rsid w:val="00D21DB0"/>
    <w:rsid w:val="00D23351"/>
    <w:rsid w:val="00D27591"/>
    <w:rsid w:val="00D27758"/>
    <w:rsid w:val="00D3179E"/>
    <w:rsid w:val="00D32A01"/>
    <w:rsid w:val="00D37296"/>
    <w:rsid w:val="00D42307"/>
    <w:rsid w:val="00D42D05"/>
    <w:rsid w:val="00D46EEB"/>
    <w:rsid w:val="00D4740A"/>
    <w:rsid w:val="00D50E4D"/>
    <w:rsid w:val="00D52E56"/>
    <w:rsid w:val="00D5313A"/>
    <w:rsid w:val="00D54CED"/>
    <w:rsid w:val="00D54EAF"/>
    <w:rsid w:val="00D66D06"/>
    <w:rsid w:val="00D67B0D"/>
    <w:rsid w:val="00D7302B"/>
    <w:rsid w:val="00D767C3"/>
    <w:rsid w:val="00D809E8"/>
    <w:rsid w:val="00D814F9"/>
    <w:rsid w:val="00D83707"/>
    <w:rsid w:val="00D850DC"/>
    <w:rsid w:val="00D8704D"/>
    <w:rsid w:val="00D90348"/>
    <w:rsid w:val="00D90922"/>
    <w:rsid w:val="00D91972"/>
    <w:rsid w:val="00D9237A"/>
    <w:rsid w:val="00D93215"/>
    <w:rsid w:val="00D9331E"/>
    <w:rsid w:val="00D944D8"/>
    <w:rsid w:val="00D9551A"/>
    <w:rsid w:val="00D9660F"/>
    <w:rsid w:val="00D973F5"/>
    <w:rsid w:val="00DA09BC"/>
    <w:rsid w:val="00DA186B"/>
    <w:rsid w:val="00DA3C2F"/>
    <w:rsid w:val="00DA615C"/>
    <w:rsid w:val="00DA6681"/>
    <w:rsid w:val="00DB4E09"/>
    <w:rsid w:val="00DC08B7"/>
    <w:rsid w:val="00DC4AB6"/>
    <w:rsid w:val="00DC69E0"/>
    <w:rsid w:val="00DD07B8"/>
    <w:rsid w:val="00DD34A1"/>
    <w:rsid w:val="00DD3AAA"/>
    <w:rsid w:val="00DD7B42"/>
    <w:rsid w:val="00DD7C85"/>
    <w:rsid w:val="00DE13D1"/>
    <w:rsid w:val="00DE5B11"/>
    <w:rsid w:val="00DE6742"/>
    <w:rsid w:val="00DF2A82"/>
    <w:rsid w:val="00DF548C"/>
    <w:rsid w:val="00DF6216"/>
    <w:rsid w:val="00E03686"/>
    <w:rsid w:val="00E06ECB"/>
    <w:rsid w:val="00E079F9"/>
    <w:rsid w:val="00E13DEB"/>
    <w:rsid w:val="00E1435F"/>
    <w:rsid w:val="00E14CF9"/>
    <w:rsid w:val="00E24B37"/>
    <w:rsid w:val="00E24F4B"/>
    <w:rsid w:val="00E26414"/>
    <w:rsid w:val="00E27716"/>
    <w:rsid w:val="00E30254"/>
    <w:rsid w:val="00E32C90"/>
    <w:rsid w:val="00E35FAF"/>
    <w:rsid w:val="00E43EE1"/>
    <w:rsid w:val="00E45621"/>
    <w:rsid w:val="00E50635"/>
    <w:rsid w:val="00E5357F"/>
    <w:rsid w:val="00E54646"/>
    <w:rsid w:val="00E5672A"/>
    <w:rsid w:val="00E5784A"/>
    <w:rsid w:val="00E57E8E"/>
    <w:rsid w:val="00E610A3"/>
    <w:rsid w:val="00E61ACE"/>
    <w:rsid w:val="00E61B59"/>
    <w:rsid w:val="00E64B0B"/>
    <w:rsid w:val="00E64FC2"/>
    <w:rsid w:val="00E662EC"/>
    <w:rsid w:val="00E740FB"/>
    <w:rsid w:val="00E74318"/>
    <w:rsid w:val="00E81F3A"/>
    <w:rsid w:val="00E83839"/>
    <w:rsid w:val="00E84171"/>
    <w:rsid w:val="00E8775E"/>
    <w:rsid w:val="00E94969"/>
    <w:rsid w:val="00E963E1"/>
    <w:rsid w:val="00EA19C1"/>
    <w:rsid w:val="00EA4FCA"/>
    <w:rsid w:val="00EA5D87"/>
    <w:rsid w:val="00EA6A3F"/>
    <w:rsid w:val="00EB0461"/>
    <w:rsid w:val="00EB0DAB"/>
    <w:rsid w:val="00EB2E6F"/>
    <w:rsid w:val="00EB65C8"/>
    <w:rsid w:val="00EC103A"/>
    <w:rsid w:val="00EC646D"/>
    <w:rsid w:val="00EC7423"/>
    <w:rsid w:val="00ED1AF8"/>
    <w:rsid w:val="00ED2AD2"/>
    <w:rsid w:val="00ED3A6A"/>
    <w:rsid w:val="00ED7AA7"/>
    <w:rsid w:val="00EE07FA"/>
    <w:rsid w:val="00EE1EF4"/>
    <w:rsid w:val="00EE20D7"/>
    <w:rsid w:val="00EE6193"/>
    <w:rsid w:val="00EF0112"/>
    <w:rsid w:val="00EF44BC"/>
    <w:rsid w:val="00EF5532"/>
    <w:rsid w:val="00EF5C0F"/>
    <w:rsid w:val="00F022B1"/>
    <w:rsid w:val="00F022F3"/>
    <w:rsid w:val="00F05005"/>
    <w:rsid w:val="00F13FE2"/>
    <w:rsid w:val="00F168F4"/>
    <w:rsid w:val="00F200A1"/>
    <w:rsid w:val="00F22226"/>
    <w:rsid w:val="00F23E77"/>
    <w:rsid w:val="00F23F3A"/>
    <w:rsid w:val="00F24385"/>
    <w:rsid w:val="00F30703"/>
    <w:rsid w:val="00F32C71"/>
    <w:rsid w:val="00F3302A"/>
    <w:rsid w:val="00F41EFD"/>
    <w:rsid w:val="00F4390D"/>
    <w:rsid w:val="00F43D84"/>
    <w:rsid w:val="00F44718"/>
    <w:rsid w:val="00F458D0"/>
    <w:rsid w:val="00F46E2F"/>
    <w:rsid w:val="00F50D84"/>
    <w:rsid w:val="00F51DDB"/>
    <w:rsid w:val="00F52C46"/>
    <w:rsid w:val="00F53183"/>
    <w:rsid w:val="00F53641"/>
    <w:rsid w:val="00F5477A"/>
    <w:rsid w:val="00F5587A"/>
    <w:rsid w:val="00F63A31"/>
    <w:rsid w:val="00F63BE7"/>
    <w:rsid w:val="00F64C4F"/>
    <w:rsid w:val="00F64E39"/>
    <w:rsid w:val="00F64F13"/>
    <w:rsid w:val="00F65236"/>
    <w:rsid w:val="00F70392"/>
    <w:rsid w:val="00F76695"/>
    <w:rsid w:val="00F8087A"/>
    <w:rsid w:val="00F80A61"/>
    <w:rsid w:val="00F8178E"/>
    <w:rsid w:val="00F82103"/>
    <w:rsid w:val="00F82F90"/>
    <w:rsid w:val="00F8594A"/>
    <w:rsid w:val="00F918A6"/>
    <w:rsid w:val="00F94244"/>
    <w:rsid w:val="00F945E3"/>
    <w:rsid w:val="00F96440"/>
    <w:rsid w:val="00F9778F"/>
    <w:rsid w:val="00FA2749"/>
    <w:rsid w:val="00FA5BF5"/>
    <w:rsid w:val="00FB04C9"/>
    <w:rsid w:val="00FB383E"/>
    <w:rsid w:val="00FB7614"/>
    <w:rsid w:val="00FB79AF"/>
    <w:rsid w:val="00FB79CF"/>
    <w:rsid w:val="00FC0B6A"/>
    <w:rsid w:val="00FC1BAD"/>
    <w:rsid w:val="00FC4DC8"/>
    <w:rsid w:val="00FC5D4F"/>
    <w:rsid w:val="00FC6263"/>
    <w:rsid w:val="00FD1544"/>
    <w:rsid w:val="00FD3255"/>
    <w:rsid w:val="00FD4899"/>
    <w:rsid w:val="00FD4A64"/>
    <w:rsid w:val="00FD7995"/>
    <w:rsid w:val="00FE049C"/>
    <w:rsid w:val="00FE2684"/>
    <w:rsid w:val="00FE42D2"/>
    <w:rsid w:val="00FE6604"/>
    <w:rsid w:val="00FF0188"/>
    <w:rsid w:val="00FF1E88"/>
    <w:rsid w:val="00FF2E1E"/>
    <w:rsid w:val="00FF308B"/>
    <w:rsid w:val="00FF3336"/>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paragraph" w:styleId="StandardWeb">
    <w:name w:val="Normal (Web)"/>
    <w:basedOn w:val="Standard"/>
    <w:uiPriority w:val="99"/>
    <w:unhideWhenUsed/>
    <w:rsid w:val="00DC08B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822968315">
      <w:bodyDiv w:val="1"/>
      <w:marLeft w:val="0"/>
      <w:marRight w:val="0"/>
      <w:marTop w:val="0"/>
      <w:marBottom w:val="0"/>
      <w:divBdr>
        <w:top w:val="none" w:sz="0" w:space="0" w:color="auto"/>
        <w:left w:val="none" w:sz="0" w:space="0" w:color="auto"/>
        <w:bottom w:val="none" w:sz="0" w:space="0" w:color="auto"/>
        <w:right w:val="none" w:sz="0" w:space="0" w:color="auto"/>
      </w:divBdr>
    </w:div>
    <w:div w:id="867255945">
      <w:bodyDiv w:val="1"/>
      <w:marLeft w:val="0"/>
      <w:marRight w:val="0"/>
      <w:marTop w:val="0"/>
      <w:marBottom w:val="0"/>
      <w:divBdr>
        <w:top w:val="none" w:sz="0" w:space="0" w:color="auto"/>
        <w:left w:val="none" w:sz="0" w:space="0" w:color="auto"/>
        <w:bottom w:val="none" w:sz="0" w:space="0" w:color="auto"/>
        <w:right w:val="none" w:sz="0" w:space="0" w:color="auto"/>
      </w:divBdr>
    </w:div>
    <w:div w:id="881401569">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139570757">
      <w:bodyDiv w:val="1"/>
      <w:marLeft w:val="0"/>
      <w:marRight w:val="0"/>
      <w:marTop w:val="0"/>
      <w:marBottom w:val="0"/>
      <w:divBdr>
        <w:top w:val="none" w:sz="0" w:space="0" w:color="auto"/>
        <w:left w:val="none" w:sz="0" w:space="0" w:color="auto"/>
        <w:bottom w:val="none" w:sz="0" w:space="0" w:color="auto"/>
        <w:right w:val="none" w:sz="0" w:space="0" w:color="auto"/>
      </w:divBdr>
    </w:div>
    <w:div w:id="1149440395">
      <w:bodyDiv w:val="1"/>
      <w:marLeft w:val="0"/>
      <w:marRight w:val="0"/>
      <w:marTop w:val="0"/>
      <w:marBottom w:val="0"/>
      <w:divBdr>
        <w:top w:val="none" w:sz="0" w:space="0" w:color="auto"/>
        <w:left w:val="none" w:sz="0" w:space="0" w:color="auto"/>
        <w:bottom w:val="none" w:sz="0" w:space="0" w:color="auto"/>
        <w:right w:val="none" w:sz="0" w:space="0" w:color="auto"/>
      </w:divBdr>
    </w:div>
    <w:div w:id="1191380348">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353721797">
      <w:bodyDiv w:val="1"/>
      <w:marLeft w:val="0"/>
      <w:marRight w:val="0"/>
      <w:marTop w:val="0"/>
      <w:marBottom w:val="0"/>
      <w:divBdr>
        <w:top w:val="none" w:sz="0" w:space="0" w:color="auto"/>
        <w:left w:val="none" w:sz="0" w:space="0" w:color="auto"/>
        <w:bottom w:val="none" w:sz="0" w:space="0" w:color="auto"/>
        <w:right w:val="none" w:sz="0" w:space="0" w:color="auto"/>
      </w:divBdr>
    </w:div>
    <w:div w:id="1813719345">
      <w:bodyDiv w:val="1"/>
      <w:marLeft w:val="0"/>
      <w:marRight w:val="0"/>
      <w:marTop w:val="0"/>
      <w:marBottom w:val="0"/>
      <w:divBdr>
        <w:top w:val="none" w:sz="0" w:space="0" w:color="auto"/>
        <w:left w:val="none" w:sz="0" w:space="0" w:color="auto"/>
        <w:bottom w:val="none" w:sz="0" w:space="0" w:color="auto"/>
        <w:right w:val="none" w:sz="0" w:space="0" w:color="auto"/>
      </w:divBdr>
    </w:div>
    <w:div w:id="1822885250">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1982806002">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 w:id="208787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8659-459B-449D-832F-31317D9DB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4</Pages>
  <Words>160</Words>
  <Characters>1169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143</cp:revision>
  <cp:lastPrinted>2021-09-20T12:39:00Z</cp:lastPrinted>
  <dcterms:created xsi:type="dcterms:W3CDTF">2021-11-16T14:01:00Z</dcterms:created>
  <dcterms:modified xsi:type="dcterms:W3CDTF">2025-03-13T10:33:00Z</dcterms:modified>
</cp:coreProperties>
</file>