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2CD086" w14:textId="280C5AF3" w:rsidR="005B4B1A" w:rsidRDefault="007F254E" w:rsidP="005B68F5">
      <w:pPr>
        <w:rPr>
          <w:rFonts w:ascii="Univers Com 47 Light Cond" w:hAnsi="Univers Com 47 Light Cond"/>
          <w:sz w:val="24"/>
          <w:szCs w:val="24"/>
          <w:u w:val="single"/>
        </w:rPr>
      </w:pPr>
      <w:proofErr w:type="spellStart"/>
      <w:r w:rsidRPr="007F254E">
        <w:rPr>
          <w:rFonts w:ascii="Univers Com 47 Light Cond" w:hAnsi="Univers Com 47 Light Cond"/>
          <w:sz w:val="24"/>
          <w:szCs w:val="24"/>
          <w:u w:val="single"/>
        </w:rPr>
        <w:t>DallFlex</w:t>
      </w:r>
      <w:proofErr w:type="spellEnd"/>
      <w:r w:rsidRPr="007F254E">
        <w:rPr>
          <w:rFonts w:ascii="Univers Com 47 Light Cond" w:hAnsi="Univers Com 47 Light Cond"/>
          <w:sz w:val="24"/>
          <w:szCs w:val="24"/>
          <w:u w:val="single"/>
        </w:rPr>
        <w:t xml:space="preserve"> 115</w:t>
      </w:r>
      <w:r w:rsidR="00281D8E" w:rsidRPr="00D47B8B">
        <w:rPr>
          <w:rFonts w:ascii="DIN-Regular" w:hAnsi="DIN-Regular"/>
          <w:noProof/>
          <w:sz w:val="24"/>
          <w:szCs w:val="24"/>
        </w:rPr>
        <mc:AlternateContent>
          <mc:Choice Requires="wps">
            <w:drawing>
              <wp:anchor distT="0" distB="0" distL="114300" distR="114300" simplePos="0" relativeHeight="251661312" behindDoc="0" locked="0" layoutInCell="1" allowOverlap="1" wp14:anchorId="114117F0" wp14:editId="09401F24">
                <wp:simplePos x="0" y="0"/>
                <wp:positionH relativeFrom="page">
                  <wp:posOffset>882650</wp:posOffset>
                </wp:positionH>
                <wp:positionV relativeFrom="page">
                  <wp:posOffset>1792605</wp:posOffset>
                </wp:positionV>
                <wp:extent cx="1760220" cy="197485"/>
                <wp:effectExtent l="0" t="0" r="11430" b="12065"/>
                <wp:wrapNone/>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197485"/>
                        </a:xfrm>
                        <a:prstGeom prst="rect">
                          <a:avLst/>
                        </a:prstGeom>
                        <a:noFill/>
                        <a:ln w="9525">
                          <a:noFill/>
                          <a:miter lim="800000"/>
                          <a:headEnd/>
                          <a:tailEnd/>
                        </a:ln>
                      </wps:spPr>
                      <wps:txbx>
                        <w:txbxContent>
                          <w:p w14:paraId="34F1C194" w14:textId="046B4BF6" w:rsidR="005328A6" w:rsidRPr="000939CB" w:rsidRDefault="005328A6" w:rsidP="00245BAF">
                            <w:pPr>
                              <w:pStyle w:val="DallmerOrtsfeld8115"/>
                            </w:pPr>
                            <w:r>
                              <w:t xml:space="preserve">       Arnsberg, </w:t>
                            </w:r>
                            <w:r w:rsidR="00B42F2F">
                              <w:t>September</w:t>
                            </w:r>
                            <w:r>
                              <w:t xml:space="preserve"> 202</w:t>
                            </w:r>
                            <w:r w:rsidR="006657C6">
                              <w:t>4</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4117F0" id="_x0000_t202" coordsize="21600,21600" o:spt="202" path="m,l,21600r21600,l21600,xe">
                <v:stroke joinstyle="miter"/>
                <v:path gradientshapeok="t" o:connecttype="rect"/>
              </v:shapetype>
              <v:shape id="Textfeld 2" o:spid="_x0000_s1026" type="#_x0000_t202" style="position:absolute;margin-left:69.5pt;margin-top:141.15pt;width:138.6pt;height:15.5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" filled="f" stroked="f">
                <v:textbox inset="0,0,0,0">
                  <w:txbxContent>
                    <w:p w14:paraId="34F1C194" w14:textId="046B4BF6" w:rsidR="005328A6" w:rsidRPr="000939CB" w:rsidRDefault="005328A6" w:rsidP="00245BAF">
                      <w:pPr>
                        <w:pStyle w:val="DallmerOrtsfeld8115"/>
                      </w:pPr>
                      <w:r>
                        <w:t xml:space="preserve">       Arnsberg, </w:t>
                      </w:r>
                      <w:r w:rsidR="00B42F2F">
                        <w:t>September</w:t>
                      </w:r>
                      <w:r>
                        <w:t xml:space="preserve"> 202</w:t>
                      </w:r>
                      <w:r w:rsidR="006657C6">
                        <w:t>4</w:t>
                      </w:r>
                    </w:p>
                  </w:txbxContent>
                </v:textbox>
                <w10:wrap anchorx="page" anchory="page"/>
              </v:shape>
            </w:pict>
          </mc:Fallback>
        </mc:AlternateContent>
      </w:r>
      <w:r w:rsidR="00113A99" w:rsidRPr="00D47B8B">
        <w:rPr>
          <w:rFonts w:ascii="Univers Com 47 Light Cond" w:hAnsi="Univers Com 47 Light Cond"/>
          <w:noProof/>
          <w:sz w:val="24"/>
          <w:szCs w:val="24"/>
          <w:u w:val="single"/>
        </w:rPr>
        <mc:AlternateContent>
          <mc:Choice Requires="wps">
            <w:drawing>
              <wp:anchor distT="0" distB="0" distL="114300" distR="114300" simplePos="0" relativeHeight="251659264" behindDoc="1" locked="1" layoutInCell="0" allowOverlap="1" wp14:anchorId="7BF77075" wp14:editId="5EA2242D">
                <wp:simplePos x="0" y="0"/>
                <wp:positionH relativeFrom="page">
                  <wp:posOffset>2905125</wp:posOffset>
                </wp:positionH>
                <wp:positionV relativeFrom="page">
                  <wp:posOffset>1276350</wp:posOffset>
                </wp:positionV>
                <wp:extent cx="1876425" cy="295275"/>
                <wp:effectExtent l="0" t="0" r="9525" b="9525"/>
                <wp:wrapNone/>
                <wp:docPr id="7"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9527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F77075" id="Textfeld 4" o:spid="_x0000_s1027" type="#_x0000_t202" style="position:absolute;margin-left:228.75pt;margin-top:100.5pt;width:147.75pt;height:23.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" o:allowincell="f" filled="f" stroked="f">
                <v:textbox inset="0,0,0,0">
                  <w:txbxContent>
                    <w:p w14:paraId="349CF259" w14:textId="77777777" w:rsidR="005328A6" w:rsidRPr="003E595F" w:rsidRDefault="005328A6" w:rsidP="004B56DB">
                      <w:pPr>
                        <w:spacing w:after="20"/>
                        <w:rPr>
                          <w:rFonts w:ascii="Univers Com 47 Light Cond" w:hAnsi="Univers Com 47 Light Cond"/>
                          <w:sz w:val="28"/>
                          <w:szCs w:val="28"/>
                        </w:rPr>
                      </w:pPr>
                      <w:r w:rsidRPr="003E595F">
                        <w:rPr>
                          <w:rFonts w:ascii="Univers Com 47 Light Cond" w:hAnsi="Univers Com 47 Light Cond"/>
                          <w:sz w:val="28"/>
                          <w:szCs w:val="28"/>
                        </w:rPr>
                        <w:t>Presseinformation</w:t>
                      </w:r>
                    </w:p>
                  </w:txbxContent>
                </v:textbox>
                <w10:wrap anchorx="page" anchory="page"/>
                <w10:anchorlock/>
              </v:shape>
            </w:pict>
          </mc:Fallback>
        </mc:AlternateContent>
      </w:r>
      <w:r>
        <w:rPr>
          <w:rFonts w:ascii="Univers Com 47 Light Cond" w:hAnsi="Univers Com 47 Light Cond"/>
          <w:sz w:val="24"/>
          <w:szCs w:val="24"/>
          <w:u w:val="single"/>
        </w:rPr>
        <w:t xml:space="preserve"> – der </w:t>
      </w:r>
      <w:r w:rsidR="002477E2">
        <w:rPr>
          <w:rFonts w:ascii="Univers Com 47 Light Cond" w:hAnsi="Univers Com 47 Light Cond"/>
          <w:sz w:val="24"/>
          <w:szCs w:val="24"/>
          <w:u w:val="single"/>
        </w:rPr>
        <w:t>Turboablauf f</w:t>
      </w:r>
      <w:r w:rsidR="009B78B3" w:rsidRPr="009B78B3">
        <w:rPr>
          <w:rFonts w:ascii="Univers Com 47 Light Cond" w:hAnsi="Univers Com 47 Light Cond"/>
          <w:sz w:val="24"/>
          <w:szCs w:val="24"/>
          <w:u w:val="single"/>
        </w:rPr>
        <w:t>ür höhere Aufbauten</w:t>
      </w:r>
    </w:p>
    <w:p w14:paraId="14447730" w14:textId="6EED29EA" w:rsidR="001C33D5" w:rsidRDefault="005E37E0" w:rsidP="006657C6">
      <w:pPr>
        <w:autoSpaceDE w:val="0"/>
        <w:autoSpaceDN w:val="0"/>
        <w:adjustRightInd w:val="0"/>
        <w:rPr>
          <w:rFonts w:ascii="Univers Com 47 Light Cond" w:hAnsi="Univers Com 47 Light Cond"/>
          <w:sz w:val="24"/>
          <w:szCs w:val="24"/>
          <w:u w:val="single"/>
        </w:rPr>
      </w:pPr>
      <w:r>
        <w:rPr>
          <w:rFonts w:ascii="Univers Com 47 Light Cond" w:hAnsi="Univers Com 47 Light Cond"/>
          <w:sz w:val="24"/>
          <w:szCs w:val="24"/>
          <w:u w:val="single"/>
        </w:rPr>
        <w:t>N</w:t>
      </w:r>
      <w:r w:rsidRPr="005E37E0">
        <w:rPr>
          <w:rFonts w:ascii="Univers Com 47 Light Cond" w:hAnsi="Univers Com 47 Light Cond"/>
          <w:sz w:val="24"/>
          <w:szCs w:val="24"/>
          <w:u w:val="single"/>
        </w:rPr>
        <w:t>ormgerecht, flexibel und sicher</w:t>
      </w:r>
    </w:p>
    <w:p w14:paraId="264616A2" w14:textId="77777777" w:rsidR="005E37E0" w:rsidRDefault="005E37E0" w:rsidP="006657C6">
      <w:pPr>
        <w:autoSpaceDE w:val="0"/>
        <w:autoSpaceDN w:val="0"/>
        <w:adjustRightInd w:val="0"/>
        <w:rPr>
          <w:rFonts w:ascii="Univers Com 47 Light Cond" w:hAnsi="Univers Com 47 Light Cond"/>
          <w:sz w:val="24"/>
          <w:szCs w:val="24"/>
          <w:u w:val="single"/>
        </w:rPr>
      </w:pPr>
    </w:p>
    <w:p w14:paraId="280B7592" w14:textId="45DF4AC5" w:rsidR="00771FC6" w:rsidRDefault="009E0F34" w:rsidP="009B78B3">
      <w:pPr>
        <w:autoSpaceDE w:val="0"/>
        <w:autoSpaceDN w:val="0"/>
        <w:adjustRightInd w:val="0"/>
        <w:rPr>
          <w:rFonts w:ascii="Univers Com 47 Light Cond" w:hAnsi="Univers Com 47 Light Cond"/>
          <w:sz w:val="22"/>
          <w:szCs w:val="22"/>
        </w:rPr>
      </w:pPr>
      <w:r w:rsidRPr="009E0F34">
        <w:rPr>
          <w:rFonts w:ascii="Univers Com 47 Light Cond" w:hAnsi="Univers Com 47 Light Cond"/>
          <w:sz w:val="22"/>
          <w:szCs w:val="22"/>
        </w:rPr>
        <w:t>Bodenaufbauten im Neubaubereich werden höher. Dies</w:t>
      </w:r>
      <w:r>
        <w:rPr>
          <w:rFonts w:ascii="Univers Com 47 Light Cond" w:hAnsi="Univers Com 47 Light Cond"/>
          <w:sz w:val="22"/>
          <w:szCs w:val="22"/>
        </w:rPr>
        <w:t xml:space="preserve"> </w:t>
      </w:r>
      <w:r w:rsidRPr="009E0F34">
        <w:rPr>
          <w:rFonts w:ascii="Univers Com 47 Light Cond" w:hAnsi="Univers Com 47 Light Cond"/>
          <w:sz w:val="22"/>
          <w:szCs w:val="22"/>
        </w:rPr>
        <w:t>hat zwei Gründe: erstens die veränderten Baustandards</w:t>
      </w:r>
      <w:r w:rsidR="00044676">
        <w:rPr>
          <w:rFonts w:ascii="Univers Com 47 Light Cond" w:hAnsi="Univers Com 47 Light Cond"/>
          <w:sz w:val="22"/>
          <w:szCs w:val="22"/>
        </w:rPr>
        <w:t xml:space="preserve"> u</w:t>
      </w:r>
      <w:r w:rsidRPr="009E0F34">
        <w:rPr>
          <w:rFonts w:ascii="Univers Com 47 Light Cond" w:hAnsi="Univers Com 47 Light Cond"/>
          <w:sz w:val="22"/>
          <w:szCs w:val="22"/>
        </w:rPr>
        <w:t>nd</w:t>
      </w:r>
      <w:r>
        <w:rPr>
          <w:rFonts w:ascii="Univers Com 47 Light Cond" w:hAnsi="Univers Com 47 Light Cond"/>
          <w:sz w:val="22"/>
          <w:szCs w:val="22"/>
        </w:rPr>
        <w:t xml:space="preserve"> </w:t>
      </w:r>
      <w:r w:rsidRPr="009E0F34">
        <w:rPr>
          <w:rFonts w:ascii="Univers Com 47 Light Cond" w:hAnsi="Univers Com 47 Light Cond"/>
          <w:sz w:val="22"/>
          <w:szCs w:val="22"/>
        </w:rPr>
        <w:t>zweitens die gesetzlichen Vorgaben zur Energieeinsparung</w:t>
      </w:r>
      <w:r w:rsidR="00044676">
        <w:rPr>
          <w:rFonts w:ascii="Univers Com 47 Light Cond" w:hAnsi="Univers Com 47 Light Cond"/>
          <w:sz w:val="22"/>
          <w:szCs w:val="22"/>
        </w:rPr>
        <w:t xml:space="preserve">. Denn </w:t>
      </w:r>
      <w:r w:rsidRPr="009E0F34">
        <w:rPr>
          <w:rFonts w:ascii="Univers Com 47 Light Cond" w:hAnsi="Univers Com 47 Light Cond"/>
          <w:sz w:val="22"/>
          <w:szCs w:val="22"/>
        </w:rPr>
        <w:t>aktuell müssen höhere Dämmpakete eingesetzt werden.</w:t>
      </w:r>
      <w:r w:rsidR="00044676">
        <w:rPr>
          <w:rFonts w:ascii="Univers Com 47 Light Cond" w:hAnsi="Univers Com 47 Light Cond"/>
          <w:sz w:val="22"/>
          <w:szCs w:val="22"/>
        </w:rPr>
        <w:t xml:space="preserve"> </w:t>
      </w:r>
      <w:r w:rsidR="009A5A69">
        <w:rPr>
          <w:rFonts w:ascii="Univers Com 47 Light Cond" w:hAnsi="Univers Com 47 Light Cond"/>
          <w:sz w:val="22"/>
          <w:szCs w:val="22"/>
        </w:rPr>
        <w:t xml:space="preserve">Der Arnsberger Entwässerungsspezialist </w:t>
      </w:r>
      <w:proofErr w:type="spellStart"/>
      <w:r w:rsidR="009A5A69">
        <w:rPr>
          <w:rFonts w:ascii="Univers Com 47 Light Cond" w:hAnsi="Univers Com 47 Light Cond"/>
          <w:sz w:val="22"/>
          <w:szCs w:val="22"/>
        </w:rPr>
        <w:t>Dallmer</w:t>
      </w:r>
      <w:proofErr w:type="spellEnd"/>
      <w:r w:rsidRPr="009E0F34">
        <w:rPr>
          <w:rFonts w:ascii="Univers Com 47 Light Cond" w:hAnsi="Univers Com 47 Light Cond"/>
          <w:sz w:val="22"/>
          <w:szCs w:val="22"/>
        </w:rPr>
        <w:t xml:space="preserve"> </w:t>
      </w:r>
      <w:r w:rsidR="009A5A69">
        <w:rPr>
          <w:rFonts w:ascii="Univers Com 47 Light Cond" w:hAnsi="Univers Com 47 Light Cond"/>
          <w:sz w:val="22"/>
          <w:szCs w:val="22"/>
        </w:rPr>
        <w:t>hat</w:t>
      </w:r>
      <w:r w:rsidRPr="009E0F34">
        <w:rPr>
          <w:rFonts w:ascii="Univers Com 47 Light Cond" w:hAnsi="Univers Com 47 Light Cond"/>
          <w:sz w:val="22"/>
          <w:szCs w:val="22"/>
        </w:rPr>
        <w:t xml:space="preserve"> innerhalb </w:t>
      </w:r>
      <w:r w:rsidR="009A5A69">
        <w:rPr>
          <w:rFonts w:ascii="Univers Com 47 Light Cond" w:hAnsi="Univers Com 47 Light Cond"/>
          <w:sz w:val="22"/>
          <w:szCs w:val="22"/>
        </w:rPr>
        <w:t>seiner</w:t>
      </w:r>
      <w:r w:rsidRPr="009E0F34">
        <w:rPr>
          <w:rFonts w:ascii="Univers Com 47 Light Cond" w:hAnsi="Univers Com 47 Light Cond"/>
          <w:sz w:val="22"/>
          <w:szCs w:val="22"/>
        </w:rPr>
        <w:t xml:space="preserve"> </w:t>
      </w:r>
      <w:proofErr w:type="spellStart"/>
      <w:r w:rsidRPr="009E0F34">
        <w:rPr>
          <w:rFonts w:ascii="Univers Com 47 Light Cond" w:hAnsi="Univers Com 47 Light Cond"/>
          <w:sz w:val="22"/>
          <w:szCs w:val="22"/>
        </w:rPr>
        <w:t>DallFlex</w:t>
      </w:r>
      <w:proofErr w:type="spellEnd"/>
      <w:r w:rsidRPr="009E0F34">
        <w:rPr>
          <w:rFonts w:ascii="Univers Com 47 Light Cond" w:hAnsi="Univers Com 47 Light Cond"/>
          <w:sz w:val="22"/>
          <w:szCs w:val="22"/>
        </w:rPr>
        <w:t>-Duschrinnenfamilie</w:t>
      </w:r>
      <w:r>
        <w:rPr>
          <w:rFonts w:ascii="Univers Com 47 Light Cond" w:hAnsi="Univers Com 47 Light Cond"/>
          <w:sz w:val="22"/>
          <w:szCs w:val="22"/>
        </w:rPr>
        <w:t xml:space="preserve"> </w:t>
      </w:r>
      <w:r w:rsidRPr="009E0F34">
        <w:rPr>
          <w:rFonts w:ascii="Univers Com 47 Light Cond" w:hAnsi="Univers Com 47 Light Cond"/>
          <w:sz w:val="22"/>
          <w:szCs w:val="22"/>
        </w:rPr>
        <w:t xml:space="preserve">mit einem höheren Ablaufgehäuse reagiert: </w:t>
      </w:r>
      <w:bookmarkStart w:id="0" w:name="_GoBack"/>
      <w:proofErr w:type="spellStart"/>
      <w:r w:rsidRPr="009E0F34">
        <w:rPr>
          <w:rFonts w:ascii="Univers Com 47 Light Cond" w:hAnsi="Univers Com 47 Light Cond"/>
          <w:sz w:val="22"/>
          <w:szCs w:val="22"/>
        </w:rPr>
        <w:t>DallFlex</w:t>
      </w:r>
      <w:proofErr w:type="spellEnd"/>
      <w:r w:rsidRPr="009E0F34">
        <w:rPr>
          <w:rFonts w:ascii="Univers Com 47 Light Cond" w:hAnsi="Univers Com 47 Light Cond"/>
          <w:sz w:val="22"/>
          <w:szCs w:val="22"/>
        </w:rPr>
        <w:t xml:space="preserve"> 115 für</w:t>
      </w:r>
      <w:r>
        <w:rPr>
          <w:rFonts w:ascii="Univers Com 47 Light Cond" w:hAnsi="Univers Com 47 Light Cond"/>
          <w:sz w:val="22"/>
          <w:szCs w:val="22"/>
        </w:rPr>
        <w:t xml:space="preserve"> </w:t>
      </w:r>
      <w:r w:rsidRPr="009E0F34">
        <w:rPr>
          <w:rFonts w:ascii="Univers Com 47 Light Cond" w:hAnsi="Univers Com 47 Light Cond"/>
          <w:sz w:val="22"/>
          <w:szCs w:val="22"/>
        </w:rPr>
        <w:t xml:space="preserve">115 mm Bauhöhe. Dieses erfüllt alle Normen im </w:t>
      </w:r>
      <w:bookmarkEnd w:id="0"/>
      <w:r w:rsidRPr="009E0F34">
        <w:rPr>
          <w:rFonts w:ascii="Univers Com 47 Light Cond" w:hAnsi="Univers Com 47 Light Cond"/>
          <w:sz w:val="22"/>
          <w:szCs w:val="22"/>
        </w:rPr>
        <w:t>Bereich der</w:t>
      </w:r>
      <w:r>
        <w:rPr>
          <w:rFonts w:ascii="Univers Com 47 Light Cond" w:hAnsi="Univers Com 47 Light Cond"/>
          <w:sz w:val="22"/>
          <w:szCs w:val="22"/>
        </w:rPr>
        <w:t xml:space="preserve"> </w:t>
      </w:r>
      <w:r w:rsidRPr="009E0F34">
        <w:rPr>
          <w:rFonts w:ascii="Univers Com 47 Light Cond" w:hAnsi="Univers Com 47 Light Cond"/>
          <w:sz w:val="22"/>
          <w:szCs w:val="22"/>
        </w:rPr>
        <w:t>bodengleichen Duschen und bietet dadurch bestmögliche</w:t>
      </w:r>
      <w:r>
        <w:rPr>
          <w:rFonts w:ascii="Univers Com 47 Light Cond" w:hAnsi="Univers Com 47 Light Cond"/>
          <w:sz w:val="22"/>
          <w:szCs w:val="22"/>
        </w:rPr>
        <w:t xml:space="preserve"> </w:t>
      </w:r>
      <w:r w:rsidRPr="009E0F34">
        <w:rPr>
          <w:rFonts w:ascii="Univers Com 47 Light Cond" w:hAnsi="Univers Com 47 Light Cond"/>
          <w:sz w:val="22"/>
          <w:szCs w:val="22"/>
        </w:rPr>
        <w:t xml:space="preserve">Sicherheit. </w:t>
      </w:r>
      <w:r w:rsidR="00711FE3">
        <w:rPr>
          <w:rFonts w:ascii="Univers Com 47 Light Cond" w:hAnsi="Univers Com 47 Light Cond"/>
          <w:sz w:val="22"/>
          <w:szCs w:val="22"/>
        </w:rPr>
        <w:t>Folgende</w:t>
      </w:r>
      <w:r w:rsidR="005E37E0" w:rsidRPr="005E37E0">
        <w:rPr>
          <w:rFonts w:ascii="Univers Com 47 Light Cond" w:hAnsi="Univers Com 47 Light Cond"/>
          <w:sz w:val="22"/>
          <w:szCs w:val="22"/>
        </w:rPr>
        <w:t xml:space="preserve"> Normen deckt </w:t>
      </w:r>
      <w:proofErr w:type="spellStart"/>
      <w:r w:rsidR="005E37E0" w:rsidRPr="005E37E0">
        <w:rPr>
          <w:rFonts w:ascii="Univers Com 47 Light Cond" w:hAnsi="Univers Com 47 Light Cond"/>
          <w:sz w:val="22"/>
          <w:szCs w:val="22"/>
        </w:rPr>
        <w:t>DallFlex</w:t>
      </w:r>
      <w:proofErr w:type="spellEnd"/>
      <w:r w:rsidR="005E37E0" w:rsidRPr="005E37E0">
        <w:rPr>
          <w:rFonts w:ascii="Univers Com 47 Light Cond" w:hAnsi="Univers Com 47 Light Cond"/>
          <w:sz w:val="22"/>
          <w:szCs w:val="22"/>
        </w:rPr>
        <w:t xml:space="preserve"> 115 ab</w:t>
      </w:r>
      <w:r w:rsidR="005E37E0">
        <w:rPr>
          <w:rFonts w:ascii="Univers Com 47 Light Cond" w:hAnsi="Univers Com 47 Light Cond"/>
          <w:sz w:val="22"/>
          <w:szCs w:val="22"/>
        </w:rPr>
        <w:t xml:space="preserve">: </w:t>
      </w:r>
      <w:r w:rsidR="005E37E0" w:rsidRPr="005E37E0">
        <w:rPr>
          <w:rFonts w:ascii="Univers Com 47 Light Cond" w:hAnsi="Univers Com 47 Light Cond"/>
          <w:sz w:val="22"/>
          <w:szCs w:val="22"/>
        </w:rPr>
        <w:t>DIN 18534: Abdichtungsnorm</w:t>
      </w:r>
      <w:r w:rsidR="005E37E0">
        <w:rPr>
          <w:rFonts w:ascii="Univers Com 47 Light Cond" w:hAnsi="Univers Com 47 Light Cond"/>
          <w:sz w:val="22"/>
          <w:szCs w:val="22"/>
        </w:rPr>
        <w:t xml:space="preserve">, </w:t>
      </w:r>
      <w:r w:rsidR="005E37E0" w:rsidRPr="005E37E0">
        <w:rPr>
          <w:rFonts w:ascii="Univers Com 47 Light Cond" w:hAnsi="Univers Com 47 Light Cond"/>
          <w:sz w:val="22"/>
          <w:szCs w:val="22"/>
        </w:rPr>
        <w:t>DIN 18560-2: Estrichnorm</w:t>
      </w:r>
      <w:r w:rsidR="005E37E0">
        <w:rPr>
          <w:rFonts w:ascii="Univers Com 47 Light Cond" w:hAnsi="Univers Com 47 Light Cond"/>
          <w:sz w:val="22"/>
          <w:szCs w:val="22"/>
        </w:rPr>
        <w:t xml:space="preserve">, </w:t>
      </w:r>
      <w:r w:rsidR="005E37E0" w:rsidRPr="005E37E0">
        <w:rPr>
          <w:rFonts w:ascii="Univers Com 47 Light Cond" w:hAnsi="Univers Com 47 Light Cond"/>
          <w:sz w:val="22"/>
          <w:szCs w:val="22"/>
        </w:rPr>
        <w:t>DIN EN 1253: Prüfnorm für den Bodenablauf</w:t>
      </w:r>
      <w:r w:rsidR="005E37E0">
        <w:rPr>
          <w:rFonts w:ascii="Univers Com 47 Light Cond" w:hAnsi="Univers Com 47 Light Cond"/>
          <w:sz w:val="22"/>
          <w:szCs w:val="22"/>
        </w:rPr>
        <w:t xml:space="preserve">, </w:t>
      </w:r>
      <w:r w:rsidR="005E37E0" w:rsidRPr="005E37E0">
        <w:rPr>
          <w:rFonts w:ascii="Univers Com 47 Light Cond" w:hAnsi="Univers Com 47 Light Cond"/>
          <w:sz w:val="22"/>
          <w:szCs w:val="22"/>
        </w:rPr>
        <w:t>DIN 4109 und VDI 4100: Normen für den Schallschutz</w:t>
      </w:r>
      <w:r w:rsidR="007F254E">
        <w:rPr>
          <w:rFonts w:ascii="Univers Com 47 Light Cond" w:hAnsi="Univers Com 47 Light Cond"/>
          <w:sz w:val="22"/>
          <w:szCs w:val="22"/>
        </w:rPr>
        <w:t>.</w:t>
      </w:r>
      <w:r w:rsidR="00834E15">
        <w:rPr>
          <w:rFonts w:ascii="Univers Com 47 Light Cond" w:hAnsi="Univers Com 47 Light Cond"/>
          <w:sz w:val="22"/>
          <w:szCs w:val="22"/>
        </w:rPr>
        <w:t xml:space="preserve"> </w:t>
      </w:r>
      <w:r w:rsidRPr="009E0F34">
        <w:rPr>
          <w:rFonts w:ascii="Univers Com 47 Light Cond" w:hAnsi="Univers Com 47 Light Cond"/>
          <w:sz w:val="22"/>
          <w:szCs w:val="22"/>
        </w:rPr>
        <w:t xml:space="preserve">Gleichzeitig punktet </w:t>
      </w:r>
      <w:r w:rsidR="00233F1E">
        <w:rPr>
          <w:rFonts w:ascii="Univers Com 47 Light Cond" w:hAnsi="Univers Com 47 Light Cond"/>
          <w:sz w:val="22"/>
          <w:szCs w:val="22"/>
        </w:rPr>
        <w:t xml:space="preserve">der Turboablauf </w:t>
      </w:r>
      <w:proofErr w:type="spellStart"/>
      <w:r w:rsidRPr="009E0F34">
        <w:rPr>
          <w:rFonts w:ascii="Univers Com 47 Light Cond" w:hAnsi="Univers Com 47 Light Cond"/>
          <w:sz w:val="22"/>
          <w:szCs w:val="22"/>
        </w:rPr>
        <w:t>DallFlex</w:t>
      </w:r>
      <w:proofErr w:type="spellEnd"/>
      <w:r w:rsidRPr="009E0F34">
        <w:rPr>
          <w:rFonts w:ascii="Univers Com 47 Light Cond" w:hAnsi="Univers Com 47 Light Cond"/>
          <w:sz w:val="22"/>
          <w:szCs w:val="22"/>
        </w:rPr>
        <w:t xml:space="preserve"> 115 mit einer höheren</w:t>
      </w:r>
      <w:r>
        <w:rPr>
          <w:rFonts w:ascii="Univers Com 47 Light Cond" w:hAnsi="Univers Com 47 Light Cond"/>
          <w:sz w:val="22"/>
          <w:szCs w:val="22"/>
        </w:rPr>
        <w:t xml:space="preserve"> </w:t>
      </w:r>
      <w:r w:rsidRPr="009E0F34">
        <w:rPr>
          <w:rFonts w:ascii="Univers Com 47 Light Cond" w:hAnsi="Univers Com 47 Light Cond"/>
          <w:sz w:val="22"/>
          <w:szCs w:val="22"/>
        </w:rPr>
        <w:t>Ablaufleistung</w:t>
      </w:r>
      <w:r w:rsidR="009B78B3">
        <w:rPr>
          <w:rFonts w:ascii="Univers Com 47 Light Cond" w:hAnsi="Univers Com 47 Light Cond"/>
          <w:sz w:val="22"/>
          <w:szCs w:val="22"/>
        </w:rPr>
        <w:t xml:space="preserve"> </w:t>
      </w:r>
      <w:r w:rsidR="00A456C4">
        <w:rPr>
          <w:rFonts w:ascii="Univers Com 47 Light Cond" w:hAnsi="Univers Com 47 Light Cond"/>
          <w:sz w:val="22"/>
          <w:szCs w:val="22"/>
        </w:rPr>
        <w:t xml:space="preserve">von bis zu </w:t>
      </w:r>
      <w:r w:rsidR="00AF719D" w:rsidRPr="00AF719D">
        <w:rPr>
          <w:rFonts w:ascii="Univers Com 47 Light Cond" w:hAnsi="Univers Com 47 Light Cond"/>
          <w:sz w:val="22"/>
          <w:szCs w:val="22"/>
        </w:rPr>
        <w:t xml:space="preserve">1,10 l/s bei </w:t>
      </w:r>
      <w:r w:rsidR="00A456C4">
        <w:rPr>
          <w:rFonts w:ascii="Univers Com 47 Light Cond" w:hAnsi="Univers Com 47 Light Cond"/>
          <w:sz w:val="22"/>
          <w:szCs w:val="22"/>
        </w:rPr>
        <w:t xml:space="preserve">einer </w:t>
      </w:r>
      <w:r w:rsidR="00AF719D" w:rsidRPr="00AF719D">
        <w:rPr>
          <w:rFonts w:ascii="Univers Com 47 Light Cond" w:hAnsi="Univers Com 47 Light Cond"/>
          <w:sz w:val="22"/>
          <w:szCs w:val="22"/>
        </w:rPr>
        <w:t xml:space="preserve">Anstauhöhe </w:t>
      </w:r>
      <w:r w:rsidR="00A456C4">
        <w:rPr>
          <w:rFonts w:ascii="Univers Com 47 Light Cond" w:hAnsi="Univers Com 47 Light Cond"/>
          <w:sz w:val="22"/>
          <w:szCs w:val="22"/>
        </w:rPr>
        <w:t xml:space="preserve">von </w:t>
      </w:r>
      <w:r w:rsidR="00AF719D" w:rsidRPr="00AF719D">
        <w:rPr>
          <w:rFonts w:ascii="Univers Com 47 Light Cond" w:hAnsi="Univers Com 47 Light Cond"/>
          <w:sz w:val="22"/>
          <w:szCs w:val="22"/>
        </w:rPr>
        <w:t>20 mm</w:t>
      </w:r>
      <w:r w:rsidR="00A456C4">
        <w:rPr>
          <w:rFonts w:ascii="Univers Com 47 Light Cond" w:hAnsi="Univers Com 47 Light Cond"/>
          <w:sz w:val="22"/>
          <w:szCs w:val="22"/>
        </w:rPr>
        <w:t>.</w:t>
      </w:r>
      <w:r w:rsidR="00BD426B">
        <w:rPr>
          <w:rFonts w:ascii="Univers Com 47 Light Cond" w:hAnsi="Univers Com 47 Light Cond"/>
          <w:sz w:val="22"/>
          <w:szCs w:val="22"/>
        </w:rPr>
        <w:t xml:space="preserve"> </w:t>
      </w:r>
      <w:r w:rsidR="00A456C4">
        <w:rPr>
          <w:rFonts w:ascii="Univers Com 47 Light Cond" w:hAnsi="Univers Com 47 Light Cond"/>
          <w:sz w:val="22"/>
          <w:szCs w:val="22"/>
        </w:rPr>
        <w:t>Die</w:t>
      </w:r>
      <w:r w:rsidR="009B78B3" w:rsidRPr="009B78B3">
        <w:rPr>
          <w:rFonts w:ascii="Univers Com 47 Light Cond" w:hAnsi="Univers Com 47 Light Cond"/>
          <w:sz w:val="22"/>
          <w:szCs w:val="22"/>
        </w:rPr>
        <w:t xml:space="preserve"> flexiblen Montagefüßen</w:t>
      </w:r>
      <w:r w:rsidR="00A456C4">
        <w:rPr>
          <w:rFonts w:ascii="Univers Com 47 Light Cond" w:hAnsi="Univers Com 47 Light Cond"/>
          <w:sz w:val="22"/>
          <w:szCs w:val="22"/>
        </w:rPr>
        <w:t xml:space="preserve"> lassen</w:t>
      </w:r>
      <w:r w:rsidR="009B78B3" w:rsidRPr="009B78B3">
        <w:rPr>
          <w:rFonts w:ascii="Univers Com 47 Light Cond" w:hAnsi="Univers Com 47 Light Cond"/>
          <w:sz w:val="22"/>
          <w:szCs w:val="22"/>
        </w:rPr>
        <w:t xml:space="preserve"> sich auf eine</w:t>
      </w:r>
      <w:r w:rsidR="005E37E0">
        <w:rPr>
          <w:rFonts w:ascii="Univers Com 47 Light Cond" w:hAnsi="Univers Com 47 Light Cond"/>
          <w:sz w:val="22"/>
          <w:szCs w:val="22"/>
        </w:rPr>
        <w:t xml:space="preserve"> </w:t>
      </w:r>
      <w:r w:rsidR="009B78B3" w:rsidRPr="009B78B3">
        <w:rPr>
          <w:rFonts w:ascii="Univers Com 47 Light Cond" w:hAnsi="Univers Com 47 Light Cond"/>
          <w:sz w:val="22"/>
          <w:szCs w:val="22"/>
        </w:rPr>
        <w:t>Höhe von bis zu 250 mm verstellen.</w:t>
      </w:r>
    </w:p>
    <w:p w14:paraId="420BE8AE" w14:textId="0CABFC35" w:rsidR="009B78B3" w:rsidRDefault="009B78B3" w:rsidP="009B78B3">
      <w:pPr>
        <w:autoSpaceDE w:val="0"/>
        <w:autoSpaceDN w:val="0"/>
        <w:adjustRightInd w:val="0"/>
        <w:rPr>
          <w:rFonts w:ascii="Univers Com 47 Light Cond" w:hAnsi="Univers Com 47 Light Cond"/>
          <w:sz w:val="22"/>
          <w:szCs w:val="22"/>
        </w:rPr>
      </w:pPr>
    </w:p>
    <w:p w14:paraId="3CF73ED1" w14:textId="43415AE7" w:rsidR="005E37E0" w:rsidRPr="003822EB" w:rsidRDefault="003822EB" w:rsidP="009B78B3">
      <w:pPr>
        <w:autoSpaceDE w:val="0"/>
        <w:autoSpaceDN w:val="0"/>
        <w:adjustRightInd w:val="0"/>
        <w:rPr>
          <w:rFonts w:ascii="Univers Com 47 Light Cond" w:hAnsi="Univers Com 47 Light Cond"/>
          <w:sz w:val="22"/>
          <w:szCs w:val="22"/>
          <w:u w:val="single"/>
        </w:rPr>
      </w:pPr>
      <w:r w:rsidRPr="003822EB">
        <w:rPr>
          <w:rFonts w:ascii="Univers Com 47 Light Cond" w:hAnsi="Univers Com 47 Light Cond"/>
          <w:sz w:val="22"/>
          <w:szCs w:val="22"/>
          <w:u w:val="single"/>
        </w:rPr>
        <w:t>30 Minuten Zeitersparnis beim Dämmen</w:t>
      </w:r>
    </w:p>
    <w:p w14:paraId="7B62B0A0" w14:textId="77777777" w:rsidR="00681B77" w:rsidRDefault="009B78B3" w:rsidP="006657C6">
      <w:pPr>
        <w:autoSpaceDE w:val="0"/>
        <w:autoSpaceDN w:val="0"/>
        <w:adjustRightInd w:val="0"/>
        <w:rPr>
          <w:rFonts w:ascii="Univers Com 47 Light Cond" w:hAnsi="Univers Com 47 Light Cond"/>
          <w:sz w:val="22"/>
          <w:szCs w:val="22"/>
        </w:rPr>
      </w:pPr>
      <w:r w:rsidRPr="009B78B3">
        <w:rPr>
          <w:rFonts w:ascii="Univers Com 47 Light Cond" w:hAnsi="Univers Com 47 Light Cond"/>
          <w:sz w:val="22"/>
          <w:szCs w:val="22"/>
        </w:rPr>
        <w:t xml:space="preserve">Zusätzlich können </w:t>
      </w:r>
      <w:r w:rsidR="00F934DC">
        <w:rPr>
          <w:rFonts w:ascii="Univers Com 47 Light Cond" w:hAnsi="Univers Com 47 Light Cond"/>
          <w:sz w:val="22"/>
          <w:szCs w:val="22"/>
        </w:rPr>
        <w:t>Anwender</w:t>
      </w:r>
      <w:r w:rsidRPr="009B78B3">
        <w:rPr>
          <w:rFonts w:ascii="Univers Com 47 Light Cond" w:hAnsi="Univers Com 47 Light Cond"/>
          <w:sz w:val="22"/>
          <w:szCs w:val="22"/>
        </w:rPr>
        <w:t xml:space="preserve"> 30 Minuten beim Dämmen</w:t>
      </w:r>
      <w:r>
        <w:rPr>
          <w:rFonts w:ascii="Univers Com 47 Light Cond" w:hAnsi="Univers Com 47 Light Cond"/>
          <w:sz w:val="22"/>
          <w:szCs w:val="22"/>
        </w:rPr>
        <w:t xml:space="preserve"> </w:t>
      </w:r>
      <w:r w:rsidRPr="009B78B3">
        <w:rPr>
          <w:rFonts w:ascii="Univers Com 47 Light Cond" w:hAnsi="Univers Com 47 Light Cond"/>
          <w:sz w:val="22"/>
          <w:szCs w:val="22"/>
        </w:rPr>
        <w:t xml:space="preserve">sparen. Denn mit </w:t>
      </w:r>
      <w:r w:rsidR="009A5A69">
        <w:rPr>
          <w:rFonts w:ascii="Univers Com 47 Light Cond" w:hAnsi="Univers Com 47 Light Cond"/>
          <w:sz w:val="22"/>
          <w:szCs w:val="22"/>
        </w:rPr>
        <w:t>dem</w:t>
      </w:r>
      <w:r w:rsidRPr="009B78B3">
        <w:rPr>
          <w:rFonts w:ascii="Univers Com 47 Light Cond" w:hAnsi="Univers Com 47 Light Cond"/>
          <w:sz w:val="22"/>
          <w:szCs w:val="22"/>
        </w:rPr>
        <w:t xml:space="preserve"> Schallschutzelement </w:t>
      </w:r>
      <w:proofErr w:type="spellStart"/>
      <w:r w:rsidR="00ED65CF">
        <w:rPr>
          <w:rFonts w:ascii="Univers Com 47 Light Cond" w:hAnsi="Univers Com 47 Light Cond"/>
          <w:sz w:val="22"/>
          <w:szCs w:val="22"/>
        </w:rPr>
        <w:t>DallFlex</w:t>
      </w:r>
      <w:proofErr w:type="spellEnd"/>
      <w:r w:rsidR="00ED65CF">
        <w:rPr>
          <w:rFonts w:ascii="Univers Com 47 Light Cond" w:hAnsi="Univers Com 47 Light Cond"/>
          <w:sz w:val="22"/>
          <w:szCs w:val="22"/>
        </w:rPr>
        <w:t xml:space="preserve"> 115</w:t>
      </w:r>
      <w:r w:rsidR="002573D3">
        <w:rPr>
          <w:rFonts w:ascii="Univers Com 47 Light Cond" w:hAnsi="Univers Com 47 Light Cond"/>
          <w:sz w:val="22"/>
          <w:szCs w:val="22"/>
        </w:rPr>
        <w:t xml:space="preserve"> </w:t>
      </w:r>
      <w:r w:rsidRPr="009B78B3">
        <w:rPr>
          <w:rFonts w:ascii="Univers Com 47 Light Cond" w:hAnsi="Univers Com 47 Light Cond"/>
          <w:sz w:val="22"/>
          <w:szCs w:val="22"/>
        </w:rPr>
        <w:t xml:space="preserve">können </w:t>
      </w:r>
      <w:r w:rsidR="00F934DC">
        <w:rPr>
          <w:rFonts w:ascii="Univers Com 47 Light Cond" w:hAnsi="Univers Com 47 Light Cond"/>
          <w:sz w:val="22"/>
          <w:szCs w:val="22"/>
        </w:rPr>
        <w:t>s</w:t>
      </w:r>
      <w:r w:rsidRPr="009B78B3">
        <w:rPr>
          <w:rFonts w:ascii="Univers Com 47 Light Cond" w:hAnsi="Univers Com 47 Light Cond"/>
          <w:sz w:val="22"/>
          <w:szCs w:val="22"/>
        </w:rPr>
        <w:t>ie die</w:t>
      </w:r>
      <w:r>
        <w:rPr>
          <w:rFonts w:ascii="Univers Com 47 Light Cond" w:hAnsi="Univers Com 47 Light Cond"/>
          <w:sz w:val="22"/>
          <w:szCs w:val="22"/>
        </w:rPr>
        <w:t xml:space="preserve"> </w:t>
      </w:r>
      <w:r w:rsidRPr="009B78B3">
        <w:rPr>
          <w:rFonts w:ascii="Univers Com 47 Light Cond" w:hAnsi="Univers Com 47 Light Cond"/>
          <w:sz w:val="22"/>
          <w:szCs w:val="22"/>
        </w:rPr>
        <w:t>Dämmung direkt anbinden</w:t>
      </w:r>
      <w:r w:rsidR="00F934DC">
        <w:rPr>
          <w:rFonts w:ascii="Univers Com 47 Light Cond" w:hAnsi="Univers Com 47 Light Cond"/>
          <w:sz w:val="22"/>
          <w:szCs w:val="22"/>
        </w:rPr>
        <w:t xml:space="preserve"> – o</w:t>
      </w:r>
      <w:r w:rsidRPr="009B78B3">
        <w:rPr>
          <w:rFonts w:ascii="Univers Com 47 Light Cond" w:hAnsi="Univers Com 47 Light Cond"/>
          <w:sz w:val="22"/>
          <w:szCs w:val="22"/>
        </w:rPr>
        <w:t>hne zeitaufwändiges Schneiden</w:t>
      </w:r>
      <w:r>
        <w:rPr>
          <w:rFonts w:ascii="Univers Com 47 Light Cond" w:hAnsi="Univers Com 47 Light Cond"/>
          <w:sz w:val="22"/>
          <w:szCs w:val="22"/>
        </w:rPr>
        <w:t xml:space="preserve"> </w:t>
      </w:r>
      <w:r w:rsidRPr="009B78B3">
        <w:rPr>
          <w:rFonts w:ascii="Univers Com 47 Light Cond" w:hAnsi="Univers Com 47 Light Cond"/>
          <w:sz w:val="22"/>
          <w:szCs w:val="22"/>
        </w:rPr>
        <w:t>und Unterfüttern.</w:t>
      </w:r>
      <w:r w:rsidR="007F254E">
        <w:rPr>
          <w:rFonts w:ascii="Univers Com 47 Light Cond" w:hAnsi="Univers Com 47 Light Cond"/>
          <w:sz w:val="22"/>
          <w:szCs w:val="22"/>
        </w:rPr>
        <w:t xml:space="preserve"> </w:t>
      </w:r>
      <w:r w:rsidR="002477E2">
        <w:rPr>
          <w:rFonts w:ascii="Univers Com 47 Light Cond" w:hAnsi="Univers Com 47 Light Cond"/>
          <w:sz w:val="22"/>
          <w:szCs w:val="22"/>
        </w:rPr>
        <w:t xml:space="preserve">Ein weiteres Plus </w:t>
      </w:r>
      <w:r w:rsidR="009000D7">
        <w:rPr>
          <w:rFonts w:ascii="Univers Com 47 Light Cond" w:hAnsi="Univers Com 47 Light Cond"/>
          <w:sz w:val="22"/>
          <w:szCs w:val="22"/>
        </w:rPr>
        <w:t xml:space="preserve">vor allem </w:t>
      </w:r>
      <w:r w:rsidR="002477E2">
        <w:rPr>
          <w:rFonts w:ascii="Univers Com 47 Light Cond" w:hAnsi="Univers Com 47 Light Cond"/>
          <w:sz w:val="22"/>
          <w:szCs w:val="22"/>
        </w:rPr>
        <w:t xml:space="preserve">bei größeren Projekten: Die gerade Kante des Schallschutzelements stellt sicher, dass </w:t>
      </w:r>
      <w:r w:rsidR="002477E2" w:rsidRPr="002477E2">
        <w:rPr>
          <w:rFonts w:ascii="Univers Com 47 Light Cond" w:hAnsi="Univers Com 47 Light Cond"/>
          <w:sz w:val="22"/>
          <w:szCs w:val="22"/>
        </w:rPr>
        <w:t>die Schnittstelle zwischen Sanitärinstallateur und Estrichleger sauber geregelt ist.</w:t>
      </w:r>
      <w:r w:rsidR="002477E2">
        <w:rPr>
          <w:rFonts w:ascii="Univers Com 47 Light Cond" w:hAnsi="Univers Com 47 Light Cond"/>
          <w:sz w:val="22"/>
          <w:szCs w:val="22"/>
        </w:rPr>
        <w:t xml:space="preserve"> </w:t>
      </w:r>
      <w:r w:rsidR="00C440E8">
        <w:rPr>
          <w:rFonts w:ascii="Univers Com 47 Light Cond" w:hAnsi="Univers Com 47 Light Cond"/>
          <w:sz w:val="22"/>
          <w:szCs w:val="22"/>
        </w:rPr>
        <w:t>Als Zubehörteil wird d</w:t>
      </w:r>
      <w:r w:rsidR="00F934DC">
        <w:rPr>
          <w:rFonts w:ascii="Univers Com 47 Light Cond" w:hAnsi="Univers Com 47 Light Cond"/>
          <w:sz w:val="22"/>
          <w:szCs w:val="22"/>
        </w:rPr>
        <w:t>as Schallschutzelement e</w:t>
      </w:r>
      <w:r w:rsidRPr="009B78B3">
        <w:rPr>
          <w:rFonts w:ascii="Univers Com 47 Light Cond" w:hAnsi="Univers Com 47 Light Cond"/>
          <w:sz w:val="22"/>
          <w:szCs w:val="22"/>
        </w:rPr>
        <w:t xml:space="preserve">infach </w:t>
      </w:r>
      <w:r w:rsidR="00F934DC">
        <w:rPr>
          <w:rFonts w:ascii="Univers Com 47 Light Cond" w:hAnsi="Univers Com 47 Light Cond"/>
          <w:sz w:val="22"/>
          <w:szCs w:val="22"/>
        </w:rPr>
        <w:t xml:space="preserve">zum Ablaufgehäuse </w:t>
      </w:r>
      <w:proofErr w:type="spellStart"/>
      <w:r w:rsidR="002477E2">
        <w:rPr>
          <w:rFonts w:ascii="Univers Com 47 Light Cond" w:hAnsi="Univers Com 47 Light Cond"/>
          <w:sz w:val="22"/>
          <w:szCs w:val="22"/>
        </w:rPr>
        <w:t>DallFlex</w:t>
      </w:r>
      <w:proofErr w:type="spellEnd"/>
      <w:r w:rsidR="002477E2">
        <w:rPr>
          <w:rFonts w:ascii="Univers Com 47 Light Cond" w:hAnsi="Univers Com 47 Light Cond"/>
          <w:sz w:val="22"/>
          <w:szCs w:val="22"/>
        </w:rPr>
        <w:t xml:space="preserve"> 115 </w:t>
      </w:r>
      <w:r w:rsidR="007F254E">
        <w:rPr>
          <w:rFonts w:ascii="Univers Com 47 Light Cond" w:hAnsi="Univers Com 47 Light Cond"/>
          <w:sz w:val="22"/>
          <w:szCs w:val="22"/>
        </w:rPr>
        <w:t xml:space="preserve">dazu </w:t>
      </w:r>
      <w:r w:rsidR="00F934DC">
        <w:rPr>
          <w:rFonts w:ascii="Univers Com 47 Light Cond" w:hAnsi="Univers Com 47 Light Cond"/>
          <w:sz w:val="22"/>
          <w:szCs w:val="22"/>
        </w:rPr>
        <w:t>bestellt</w:t>
      </w:r>
      <w:r w:rsidRPr="009B78B3">
        <w:rPr>
          <w:rFonts w:ascii="Univers Com 47 Light Cond" w:hAnsi="Univers Com 47 Light Cond"/>
          <w:sz w:val="22"/>
          <w:szCs w:val="22"/>
        </w:rPr>
        <w:t>.</w:t>
      </w:r>
      <w:r w:rsidR="00681B77">
        <w:rPr>
          <w:rFonts w:ascii="Univers Com 47 Light Cond" w:hAnsi="Univers Com 47 Light Cond"/>
          <w:sz w:val="22"/>
          <w:szCs w:val="22"/>
        </w:rPr>
        <w:t xml:space="preserve"> </w:t>
      </w:r>
    </w:p>
    <w:p w14:paraId="01DC8129" w14:textId="3E590ADA" w:rsidR="00681B77" w:rsidRDefault="009000D7" w:rsidP="006657C6">
      <w:pPr>
        <w:autoSpaceDE w:val="0"/>
        <w:autoSpaceDN w:val="0"/>
        <w:adjustRightInd w:val="0"/>
        <w:rPr>
          <w:rFonts w:ascii="Univers Com 47 Light Cond" w:hAnsi="Univers Com 47 Light Cond"/>
          <w:sz w:val="22"/>
          <w:szCs w:val="22"/>
        </w:rPr>
      </w:pPr>
      <w:proofErr w:type="spellStart"/>
      <w:r w:rsidRPr="009000D7">
        <w:rPr>
          <w:rFonts w:ascii="Univers Com 47 Light Cond" w:hAnsi="Univers Com 47 Light Cond"/>
          <w:sz w:val="22"/>
          <w:szCs w:val="22"/>
        </w:rPr>
        <w:t>Dallmer</w:t>
      </w:r>
      <w:proofErr w:type="spellEnd"/>
      <w:r w:rsidRPr="009000D7">
        <w:rPr>
          <w:rFonts w:ascii="Univers Com 47 Light Cond" w:hAnsi="Univers Com 47 Light Cond"/>
          <w:sz w:val="22"/>
          <w:szCs w:val="22"/>
        </w:rPr>
        <w:t xml:space="preserve"> bietet verschiedene Varianten des </w:t>
      </w:r>
      <w:proofErr w:type="spellStart"/>
      <w:r w:rsidRPr="009000D7">
        <w:rPr>
          <w:rFonts w:ascii="Univers Com 47 Light Cond" w:hAnsi="Univers Com 47 Light Cond"/>
          <w:sz w:val="22"/>
          <w:szCs w:val="22"/>
        </w:rPr>
        <w:t>DallFlex</w:t>
      </w:r>
      <w:proofErr w:type="spellEnd"/>
      <w:r w:rsidR="00693B97">
        <w:rPr>
          <w:rFonts w:ascii="Univers Com 47 Light Cond" w:hAnsi="Univers Com 47 Light Cond"/>
          <w:sz w:val="22"/>
          <w:szCs w:val="22"/>
        </w:rPr>
        <w:t>-</w:t>
      </w:r>
      <w:r w:rsidRPr="009000D7">
        <w:rPr>
          <w:rFonts w:ascii="Univers Com 47 Light Cond" w:hAnsi="Univers Com 47 Light Cond"/>
          <w:sz w:val="22"/>
          <w:szCs w:val="22"/>
        </w:rPr>
        <w:t xml:space="preserve">Ablaufgehäuses an, so dass für jede Einbausituation </w:t>
      </w:r>
      <w:r w:rsidRPr="008D4C0F">
        <w:rPr>
          <w:rFonts w:ascii="Univers Com 47 Light Cond" w:hAnsi="Univers Com 47 Light Cond"/>
          <w:sz w:val="22"/>
          <w:szCs w:val="22"/>
        </w:rPr>
        <w:t xml:space="preserve">das Richtige dabei </w:t>
      </w:r>
      <w:r w:rsidRPr="00A903F6">
        <w:rPr>
          <w:rFonts w:ascii="Univers Com 47 Light Cond" w:hAnsi="Univers Com 47 Light Cond"/>
          <w:sz w:val="22"/>
          <w:szCs w:val="22"/>
        </w:rPr>
        <w:t>ist:</w:t>
      </w:r>
      <w:r w:rsidR="00A24635">
        <w:rPr>
          <w:rFonts w:ascii="Univers Com 47 Light Cond" w:hAnsi="Univers Com 47 Light Cond"/>
          <w:sz w:val="22"/>
          <w:szCs w:val="22"/>
        </w:rPr>
        <w:t xml:space="preserve"> Für den Neubau stehen Bodenabläufe für Aufbauhöhen ab 90 mm und 115 mm zur Verfügung. Für Sanierungen kann der Entwässerungsspezialist niedrigere Aufbauhöhen ab 30 mm und 65 mm abdecken. </w:t>
      </w:r>
      <w:r w:rsidR="004521CD" w:rsidRPr="00A24635">
        <w:rPr>
          <w:rFonts w:ascii="Univers Com 47 Light Cond" w:hAnsi="Univers Com 47 Light Cond"/>
          <w:sz w:val="22"/>
          <w:szCs w:val="22"/>
        </w:rPr>
        <w:t>Als</w:t>
      </w:r>
      <w:r w:rsidR="00F1655B" w:rsidRPr="00A24635">
        <w:rPr>
          <w:rFonts w:ascii="Univers Com 47 Light Cond" w:hAnsi="Univers Com 47 Light Cond"/>
          <w:sz w:val="22"/>
          <w:szCs w:val="22"/>
        </w:rPr>
        <w:t xml:space="preserve"> Baukastensystem </w:t>
      </w:r>
      <w:r w:rsidR="004521CD" w:rsidRPr="00A24635">
        <w:rPr>
          <w:rFonts w:ascii="Univers Com 47 Light Cond" w:hAnsi="Univers Com 47 Light Cond"/>
          <w:sz w:val="22"/>
          <w:szCs w:val="22"/>
        </w:rPr>
        <w:t xml:space="preserve">ist </w:t>
      </w:r>
      <w:proofErr w:type="spellStart"/>
      <w:r w:rsidR="004521CD" w:rsidRPr="00A24635">
        <w:rPr>
          <w:rFonts w:ascii="Univers Com 47 Light Cond" w:hAnsi="Univers Com 47 Light Cond"/>
          <w:sz w:val="22"/>
          <w:szCs w:val="22"/>
        </w:rPr>
        <w:t>DallFlex</w:t>
      </w:r>
      <w:proofErr w:type="spellEnd"/>
      <w:r w:rsidR="004521CD" w:rsidRPr="00A24635">
        <w:rPr>
          <w:rFonts w:ascii="Univers Com 47 Light Cond" w:hAnsi="Univers Com 47 Light Cond"/>
          <w:sz w:val="22"/>
          <w:szCs w:val="22"/>
        </w:rPr>
        <w:t xml:space="preserve"> </w:t>
      </w:r>
      <w:r w:rsidR="00F1655B" w:rsidRPr="00A24635">
        <w:rPr>
          <w:rFonts w:ascii="Univers Com 47 Light Cond" w:hAnsi="Univers Com 47 Light Cond"/>
          <w:sz w:val="22"/>
          <w:szCs w:val="22"/>
        </w:rPr>
        <w:t xml:space="preserve">immer nach dem gleichen Prinzip angelegt. Dadurch </w:t>
      </w:r>
      <w:r w:rsidR="004521CD" w:rsidRPr="00A24635">
        <w:rPr>
          <w:rFonts w:ascii="Univers Com 47 Light Cond" w:hAnsi="Univers Com 47 Light Cond"/>
          <w:sz w:val="22"/>
          <w:szCs w:val="22"/>
        </w:rPr>
        <w:t xml:space="preserve">bietet es </w:t>
      </w:r>
      <w:r w:rsidR="00F1655B" w:rsidRPr="00A24635">
        <w:rPr>
          <w:rFonts w:ascii="Univers Com 47 Light Cond" w:hAnsi="Univers Com 47 Light Cond"/>
          <w:sz w:val="22"/>
          <w:szCs w:val="22"/>
        </w:rPr>
        <w:t xml:space="preserve">maximale Verarbeitungssicherheit. </w:t>
      </w:r>
      <w:r w:rsidR="00270FD2" w:rsidRPr="00A24635">
        <w:rPr>
          <w:rFonts w:ascii="Univers Com 47 Light Cond" w:hAnsi="Univers Com 47 Light Cond"/>
        </w:rPr>
        <w:t>N</w:t>
      </w:r>
      <w:r w:rsidR="00270FD2" w:rsidRPr="00A24635">
        <w:rPr>
          <w:rFonts w:ascii="Univers Com 47 Light Cond" w:hAnsi="Univers Com 47 Light Cond"/>
          <w:sz w:val="22"/>
          <w:szCs w:val="22"/>
        </w:rPr>
        <w:t>eben</w:t>
      </w:r>
      <w:r w:rsidR="00270FD2" w:rsidRPr="00A903F6">
        <w:rPr>
          <w:rFonts w:ascii="Univers Com 47 Light Cond" w:hAnsi="Univers Com 47 Light Cond"/>
          <w:sz w:val="22"/>
          <w:szCs w:val="22"/>
        </w:rPr>
        <w:t xml:space="preserve"> dem </w:t>
      </w:r>
      <w:proofErr w:type="spellStart"/>
      <w:r w:rsidR="00270FD2" w:rsidRPr="00A903F6">
        <w:rPr>
          <w:rFonts w:ascii="Univers Com 47 Light Cond" w:hAnsi="Univers Com 47 Light Cond"/>
          <w:sz w:val="22"/>
          <w:szCs w:val="22"/>
        </w:rPr>
        <w:t>DallFlex</w:t>
      </w:r>
      <w:proofErr w:type="spellEnd"/>
      <w:r w:rsidR="00270FD2" w:rsidRPr="00270FD2">
        <w:rPr>
          <w:rFonts w:ascii="Univers Com 47 Light Cond" w:hAnsi="Univers Com 47 Light Cond"/>
          <w:sz w:val="22"/>
          <w:szCs w:val="22"/>
        </w:rPr>
        <w:t>-Ablaufgehäuse</w:t>
      </w:r>
      <w:r w:rsidR="00270FD2">
        <w:rPr>
          <w:rFonts w:ascii="Univers Com 47 Light Cond" w:hAnsi="Univers Com 47 Light Cond"/>
          <w:sz w:val="22"/>
          <w:szCs w:val="22"/>
        </w:rPr>
        <w:t xml:space="preserve"> gehören z</w:t>
      </w:r>
      <w:r w:rsidR="00344B16" w:rsidRPr="00344B16">
        <w:rPr>
          <w:rFonts w:ascii="Univers Com 47 Light Cond" w:hAnsi="Univers Com 47 Light Cond"/>
          <w:sz w:val="22"/>
          <w:szCs w:val="22"/>
        </w:rPr>
        <w:t xml:space="preserve">ur </w:t>
      </w:r>
      <w:proofErr w:type="spellStart"/>
      <w:r w:rsidR="00344B16" w:rsidRPr="00344B16">
        <w:rPr>
          <w:rFonts w:ascii="Univers Com 47 Light Cond" w:hAnsi="Univers Com 47 Light Cond"/>
          <w:sz w:val="22"/>
          <w:szCs w:val="22"/>
        </w:rPr>
        <w:t>DallFlex</w:t>
      </w:r>
      <w:proofErr w:type="spellEnd"/>
      <w:r w:rsidR="00344B16" w:rsidRPr="00344B16">
        <w:rPr>
          <w:rFonts w:ascii="Univers Com 47 Light Cond" w:hAnsi="Univers Com 47 Light Cond"/>
          <w:sz w:val="22"/>
          <w:szCs w:val="22"/>
        </w:rPr>
        <w:t xml:space="preserve">-Systemfamilie 10 Rinnen, die unterschiedliche Design- und Budgetvorstellungen bedienen. Ob Wand oder Fläche, ob sichtbarer Akzent oder unsichtbare Lösung, ob farbig, </w:t>
      </w:r>
      <w:proofErr w:type="spellStart"/>
      <w:r w:rsidR="00344B16" w:rsidRPr="00344B16">
        <w:rPr>
          <w:rFonts w:ascii="Univers Com 47 Light Cond" w:hAnsi="Univers Com 47 Light Cond"/>
          <w:sz w:val="22"/>
          <w:szCs w:val="22"/>
        </w:rPr>
        <w:t>befliesbar</w:t>
      </w:r>
      <w:proofErr w:type="spellEnd"/>
      <w:r w:rsidR="00344B16" w:rsidRPr="00344B16">
        <w:rPr>
          <w:rFonts w:ascii="Univers Com 47 Light Cond" w:hAnsi="Univers Com 47 Light Cond"/>
          <w:sz w:val="22"/>
          <w:szCs w:val="22"/>
        </w:rPr>
        <w:t xml:space="preserve"> oder für dünnschichtige Designböden </w:t>
      </w:r>
      <w:r w:rsidR="00270FD2">
        <w:rPr>
          <w:rFonts w:ascii="Univers Com 47 Light Cond" w:hAnsi="Univers Com 47 Light Cond"/>
          <w:sz w:val="22"/>
          <w:szCs w:val="22"/>
        </w:rPr>
        <w:t>–</w:t>
      </w:r>
      <w:r w:rsidR="00E835CE">
        <w:rPr>
          <w:rFonts w:ascii="Univers Com 47 Light Cond" w:hAnsi="Univers Com 47 Light Cond"/>
          <w:sz w:val="22"/>
          <w:szCs w:val="22"/>
        </w:rPr>
        <w:t xml:space="preserve"> </w:t>
      </w:r>
      <w:r w:rsidR="00344B16" w:rsidRPr="00344B16">
        <w:rPr>
          <w:rFonts w:ascii="Univers Com 47 Light Cond" w:hAnsi="Univers Com 47 Light Cond"/>
          <w:sz w:val="22"/>
          <w:szCs w:val="22"/>
        </w:rPr>
        <w:t xml:space="preserve">die </w:t>
      </w:r>
      <w:proofErr w:type="spellStart"/>
      <w:r w:rsidR="00344B16" w:rsidRPr="00344B16">
        <w:rPr>
          <w:rFonts w:ascii="Univers Com 47 Light Cond" w:hAnsi="Univers Com 47 Light Cond"/>
          <w:sz w:val="22"/>
          <w:szCs w:val="22"/>
        </w:rPr>
        <w:t>DallFlex</w:t>
      </w:r>
      <w:proofErr w:type="spellEnd"/>
      <w:r w:rsidR="001C2F07">
        <w:rPr>
          <w:rFonts w:ascii="Univers Com 47 Light Cond" w:hAnsi="Univers Com 47 Light Cond"/>
          <w:sz w:val="22"/>
          <w:szCs w:val="22"/>
        </w:rPr>
        <w:t>-</w:t>
      </w:r>
      <w:r w:rsidR="00344B16" w:rsidRPr="00344B16">
        <w:rPr>
          <w:rFonts w:ascii="Univers Com 47 Light Cond" w:hAnsi="Univers Com 47 Light Cond"/>
          <w:sz w:val="22"/>
          <w:szCs w:val="22"/>
        </w:rPr>
        <w:t>Duschrinnen eröffnen eine Vielzahl an Möglichkeiten</w:t>
      </w:r>
      <w:r w:rsidR="00270FD2">
        <w:rPr>
          <w:rFonts w:ascii="Univers Com 47 Light Cond" w:hAnsi="Univers Com 47 Light Cond"/>
          <w:sz w:val="22"/>
          <w:szCs w:val="22"/>
        </w:rPr>
        <w:t xml:space="preserve"> </w:t>
      </w:r>
      <w:r w:rsidR="00E835CE">
        <w:rPr>
          <w:rFonts w:ascii="Univers Com 47 Light Cond" w:hAnsi="Univers Com 47 Light Cond"/>
          <w:sz w:val="22"/>
          <w:szCs w:val="22"/>
        </w:rPr>
        <w:t>für die</w:t>
      </w:r>
      <w:r w:rsidR="00270FD2" w:rsidRPr="00270FD2">
        <w:rPr>
          <w:rFonts w:ascii="Univers Com 47 Light Cond" w:hAnsi="Univers Com 47 Light Cond"/>
          <w:sz w:val="22"/>
          <w:szCs w:val="22"/>
        </w:rPr>
        <w:t xml:space="preserve"> Badgestaltung</w:t>
      </w:r>
      <w:r w:rsidR="00344B16" w:rsidRPr="00344B16">
        <w:rPr>
          <w:rFonts w:ascii="Univers Com 47 Light Cond" w:hAnsi="Univers Com 47 Light Cond"/>
          <w:sz w:val="22"/>
          <w:szCs w:val="22"/>
        </w:rPr>
        <w:t>.</w:t>
      </w:r>
    </w:p>
    <w:p w14:paraId="0612ABFB" w14:textId="390C91D6" w:rsidR="002573D3" w:rsidRPr="006657C6" w:rsidRDefault="002573D3" w:rsidP="006657C6">
      <w:pPr>
        <w:autoSpaceDE w:val="0"/>
        <w:autoSpaceDN w:val="0"/>
        <w:adjustRightInd w:val="0"/>
        <w:rPr>
          <w:rFonts w:ascii="Univers Com 47 Light Cond" w:hAnsi="Univers Com 47 Light Cond"/>
          <w:sz w:val="22"/>
          <w:szCs w:val="22"/>
        </w:rPr>
      </w:pPr>
      <w:r>
        <w:rPr>
          <w:rFonts w:ascii="Univers Com 47 Light Cond" w:hAnsi="Univers Com 47 Light Cond"/>
          <w:sz w:val="22"/>
          <w:szCs w:val="22"/>
        </w:rPr>
        <w:t>Mehr Infos</w:t>
      </w:r>
      <w:r w:rsidR="00BA5D1A">
        <w:rPr>
          <w:rFonts w:ascii="Univers Com 47 Light Cond" w:hAnsi="Univers Com 47 Light Cond"/>
          <w:sz w:val="22"/>
          <w:szCs w:val="22"/>
        </w:rPr>
        <w:t xml:space="preserve"> unter</w:t>
      </w:r>
      <w:r>
        <w:rPr>
          <w:rFonts w:ascii="Univers Com 47 Light Cond" w:hAnsi="Univers Com 47 Light Cond"/>
          <w:sz w:val="22"/>
          <w:szCs w:val="22"/>
        </w:rPr>
        <w:t xml:space="preserve"> dallmer.de/</w:t>
      </w:r>
      <w:proofErr w:type="spellStart"/>
      <w:r>
        <w:rPr>
          <w:rFonts w:ascii="Univers Com 47 Light Cond" w:hAnsi="Univers Com 47 Light Cond"/>
          <w:sz w:val="22"/>
          <w:szCs w:val="22"/>
        </w:rPr>
        <w:t>dallflex</w:t>
      </w:r>
      <w:proofErr w:type="spellEnd"/>
    </w:p>
    <w:sectPr w:rsidR="002573D3" w:rsidRPr="006657C6" w:rsidSect="00281D8E">
      <w:headerReference w:type="default" r:id="rId8"/>
      <w:footerReference w:type="default" r:id="rId9"/>
      <w:headerReference w:type="first" r:id="rId10"/>
      <w:footerReference w:type="first" r:id="rId11"/>
      <w:type w:val="continuous"/>
      <w:pgSz w:w="11906" w:h="16838" w:code="9"/>
      <w:pgMar w:top="2835" w:right="1588" w:bottom="1134" w:left="4593"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B24F2" w14:textId="77777777" w:rsidR="00515312" w:rsidRDefault="00515312">
      <w:r>
        <w:separator/>
      </w:r>
    </w:p>
  </w:endnote>
  <w:endnote w:type="continuationSeparator" w:id="0">
    <w:p w14:paraId="5EEB4B81" w14:textId="77777777" w:rsidR="00515312" w:rsidRDefault="00515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Univers 47 CondensedLight">
    <w:altName w:val="Calibri"/>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fficinaSans">
    <w:altName w:val="Courier New"/>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Univers Com 47 Light Cond">
    <w:panose1 w:val="020B0306020502040204"/>
    <w:charset w:val="00"/>
    <w:family w:val="swiss"/>
    <w:pitch w:val="variable"/>
    <w:sig w:usb0="800000A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Univers LT Std 47 Light Condens">
    <w:altName w:val="Calibri"/>
    <w:panose1 w:val="00000000000000000000"/>
    <w:charset w:val="00"/>
    <w:family w:val="swiss"/>
    <w:notTrueType/>
    <w:pitch w:val="variable"/>
    <w:sig w:usb0="800000AF" w:usb1="4000204A" w:usb2="00000000" w:usb3="00000000" w:csb0="00000001" w:csb1="00000000"/>
  </w:font>
  <w:font w:name="DIN-Regular">
    <w:panose1 w:val="02000503030000020003"/>
    <w:charset w:val="00"/>
    <w:family w:val="auto"/>
    <w:pitch w:val="variable"/>
    <w:sig w:usb0="8000002F" w:usb1="40000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84759" w14:textId="77777777" w:rsidR="005328A6" w:rsidRDefault="005328A6" w:rsidP="0098131E">
    <w:pPr>
      <w:pStyle w:val="Formatvorlage3"/>
      <w:ind w:left="-2835"/>
      <w:jc w:val="both"/>
    </w:pPr>
  </w:p>
  <w:p w14:paraId="6455E01F" w14:textId="77777777" w:rsidR="005328A6" w:rsidRPr="00B14D73" w:rsidRDefault="007B1190" w:rsidP="0098131E">
    <w:pPr>
      <w:pStyle w:val="Formatvorlage3"/>
      <w:ind w:left="-2835"/>
      <w:jc w:val="both"/>
    </w:pPr>
    <w:r w:rsidRPr="007B1190">
      <w:t>Dallmer ist Spezialist für Entwässerungssysteme seit 1913. Das Familienunternehmen wird heute in vierter Generation geführt. Vor über 100 Jahren als Gravieranstalt am Standort Arnsberg gegründet, entwickelte sich Dallmer vom Handwerksbetrieb zur Premium-Architektenmarke für Gebäudeentwässerung. Das hochwertige Produktportfolio umfasst Ablaufsysteme wie Duschrinnen, Bodenabläufe, Duschwannenabläufe und Siphons, Brand- und Schallschutzsysteme sowie Hof-, Keller-, Dach-, Parkdeck- und Balkonabläufe. Das Credo des Familienunternehmens lautet: höchste Funktionalität, beste Materialqualität und ausgezeichnetes Design.</w:t>
    </w:r>
  </w:p>
  <w:p w14:paraId="4D83E758" w14:textId="77777777" w:rsidR="005328A6" w:rsidRPr="0098131E" w:rsidRDefault="005328A6" w:rsidP="0098131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D7384" w14:textId="77777777" w:rsidR="005328A6" w:rsidRDefault="005328A6" w:rsidP="004851CC">
    <w:pPr>
      <w:pStyle w:val="Formatvorlage3"/>
      <w:ind w:left="-2835"/>
      <w:jc w:val="both"/>
    </w:pPr>
  </w:p>
  <w:p w14:paraId="51E557C8" w14:textId="77777777" w:rsidR="005328A6" w:rsidRDefault="005328A6" w:rsidP="004851CC">
    <w:pPr>
      <w:pStyle w:val="Formatvorlage3"/>
      <w:ind w:left="-2835"/>
      <w:jc w:val="both"/>
    </w:pPr>
  </w:p>
  <w:p w14:paraId="666582C6" w14:textId="77777777" w:rsidR="005328A6" w:rsidRPr="00B14D73" w:rsidRDefault="005328A6" w:rsidP="00365129">
    <w:pPr>
      <w:pStyle w:val="Formatvorlage3"/>
      <w:ind w:left="-2835"/>
      <w:jc w:val="both"/>
    </w:pPr>
    <w:bookmarkStart w:id="1" w:name="_Hlk158128503"/>
    <w:r w:rsidRPr="00B14D73">
      <w:t>Dallmer ist Spezialist für Entwässerungssysteme seit 1913. Das Familienunternehmen wird heute in vierter Generation geführt. Vor</w:t>
    </w:r>
    <w:r>
      <w:t xml:space="preserve"> über</w:t>
    </w:r>
    <w:r w:rsidRPr="00B14D73">
      <w:t xml:space="preserve"> 100 Jahren als Gravieranstalt am Standort Arnsberg gegründet, entwickelte sich Dallmer vom Handwerksbetrieb zur Premium-Architektenmarke für Gebäudeentwässerung. </w:t>
    </w:r>
    <w:r w:rsidR="009C4C06" w:rsidRPr="009C4C06">
      <w:t>Das hochwertige Produktportfolio umfasst Ablaufsysteme wie Duschrinnen, Bodenabläufe, Duschwannenabläufe und Siphons, Brand- und Schallschutzsysteme sowie Hof-, Keller-, Dach-, Parkdeck- und Balkonabläufe.</w:t>
    </w:r>
    <w:r w:rsidR="009C4C06">
      <w:t xml:space="preserve"> </w:t>
    </w:r>
    <w:r w:rsidRPr="00B14D73">
      <w:t>Das Credo des Familienunternehmens lautet: höchste Funktionalität, beste Materialqual</w:t>
    </w:r>
    <w:r>
      <w:t>ität und ausgezeichnetes Design.</w:t>
    </w:r>
  </w:p>
  <w:bookmarkEnd w:id="1"/>
  <w:p w14:paraId="5F56CE14" w14:textId="77777777" w:rsidR="005328A6" w:rsidRPr="00FF1E88" w:rsidRDefault="005328A6" w:rsidP="00FF1E8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838047" w14:textId="77777777" w:rsidR="00515312" w:rsidRDefault="00515312">
      <w:r>
        <w:separator/>
      </w:r>
    </w:p>
  </w:footnote>
  <w:footnote w:type="continuationSeparator" w:id="0">
    <w:p w14:paraId="74D6513E" w14:textId="77777777" w:rsidR="00515312" w:rsidRDefault="00515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E91C" w14:textId="77777777" w:rsidR="005328A6" w:rsidRDefault="005328A6">
    <w:pPr>
      <w:pStyle w:val="Kopfzeile"/>
    </w:pPr>
    <w:r w:rsidRPr="00B14D73">
      <w:rPr>
        <w:noProof/>
      </w:rPr>
      <mc:AlternateContent>
        <mc:Choice Requires="wps">
          <w:drawing>
            <wp:anchor distT="0" distB="0" distL="114300" distR="114300" simplePos="0" relativeHeight="251666432" behindDoc="0" locked="0" layoutInCell="1" allowOverlap="1" wp14:anchorId="39FFB92D" wp14:editId="226FD116">
              <wp:simplePos x="0" y="0"/>
              <wp:positionH relativeFrom="page">
                <wp:posOffset>859155</wp:posOffset>
              </wp:positionH>
              <wp:positionV relativeFrom="page">
                <wp:posOffset>4772025</wp:posOffset>
              </wp:positionV>
              <wp:extent cx="1332000" cy="4219200"/>
              <wp:effectExtent l="0" t="0" r="1905" b="1016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 xml:space="preserve">Yvonne </w:t>
                          </w:r>
                          <w:proofErr w:type="spellStart"/>
                          <w:r w:rsidRPr="008763BF">
                            <w:t>Dallmer</w:t>
                          </w:r>
                          <w:proofErr w:type="spellEnd"/>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FFB92D" id="_x0000_t202" coordsize="21600,21600" o:spt="202" path="m,l,21600r21600,l21600,xe">
              <v:stroke joinstyle="miter"/>
              <v:path gradientshapeok="t" o:connecttype="rect"/>
            </v:shapetype>
            <v:shape id="_x0000_s1028" type="#_x0000_t202" style="position:absolute;margin-left:67.65pt;margin-top:375.75pt;width:104.9pt;height:332.2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" filled="f" stroked="f">
              <v:textbox inset="0,0,0,0">
                <w:txbxContent>
                  <w:p w14:paraId="373117D8" w14:textId="77777777" w:rsidR="005328A6" w:rsidRPr="009C4C06" w:rsidRDefault="005328A6" w:rsidP="00723E32">
                    <w:pPr>
                      <w:pStyle w:val="DallmerOrtsfeld8115"/>
                      <w:rPr>
                        <w:lang w:val="en-GB"/>
                      </w:rPr>
                    </w:pPr>
                    <w:r w:rsidRPr="009C4C06">
                      <w:rPr>
                        <w:noProof/>
                        <w:lang w:val="en-GB"/>
                      </w:rPr>
                      <w:t xml:space="preserve">        </w:t>
                    </w:r>
                    <w:r w:rsidR="0028462F" w:rsidRPr="009C4C06">
                      <w:rPr>
                        <w:noProof/>
                        <w:lang w:val="en-GB"/>
                      </w:rPr>
                      <w:t>Sylvia Bösch</w:t>
                    </w:r>
                  </w:p>
                  <w:p w14:paraId="716C8FC9" w14:textId="77777777" w:rsidR="005328A6" w:rsidRPr="009C4C06" w:rsidRDefault="005328A6" w:rsidP="00723E32">
                    <w:pPr>
                      <w:pStyle w:val="DallmerOrtsfeld8115"/>
                      <w:rPr>
                        <w:lang w:val="en-GB"/>
                      </w:rPr>
                    </w:pPr>
                    <w:r w:rsidRPr="009C4C06">
                      <w:rPr>
                        <w:noProof/>
                        <w:lang w:val="en-GB"/>
                      </w:rPr>
                      <w:t xml:space="preserve">       </w:t>
                    </w:r>
                    <w:r w:rsidR="000D580A" w:rsidRPr="009C4C06">
                      <w:rPr>
                        <w:noProof/>
                        <w:lang w:val="en-GB"/>
                      </w:rPr>
                      <w:t xml:space="preserve"> </w:t>
                    </w:r>
                    <w:r w:rsidRPr="009C4C06">
                      <w:rPr>
                        <w:noProof/>
                        <w:lang w:val="en-GB"/>
                      </w:rPr>
                      <w:t>PR</w:t>
                    </w:r>
                    <w:r w:rsidR="00DD07B8" w:rsidRPr="009C4C06">
                      <w:rPr>
                        <w:noProof/>
                        <w:lang w:val="en-GB"/>
                      </w:rPr>
                      <w:t xml:space="preserve"> &amp; Social Media</w:t>
                    </w:r>
                  </w:p>
                  <w:p w14:paraId="6CD4F572" w14:textId="77777777" w:rsidR="005328A6" w:rsidRPr="009C4C06" w:rsidRDefault="005328A6" w:rsidP="00723E32">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40D9181D" w14:textId="77777777" w:rsidR="005328A6" w:rsidRPr="009C4C06" w:rsidRDefault="005328A6" w:rsidP="00723E32">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637EFA8F" w14:textId="77777777" w:rsidR="005328A6" w:rsidRPr="009C4C06" w:rsidRDefault="005328A6" w:rsidP="00723E32">
                    <w:pPr>
                      <w:pStyle w:val="DallmerOrtsfeld8115"/>
                      <w:rPr>
                        <w:lang w:val="en-GB"/>
                      </w:rPr>
                    </w:pPr>
                    <w:r w:rsidRPr="009C4C06">
                      <w:rPr>
                        <w:lang w:val="en-GB"/>
                      </w:rPr>
                      <w:t xml:space="preserve">        E </w:t>
                    </w:r>
                    <w:r w:rsidR="0028462F" w:rsidRPr="009C4C06">
                      <w:rPr>
                        <w:noProof/>
                        <w:lang w:val="en-GB"/>
                      </w:rPr>
                      <w:t>Sylvia.B</w:t>
                    </w:r>
                    <w:r w:rsidR="00BF0D22" w:rsidRPr="009C4C06">
                      <w:rPr>
                        <w:noProof/>
                        <w:lang w:val="en-GB"/>
                      </w:rPr>
                      <w:t>oe</w:t>
                    </w:r>
                    <w:r w:rsidR="0028462F" w:rsidRPr="009C4C06">
                      <w:rPr>
                        <w:noProof/>
                        <w:lang w:val="en-GB"/>
                      </w:rPr>
                      <w:t>sch</w:t>
                    </w:r>
                    <w:r w:rsidRPr="009C4C06">
                      <w:rPr>
                        <w:noProof/>
                        <w:lang w:val="en-GB"/>
                      </w:rPr>
                      <w:t>@dallmer.de</w:t>
                    </w:r>
                  </w:p>
                  <w:p w14:paraId="195F1A9D" w14:textId="77777777" w:rsidR="005328A6" w:rsidRPr="009C4C06" w:rsidRDefault="005328A6" w:rsidP="00723E32">
                    <w:pPr>
                      <w:pStyle w:val="DALLMERUnivers"/>
                      <w:rPr>
                        <w:lang w:val="en-GB"/>
                      </w:rPr>
                    </w:pPr>
                  </w:p>
                  <w:p w14:paraId="708CCAA1" w14:textId="77777777" w:rsidR="005328A6" w:rsidRPr="009C4C06" w:rsidRDefault="005328A6" w:rsidP="00723E32">
                    <w:pPr>
                      <w:pStyle w:val="DALLMERUnivers"/>
                      <w:ind w:left="0" w:firstLine="0"/>
                      <w:rPr>
                        <w:lang w:val="en-GB"/>
                      </w:rPr>
                    </w:pPr>
                  </w:p>
                  <w:p w14:paraId="64467B45" w14:textId="77777777" w:rsidR="005328A6" w:rsidRPr="008763BF" w:rsidRDefault="005328A6" w:rsidP="00723E32">
                    <w:pPr>
                      <w:pStyle w:val="DALLMERUnivers"/>
                    </w:pPr>
                    <w:r w:rsidRPr="009C4C06">
                      <w:rPr>
                        <w:lang w:val="en-GB"/>
                      </w:rPr>
                      <w:t xml:space="preserve">Dallmer GmbH + Co. </w:t>
                    </w:r>
                    <w:r w:rsidRPr="008763BF">
                      <w:t>KG</w:t>
                    </w:r>
                  </w:p>
                  <w:p w14:paraId="7EF3FEC6" w14:textId="77777777" w:rsidR="005328A6" w:rsidRPr="008763BF" w:rsidRDefault="005328A6" w:rsidP="00723E32">
                    <w:pPr>
                      <w:pStyle w:val="DALLMERUnivers"/>
                    </w:pPr>
                    <w:proofErr w:type="spellStart"/>
                    <w:r w:rsidRPr="008763BF">
                      <w:t>Wiebelsheidestraße</w:t>
                    </w:r>
                    <w:proofErr w:type="spellEnd"/>
                    <w:r w:rsidRPr="008763BF">
                      <w:t xml:space="preserve"> 25</w:t>
                    </w:r>
                  </w:p>
                  <w:p w14:paraId="7181E3AB" w14:textId="77777777" w:rsidR="005328A6" w:rsidRPr="008763BF" w:rsidRDefault="005328A6" w:rsidP="00723E32">
                    <w:pPr>
                      <w:pStyle w:val="DALLMERUnivers"/>
                    </w:pPr>
                    <w:r w:rsidRPr="008763BF">
                      <w:t>59757 Arnsberg</w:t>
                    </w:r>
                  </w:p>
                  <w:p w14:paraId="1F080D23" w14:textId="77777777" w:rsidR="005328A6" w:rsidRPr="008763BF" w:rsidRDefault="005328A6" w:rsidP="00723E32">
                    <w:pPr>
                      <w:pStyle w:val="DALLMERUnivers"/>
                    </w:pPr>
                    <w:r w:rsidRPr="008763BF">
                      <w:t>Germany</w:t>
                    </w:r>
                  </w:p>
                  <w:p w14:paraId="12ECAE7E" w14:textId="77777777" w:rsidR="005328A6" w:rsidRDefault="005328A6" w:rsidP="00723E32">
                    <w:pPr>
                      <w:pStyle w:val="DALLMERUnivers"/>
                      <w:ind w:left="0" w:firstLine="0"/>
                    </w:pPr>
                  </w:p>
                  <w:p w14:paraId="1CEEC2C9" w14:textId="77777777" w:rsidR="005328A6" w:rsidRPr="008763BF" w:rsidRDefault="005328A6" w:rsidP="00723E32">
                    <w:pPr>
                      <w:pStyle w:val="DALLMERUnivers"/>
                    </w:pPr>
                    <w:r w:rsidRPr="008763BF">
                      <w:t>Geschäftsführer:</w:t>
                    </w:r>
                  </w:p>
                  <w:p w14:paraId="0EB3568A" w14:textId="77777777" w:rsidR="005328A6" w:rsidRPr="009C4C06" w:rsidRDefault="005328A6" w:rsidP="00723E32">
                    <w:pPr>
                      <w:pStyle w:val="DALLMERUnivers"/>
                      <w:rPr>
                        <w:lang w:val="en-GB"/>
                      </w:rPr>
                    </w:pPr>
                    <w:r w:rsidRPr="009C4C06">
                      <w:rPr>
                        <w:lang w:val="en-GB"/>
                      </w:rPr>
                      <w:t>Dipl.-Ing. Johannes Dallmer</w:t>
                    </w:r>
                  </w:p>
                  <w:p w14:paraId="110BA47B" w14:textId="77777777" w:rsidR="005328A6" w:rsidRPr="008763BF" w:rsidRDefault="005328A6" w:rsidP="00723E32">
                    <w:pPr>
                      <w:pStyle w:val="DALLMERUnivers"/>
                    </w:pPr>
                    <w:r w:rsidRPr="009C4C06">
                      <w:rPr>
                        <w:lang w:val="en-GB"/>
                      </w:rPr>
                      <w:t xml:space="preserve">Dipl.-Btrw. </w:t>
                    </w:r>
                    <w:r w:rsidRPr="008763BF">
                      <w:t xml:space="preserve">Yvonne </w:t>
                    </w:r>
                    <w:proofErr w:type="spellStart"/>
                    <w:r w:rsidRPr="008763BF">
                      <w:t>Dallmer</w:t>
                    </w:r>
                    <w:proofErr w:type="spellEnd"/>
                  </w:p>
                  <w:p w14:paraId="06B1CCF1" w14:textId="77777777" w:rsidR="005328A6" w:rsidRDefault="005328A6" w:rsidP="00723E32">
                    <w:pPr>
                      <w:pStyle w:val="DALLMERUnivers"/>
                    </w:pPr>
                    <w:r w:rsidRPr="008763BF">
                      <w:t>Dipl.-Ing. Harry Bauermeister</w:t>
                    </w:r>
                  </w:p>
                  <w:p w14:paraId="6E0FED40" w14:textId="77777777" w:rsidR="005328A6" w:rsidRDefault="005328A6" w:rsidP="00723E32">
                    <w:pPr>
                      <w:pStyle w:val="DALLMERUnivers"/>
                    </w:pPr>
                  </w:p>
                  <w:p w14:paraId="740D96D3" w14:textId="77777777" w:rsidR="005328A6" w:rsidRDefault="005328A6" w:rsidP="00723E32">
                    <w:pPr>
                      <w:pStyle w:val="DALLMERUnivers"/>
                    </w:pPr>
                  </w:p>
                  <w:p w14:paraId="4860101E" w14:textId="77777777" w:rsidR="005328A6" w:rsidRDefault="005328A6" w:rsidP="00723E32">
                    <w:pPr>
                      <w:pStyle w:val="DALLMERUnivers"/>
                    </w:pPr>
                  </w:p>
                  <w:p w14:paraId="2857254B" w14:textId="77777777" w:rsidR="005328A6" w:rsidRPr="00245BAF" w:rsidRDefault="005328A6" w:rsidP="00723E32">
                    <w:pPr>
                      <w:pStyle w:val="DALLMERUnivers"/>
                    </w:pPr>
                    <w:r w:rsidRPr="00245BAF">
                      <w:t>Abdruck frei – Beleg erbeten</w:t>
                    </w:r>
                  </w:p>
                  <w:p w14:paraId="323E7248" w14:textId="77777777" w:rsidR="005328A6" w:rsidRPr="008763BF" w:rsidRDefault="005328A6" w:rsidP="00723E32">
                    <w:pPr>
                      <w:pStyle w:val="DALLMERUnivers"/>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C6A42" w14:textId="77777777" w:rsidR="005328A6" w:rsidRPr="008B44CD" w:rsidRDefault="005328A6" w:rsidP="008B44CD">
    <w:pPr>
      <w:pStyle w:val="Kopfzeile"/>
    </w:pPr>
    <w:r w:rsidRPr="00B14D73">
      <w:rPr>
        <w:noProof/>
      </w:rPr>
      <mc:AlternateContent>
        <mc:Choice Requires="wps">
          <w:drawing>
            <wp:anchor distT="0" distB="0" distL="114300" distR="114300" simplePos="0" relativeHeight="251664384" behindDoc="0" locked="0" layoutInCell="1" allowOverlap="1" wp14:anchorId="36B4F563" wp14:editId="573699E0">
              <wp:simplePos x="0" y="0"/>
              <wp:positionH relativeFrom="page">
                <wp:posOffset>885825</wp:posOffset>
              </wp:positionH>
              <wp:positionV relativeFrom="page">
                <wp:posOffset>4762500</wp:posOffset>
              </wp:positionV>
              <wp:extent cx="1332000" cy="4219200"/>
              <wp:effectExtent l="0" t="0" r="1905" b="10160"/>
              <wp:wrapNone/>
              <wp:docPr id="17" name="Textfeld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000" cy="4219200"/>
                      </a:xfrm>
                      <a:prstGeom prst="rect">
                        <a:avLst/>
                      </a:prstGeom>
                      <a:noFill/>
                      <a:ln w="9525">
                        <a:noFill/>
                        <a:miter lim="800000"/>
                        <a:headEnd/>
                        <a:tailEnd/>
                      </a:ln>
                    </wps:spPr>
                    <wps:txbx>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 xml:space="preserve">Yvonne </w:t>
                          </w:r>
                          <w:proofErr w:type="spellStart"/>
                          <w:r w:rsidRPr="008763BF">
                            <w:t>Dallmer</w:t>
                          </w:r>
                          <w:proofErr w:type="spellEnd"/>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B4F563" id="_x0000_t202" coordsize="21600,21600" o:spt="202" path="m,l,21600r21600,l21600,xe">
              <v:stroke joinstyle="miter"/>
              <v:path gradientshapeok="t" o:connecttype="rect"/>
            </v:shapetype>
            <v:shape id="Textfeld 17" o:spid="_x0000_s1029" type="#_x0000_t202" style="position:absolute;margin-left:69.75pt;margin-top:375pt;width:104.9pt;height:332.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" filled="f" stroked="f">
              <v:textbox inset="0,0,0,0">
                <w:txbxContent>
                  <w:p w14:paraId="0FC545F8" w14:textId="77777777" w:rsidR="005328A6" w:rsidRPr="009C4C06" w:rsidRDefault="005328A6" w:rsidP="00224233">
                    <w:pPr>
                      <w:pStyle w:val="DallmerOrtsfeld8115"/>
                      <w:rPr>
                        <w:lang w:val="en-GB"/>
                      </w:rPr>
                    </w:pPr>
                    <w:r w:rsidRPr="009C4C06">
                      <w:rPr>
                        <w:noProof/>
                        <w:lang w:val="en-GB"/>
                      </w:rPr>
                      <w:t xml:space="preserve">        </w:t>
                    </w:r>
                    <w:r w:rsidR="0028462F" w:rsidRPr="009C4C06">
                      <w:rPr>
                        <w:noProof/>
                        <w:lang w:val="en-GB"/>
                      </w:rPr>
                      <w:t>Sylvia Bösch</w:t>
                    </w:r>
                  </w:p>
                  <w:p w14:paraId="1E19E907" w14:textId="77777777" w:rsidR="005328A6" w:rsidRPr="009C4C06" w:rsidRDefault="005328A6" w:rsidP="00224233">
                    <w:pPr>
                      <w:pStyle w:val="DallmerOrtsfeld8115"/>
                      <w:rPr>
                        <w:lang w:val="en-GB"/>
                      </w:rPr>
                    </w:pPr>
                    <w:r w:rsidRPr="009C4C06">
                      <w:rPr>
                        <w:noProof/>
                        <w:lang w:val="en-GB"/>
                      </w:rPr>
                      <w:t xml:space="preserve">        PR</w:t>
                    </w:r>
                    <w:r w:rsidR="002F09E6" w:rsidRPr="009C4C06">
                      <w:rPr>
                        <w:noProof/>
                        <w:lang w:val="en-GB"/>
                      </w:rPr>
                      <w:t xml:space="preserve"> &amp; Social Media</w:t>
                    </w:r>
                  </w:p>
                  <w:p w14:paraId="630D7247" w14:textId="77777777" w:rsidR="005328A6" w:rsidRPr="009C4C06" w:rsidRDefault="005328A6" w:rsidP="00224233">
                    <w:pPr>
                      <w:pStyle w:val="DallmerOrtsfeld8115"/>
                      <w:rPr>
                        <w:noProof/>
                        <w:lang w:val="en-GB"/>
                      </w:rPr>
                    </w:pPr>
                    <w:r w:rsidRPr="009C4C06">
                      <w:rPr>
                        <w:lang w:val="en-GB"/>
                      </w:rPr>
                      <w:t xml:space="preserve">        T + 49 2932 9616 – </w:t>
                    </w:r>
                    <w:r w:rsidRPr="009C4C06">
                      <w:rPr>
                        <w:noProof/>
                        <w:lang w:val="en-GB"/>
                      </w:rPr>
                      <w:t>19</w:t>
                    </w:r>
                    <w:r w:rsidR="0028462F" w:rsidRPr="009C4C06">
                      <w:rPr>
                        <w:noProof/>
                        <w:lang w:val="en-GB"/>
                      </w:rPr>
                      <w:t>1</w:t>
                    </w:r>
                    <w:r w:rsidRPr="009C4C06">
                      <w:rPr>
                        <w:noProof/>
                        <w:lang w:val="en-GB"/>
                      </w:rPr>
                      <w:t xml:space="preserve">                           </w:t>
                    </w:r>
                  </w:p>
                  <w:p w14:paraId="15E60B9A" w14:textId="77777777" w:rsidR="005328A6" w:rsidRPr="009C4C06" w:rsidRDefault="005328A6" w:rsidP="00224233">
                    <w:pPr>
                      <w:pStyle w:val="DallmerOrtsfeld8115"/>
                      <w:rPr>
                        <w:noProof/>
                        <w:lang w:val="en-GB"/>
                      </w:rPr>
                    </w:pPr>
                    <w:r w:rsidRPr="009C4C06">
                      <w:rPr>
                        <w:lang w:val="en-GB"/>
                      </w:rPr>
                      <w:t xml:space="preserve">        F + 49 2932 9616 – </w:t>
                    </w:r>
                    <w:r w:rsidRPr="009C4C06">
                      <w:rPr>
                        <w:noProof/>
                        <w:lang w:val="en-GB"/>
                      </w:rPr>
                      <w:t>419</w:t>
                    </w:r>
                    <w:r w:rsidR="0028462F" w:rsidRPr="009C4C06">
                      <w:rPr>
                        <w:noProof/>
                        <w:lang w:val="en-GB"/>
                      </w:rPr>
                      <w:t>1</w:t>
                    </w:r>
                    <w:r w:rsidRPr="009C4C06">
                      <w:rPr>
                        <w:noProof/>
                        <w:lang w:val="en-GB"/>
                      </w:rPr>
                      <w:t xml:space="preserve"> </w:t>
                    </w:r>
                  </w:p>
                  <w:p w14:paraId="3557C573" w14:textId="77777777" w:rsidR="005328A6" w:rsidRPr="009C4C06" w:rsidRDefault="005328A6" w:rsidP="00281D8E">
                    <w:pPr>
                      <w:pStyle w:val="DallmerOrtsfeld8115"/>
                      <w:rPr>
                        <w:lang w:val="en-GB"/>
                      </w:rPr>
                    </w:pPr>
                    <w:r w:rsidRPr="009C4C06">
                      <w:rPr>
                        <w:lang w:val="en-GB"/>
                      </w:rPr>
                      <w:t xml:space="preserve">        E </w:t>
                    </w:r>
                    <w:r w:rsidR="0028462F" w:rsidRPr="009C4C06">
                      <w:rPr>
                        <w:noProof/>
                        <w:lang w:val="en-GB"/>
                      </w:rPr>
                      <w:t>Syl</w:t>
                    </w:r>
                    <w:r w:rsidR="00724B0A" w:rsidRPr="009C4C06">
                      <w:rPr>
                        <w:noProof/>
                        <w:lang w:val="en-GB"/>
                      </w:rPr>
                      <w:t>v</w:t>
                    </w:r>
                    <w:r w:rsidR="0028462F" w:rsidRPr="009C4C06">
                      <w:rPr>
                        <w:noProof/>
                        <w:lang w:val="en-GB"/>
                      </w:rPr>
                      <w:t>ia</w:t>
                    </w:r>
                    <w:r w:rsidRPr="009C4C06">
                      <w:rPr>
                        <w:noProof/>
                        <w:lang w:val="en-GB"/>
                      </w:rPr>
                      <w:t>.</w:t>
                    </w:r>
                    <w:r w:rsidR="0028462F" w:rsidRPr="009C4C06">
                      <w:rPr>
                        <w:noProof/>
                        <w:lang w:val="en-GB"/>
                      </w:rPr>
                      <w:t>Boesch</w:t>
                    </w:r>
                    <w:r w:rsidRPr="009C4C06">
                      <w:rPr>
                        <w:noProof/>
                        <w:lang w:val="en-GB"/>
                      </w:rPr>
                      <w:t>@dallmer.de</w:t>
                    </w:r>
                  </w:p>
                  <w:p w14:paraId="033E9097" w14:textId="77777777" w:rsidR="005328A6" w:rsidRPr="009C4C06" w:rsidRDefault="005328A6" w:rsidP="00B14D73">
                    <w:pPr>
                      <w:pStyle w:val="DALLMERUnivers"/>
                      <w:rPr>
                        <w:lang w:val="en-GB"/>
                      </w:rPr>
                    </w:pPr>
                  </w:p>
                  <w:p w14:paraId="123DB318" w14:textId="77777777" w:rsidR="005328A6" w:rsidRPr="009C4C06" w:rsidRDefault="005328A6" w:rsidP="00224233">
                    <w:pPr>
                      <w:pStyle w:val="DALLMERUnivers"/>
                      <w:ind w:left="0" w:firstLine="0"/>
                      <w:rPr>
                        <w:lang w:val="en-GB"/>
                      </w:rPr>
                    </w:pPr>
                  </w:p>
                  <w:p w14:paraId="640C6913" w14:textId="77777777" w:rsidR="005328A6" w:rsidRPr="008763BF" w:rsidRDefault="005328A6" w:rsidP="00B14D73">
                    <w:pPr>
                      <w:pStyle w:val="DALLMERUnivers"/>
                    </w:pPr>
                    <w:r w:rsidRPr="009C4C06">
                      <w:rPr>
                        <w:lang w:val="en-GB"/>
                      </w:rPr>
                      <w:t xml:space="preserve">Dallmer GmbH + Co. </w:t>
                    </w:r>
                    <w:r w:rsidRPr="008763BF">
                      <w:t>KG</w:t>
                    </w:r>
                  </w:p>
                  <w:p w14:paraId="4B27E813" w14:textId="77777777" w:rsidR="005328A6" w:rsidRPr="008763BF" w:rsidRDefault="005328A6" w:rsidP="00B14D73">
                    <w:pPr>
                      <w:pStyle w:val="DALLMERUnivers"/>
                    </w:pPr>
                    <w:proofErr w:type="spellStart"/>
                    <w:r w:rsidRPr="008763BF">
                      <w:t>Wiebelsheidestraße</w:t>
                    </w:r>
                    <w:proofErr w:type="spellEnd"/>
                    <w:r w:rsidRPr="008763BF">
                      <w:t xml:space="preserve"> 25</w:t>
                    </w:r>
                  </w:p>
                  <w:p w14:paraId="54FF0980" w14:textId="77777777" w:rsidR="005328A6" w:rsidRPr="008763BF" w:rsidRDefault="005328A6" w:rsidP="00B14D73">
                    <w:pPr>
                      <w:pStyle w:val="DALLMERUnivers"/>
                    </w:pPr>
                    <w:r w:rsidRPr="008763BF">
                      <w:t>59757 Arnsberg</w:t>
                    </w:r>
                  </w:p>
                  <w:p w14:paraId="571C6338" w14:textId="77777777" w:rsidR="005328A6" w:rsidRPr="008763BF" w:rsidRDefault="005328A6" w:rsidP="00B14D73">
                    <w:pPr>
                      <w:pStyle w:val="DALLMERUnivers"/>
                    </w:pPr>
                    <w:r w:rsidRPr="008763BF">
                      <w:t>Germany</w:t>
                    </w:r>
                  </w:p>
                  <w:p w14:paraId="77172E83" w14:textId="77777777" w:rsidR="005328A6" w:rsidRDefault="005328A6" w:rsidP="00D90348">
                    <w:pPr>
                      <w:pStyle w:val="DALLMERUnivers"/>
                      <w:ind w:left="0" w:firstLine="0"/>
                    </w:pPr>
                  </w:p>
                  <w:p w14:paraId="4F604941" w14:textId="77777777" w:rsidR="005328A6" w:rsidRPr="008763BF" w:rsidRDefault="005328A6" w:rsidP="00B14D73">
                    <w:pPr>
                      <w:pStyle w:val="DALLMERUnivers"/>
                    </w:pPr>
                    <w:r w:rsidRPr="008763BF">
                      <w:t>Geschäftsführer:</w:t>
                    </w:r>
                  </w:p>
                  <w:p w14:paraId="3BE73195" w14:textId="77777777" w:rsidR="005328A6" w:rsidRPr="009C4C06" w:rsidRDefault="005328A6" w:rsidP="00B14D73">
                    <w:pPr>
                      <w:pStyle w:val="DALLMERUnivers"/>
                      <w:rPr>
                        <w:lang w:val="en-GB"/>
                      </w:rPr>
                    </w:pPr>
                    <w:r w:rsidRPr="009C4C06">
                      <w:rPr>
                        <w:lang w:val="en-GB"/>
                      </w:rPr>
                      <w:t>Dipl.-Ing. Johannes Dallmer</w:t>
                    </w:r>
                  </w:p>
                  <w:p w14:paraId="2F65FB58" w14:textId="77777777" w:rsidR="005328A6" w:rsidRPr="008763BF" w:rsidRDefault="005328A6" w:rsidP="00B14D73">
                    <w:pPr>
                      <w:pStyle w:val="DALLMERUnivers"/>
                    </w:pPr>
                    <w:r w:rsidRPr="009C4C06">
                      <w:rPr>
                        <w:lang w:val="en-GB"/>
                      </w:rPr>
                      <w:t xml:space="preserve">Dipl.-Btrw. </w:t>
                    </w:r>
                    <w:r w:rsidRPr="008763BF">
                      <w:t xml:space="preserve">Yvonne </w:t>
                    </w:r>
                    <w:proofErr w:type="spellStart"/>
                    <w:r w:rsidRPr="008763BF">
                      <w:t>Dallmer</w:t>
                    </w:r>
                    <w:proofErr w:type="spellEnd"/>
                  </w:p>
                  <w:p w14:paraId="76682D1E" w14:textId="77777777" w:rsidR="005328A6" w:rsidRDefault="005328A6" w:rsidP="00B14D73">
                    <w:pPr>
                      <w:pStyle w:val="DALLMERUnivers"/>
                    </w:pPr>
                    <w:r w:rsidRPr="008763BF">
                      <w:t>Dipl.-Ing. Harry Bauermeister</w:t>
                    </w:r>
                  </w:p>
                  <w:p w14:paraId="1597C30C" w14:textId="77777777" w:rsidR="005328A6" w:rsidRDefault="005328A6" w:rsidP="00B14D73">
                    <w:pPr>
                      <w:pStyle w:val="DALLMERUnivers"/>
                    </w:pPr>
                  </w:p>
                  <w:p w14:paraId="7A22739B" w14:textId="77777777" w:rsidR="005328A6" w:rsidRDefault="005328A6" w:rsidP="00B14D73">
                    <w:pPr>
                      <w:pStyle w:val="DALLMERUnivers"/>
                    </w:pPr>
                  </w:p>
                  <w:p w14:paraId="16B9EFC1" w14:textId="77777777" w:rsidR="005328A6" w:rsidRDefault="005328A6" w:rsidP="00B14D73">
                    <w:pPr>
                      <w:pStyle w:val="DALLMERUnivers"/>
                    </w:pPr>
                  </w:p>
                  <w:p w14:paraId="762F8F0F" w14:textId="77777777" w:rsidR="005328A6" w:rsidRPr="00245BAF" w:rsidRDefault="005328A6" w:rsidP="00D90348">
                    <w:pPr>
                      <w:pStyle w:val="DALLMERUnivers"/>
                    </w:pPr>
                    <w:r w:rsidRPr="00245BAF">
                      <w:t>Abdruck frei – Beleg erbeten</w:t>
                    </w:r>
                  </w:p>
                  <w:p w14:paraId="19902B63" w14:textId="77777777" w:rsidR="005328A6" w:rsidRPr="008763BF" w:rsidRDefault="005328A6" w:rsidP="00B14D73">
                    <w:pPr>
                      <w:pStyle w:val="DALLMERUnivers"/>
                    </w:pPr>
                  </w:p>
                </w:txbxContent>
              </v:textbox>
              <w10:wrap anchorx="page" anchory="page"/>
            </v:shape>
          </w:pict>
        </mc:Fallback>
      </mc:AlternateContent>
    </w:r>
    <w:r>
      <w:ptab w:relativeTo="margin" w:alignment="left" w:leader="none"/>
    </w:r>
    <w:r>
      <w:rPr>
        <w:noProof/>
      </w:rPr>
      <w:drawing>
        <wp:anchor distT="0" distB="0" distL="114300" distR="114300" simplePos="0" relativeHeight="251659264" behindDoc="0" locked="0" layoutInCell="1" allowOverlap="1" wp14:anchorId="64BA0814" wp14:editId="4FD4E213">
          <wp:simplePos x="0" y="0"/>
          <wp:positionH relativeFrom="page">
            <wp:posOffset>2908300</wp:posOffset>
          </wp:positionH>
          <wp:positionV relativeFrom="page">
            <wp:posOffset>755015</wp:posOffset>
          </wp:positionV>
          <wp:extent cx="1799590" cy="309245"/>
          <wp:effectExtent l="0" t="0" r="0" b="0"/>
          <wp:wrapNone/>
          <wp:docPr id="150" name="Grafik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3092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BA0F9C"/>
    <w:multiLevelType w:val="hybridMultilevel"/>
    <w:tmpl w:val="74C4E0DE"/>
    <w:lvl w:ilvl="0" w:tplc="05C0E7CE">
      <w:numFmt w:val="bullet"/>
      <w:lvlText w:val="-"/>
      <w:lvlJc w:val="left"/>
      <w:pPr>
        <w:ind w:left="720" w:hanging="360"/>
      </w:pPr>
      <w:rPr>
        <w:rFonts w:ascii="Univers 47 CondensedLight" w:eastAsia="Times New Roman" w:hAnsi="Univers 47 CondensedLight"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9E6"/>
    <w:rsid w:val="00000BD9"/>
    <w:rsid w:val="00006114"/>
    <w:rsid w:val="00011EDD"/>
    <w:rsid w:val="000142F5"/>
    <w:rsid w:val="0001525B"/>
    <w:rsid w:val="00016490"/>
    <w:rsid w:val="00020092"/>
    <w:rsid w:val="0002270B"/>
    <w:rsid w:val="0002443B"/>
    <w:rsid w:val="00033AAA"/>
    <w:rsid w:val="00033C36"/>
    <w:rsid w:val="00040A32"/>
    <w:rsid w:val="00040E7D"/>
    <w:rsid w:val="00041624"/>
    <w:rsid w:val="00043DE9"/>
    <w:rsid w:val="00044676"/>
    <w:rsid w:val="00044B09"/>
    <w:rsid w:val="0004661A"/>
    <w:rsid w:val="00046673"/>
    <w:rsid w:val="00046696"/>
    <w:rsid w:val="00052C5B"/>
    <w:rsid w:val="00053B39"/>
    <w:rsid w:val="00056B23"/>
    <w:rsid w:val="0006031A"/>
    <w:rsid w:val="00062E85"/>
    <w:rsid w:val="00066F80"/>
    <w:rsid w:val="00067BA3"/>
    <w:rsid w:val="000737E0"/>
    <w:rsid w:val="000742B8"/>
    <w:rsid w:val="00074A81"/>
    <w:rsid w:val="000800CF"/>
    <w:rsid w:val="000808C1"/>
    <w:rsid w:val="0008395E"/>
    <w:rsid w:val="00090A20"/>
    <w:rsid w:val="0009521A"/>
    <w:rsid w:val="00095553"/>
    <w:rsid w:val="000A3CB3"/>
    <w:rsid w:val="000A6C77"/>
    <w:rsid w:val="000A78EE"/>
    <w:rsid w:val="000A7921"/>
    <w:rsid w:val="000B0C8A"/>
    <w:rsid w:val="000B0ECE"/>
    <w:rsid w:val="000B2AC3"/>
    <w:rsid w:val="000B3349"/>
    <w:rsid w:val="000B5D3F"/>
    <w:rsid w:val="000C110B"/>
    <w:rsid w:val="000C279A"/>
    <w:rsid w:val="000C39D8"/>
    <w:rsid w:val="000C523C"/>
    <w:rsid w:val="000C57A0"/>
    <w:rsid w:val="000D2212"/>
    <w:rsid w:val="000D3938"/>
    <w:rsid w:val="000D4C59"/>
    <w:rsid w:val="000D4C5D"/>
    <w:rsid w:val="000D580A"/>
    <w:rsid w:val="000D5C56"/>
    <w:rsid w:val="000D661A"/>
    <w:rsid w:val="000D7580"/>
    <w:rsid w:val="000E1C3B"/>
    <w:rsid w:val="000E20A8"/>
    <w:rsid w:val="000F2F7A"/>
    <w:rsid w:val="000F653E"/>
    <w:rsid w:val="000F6BFA"/>
    <w:rsid w:val="00104AB5"/>
    <w:rsid w:val="00106C3C"/>
    <w:rsid w:val="00106EFC"/>
    <w:rsid w:val="0010703D"/>
    <w:rsid w:val="00111730"/>
    <w:rsid w:val="001118EB"/>
    <w:rsid w:val="00112BBF"/>
    <w:rsid w:val="00112DF7"/>
    <w:rsid w:val="00112E99"/>
    <w:rsid w:val="0011339C"/>
    <w:rsid w:val="001136DF"/>
    <w:rsid w:val="00113A99"/>
    <w:rsid w:val="00114293"/>
    <w:rsid w:val="00115945"/>
    <w:rsid w:val="0011619F"/>
    <w:rsid w:val="001168AB"/>
    <w:rsid w:val="0012185B"/>
    <w:rsid w:val="00121EE0"/>
    <w:rsid w:val="0012206B"/>
    <w:rsid w:val="00123B2A"/>
    <w:rsid w:val="001244EC"/>
    <w:rsid w:val="0012485A"/>
    <w:rsid w:val="00124F65"/>
    <w:rsid w:val="00126DBB"/>
    <w:rsid w:val="0013039B"/>
    <w:rsid w:val="00132340"/>
    <w:rsid w:val="00132E37"/>
    <w:rsid w:val="00134A32"/>
    <w:rsid w:val="00135269"/>
    <w:rsid w:val="001374AD"/>
    <w:rsid w:val="00143EF2"/>
    <w:rsid w:val="00150BB7"/>
    <w:rsid w:val="00150D30"/>
    <w:rsid w:val="00151504"/>
    <w:rsid w:val="00154C74"/>
    <w:rsid w:val="00156196"/>
    <w:rsid w:val="00166373"/>
    <w:rsid w:val="00167651"/>
    <w:rsid w:val="00172373"/>
    <w:rsid w:val="00174F0B"/>
    <w:rsid w:val="00177DDB"/>
    <w:rsid w:val="00181593"/>
    <w:rsid w:val="00183F47"/>
    <w:rsid w:val="00185BEE"/>
    <w:rsid w:val="00186163"/>
    <w:rsid w:val="0019083C"/>
    <w:rsid w:val="001917DE"/>
    <w:rsid w:val="001937C6"/>
    <w:rsid w:val="00195748"/>
    <w:rsid w:val="00197B61"/>
    <w:rsid w:val="001A341B"/>
    <w:rsid w:val="001A5638"/>
    <w:rsid w:val="001A74E6"/>
    <w:rsid w:val="001A7883"/>
    <w:rsid w:val="001B2B93"/>
    <w:rsid w:val="001B35C3"/>
    <w:rsid w:val="001B3AA1"/>
    <w:rsid w:val="001B41E1"/>
    <w:rsid w:val="001B51BA"/>
    <w:rsid w:val="001B5DBA"/>
    <w:rsid w:val="001B6CD0"/>
    <w:rsid w:val="001C0BA9"/>
    <w:rsid w:val="001C1A62"/>
    <w:rsid w:val="001C1E36"/>
    <w:rsid w:val="001C2F07"/>
    <w:rsid w:val="001C33D5"/>
    <w:rsid w:val="001C3FE2"/>
    <w:rsid w:val="001C4411"/>
    <w:rsid w:val="001C68CF"/>
    <w:rsid w:val="001D16CB"/>
    <w:rsid w:val="001D19EB"/>
    <w:rsid w:val="001D2A53"/>
    <w:rsid w:val="001E1D42"/>
    <w:rsid w:val="001E26C5"/>
    <w:rsid w:val="001E42D2"/>
    <w:rsid w:val="001E4CAE"/>
    <w:rsid w:val="001E7F43"/>
    <w:rsid w:val="001F4E45"/>
    <w:rsid w:val="00200735"/>
    <w:rsid w:val="0020079F"/>
    <w:rsid w:val="002023C7"/>
    <w:rsid w:val="00202B0E"/>
    <w:rsid w:val="002074A6"/>
    <w:rsid w:val="00213C4F"/>
    <w:rsid w:val="00215C69"/>
    <w:rsid w:val="00215EC6"/>
    <w:rsid w:val="002163A2"/>
    <w:rsid w:val="002167AC"/>
    <w:rsid w:val="00217D28"/>
    <w:rsid w:val="002218FC"/>
    <w:rsid w:val="00222530"/>
    <w:rsid w:val="00224233"/>
    <w:rsid w:val="00225C57"/>
    <w:rsid w:val="002308EF"/>
    <w:rsid w:val="00231FAE"/>
    <w:rsid w:val="00232B62"/>
    <w:rsid w:val="00233F1E"/>
    <w:rsid w:val="00237108"/>
    <w:rsid w:val="00240988"/>
    <w:rsid w:val="00243F90"/>
    <w:rsid w:val="00244131"/>
    <w:rsid w:val="00244B2A"/>
    <w:rsid w:val="00244D88"/>
    <w:rsid w:val="00245994"/>
    <w:rsid w:val="00245BAF"/>
    <w:rsid w:val="00246834"/>
    <w:rsid w:val="002477E2"/>
    <w:rsid w:val="002506EE"/>
    <w:rsid w:val="00250B8C"/>
    <w:rsid w:val="002573D3"/>
    <w:rsid w:val="00262081"/>
    <w:rsid w:val="0026317C"/>
    <w:rsid w:val="00264793"/>
    <w:rsid w:val="00265F72"/>
    <w:rsid w:val="0026614B"/>
    <w:rsid w:val="00266486"/>
    <w:rsid w:val="002673A1"/>
    <w:rsid w:val="00270FD2"/>
    <w:rsid w:val="002749D4"/>
    <w:rsid w:val="00274AAC"/>
    <w:rsid w:val="00275CF5"/>
    <w:rsid w:val="00281D8E"/>
    <w:rsid w:val="0028462F"/>
    <w:rsid w:val="00284F5F"/>
    <w:rsid w:val="00290658"/>
    <w:rsid w:val="0029257D"/>
    <w:rsid w:val="00294631"/>
    <w:rsid w:val="002967D8"/>
    <w:rsid w:val="002A0B32"/>
    <w:rsid w:val="002A1EC1"/>
    <w:rsid w:val="002A206D"/>
    <w:rsid w:val="002A22C0"/>
    <w:rsid w:val="002A2486"/>
    <w:rsid w:val="002A2A6D"/>
    <w:rsid w:val="002A2F78"/>
    <w:rsid w:val="002A5327"/>
    <w:rsid w:val="002A5A29"/>
    <w:rsid w:val="002B0D98"/>
    <w:rsid w:val="002B31F6"/>
    <w:rsid w:val="002C3334"/>
    <w:rsid w:val="002C4329"/>
    <w:rsid w:val="002C44AA"/>
    <w:rsid w:val="002C68FD"/>
    <w:rsid w:val="002C7882"/>
    <w:rsid w:val="002D0699"/>
    <w:rsid w:val="002D31BA"/>
    <w:rsid w:val="002D3894"/>
    <w:rsid w:val="002D4716"/>
    <w:rsid w:val="002D7547"/>
    <w:rsid w:val="002D7793"/>
    <w:rsid w:val="002D7A94"/>
    <w:rsid w:val="002E3ACE"/>
    <w:rsid w:val="002E66A4"/>
    <w:rsid w:val="002E68C4"/>
    <w:rsid w:val="002E7823"/>
    <w:rsid w:val="002E7904"/>
    <w:rsid w:val="002F09E6"/>
    <w:rsid w:val="002F1098"/>
    <w:rsid w:val="002F4167"/>
    <w:rsid w:val="002F6D88"/>
    <w:rsid w:val="002F7C57"/>
    <w:rsid w:val="00301AFE"/>
    <w:rsid w:val="003066C2"/>
    <w:rsid w:val="00306CB2"/>
    <w:rsid w:val="0030728B"/>
    <w:rsid w:val="00307A75"/>
    <w:rsid w:val="003108E4"/>
    <w:rsid w:val="00312018"/>
    <w:rsid w:val="00312A1E"/>
    <w:rsid w:val="00312D73"/>
    <w:rsid w:val="00314843"/>
    <w:rsid w:val="0031609D"/>
    <w:rsid w:val="003179C3"/>
    <w:rsid w:val="00320247"/>
    <w:rsid w:val="00320B88"/>
    <w:rsid w:val="003226D4"/>
    <w:rsid w:val="00323488"/>
    <w:rsid w:val="00323C11"/>
    <w:rsid w:val="00323E89"/>
    <w:rsid w:val="00326128"/>
    <w:rsid w:val="003300F0"/>
    <w:rsid w:val="00330B89"/>
    <w:rsid w:val="00331D85"/>
    <w:rsid w:val="00332B2E"/>
    <w:rsid w:val="00344271"/>
    <w:rsid w:val="00344345"/>
    <w:rsid w:val="00344B16"/>
    <w:rsid w:val="003455F7"/>
    <w:rsid w:val="003460B2"/>
    <w:rsid w:val="0034724C"/>
    <w:rsid w:val="00351390"/>
    <w:rsid w:val="00351A5B"/>
    <w:rsid w:val="003521B0"/>
    <w:rsid w:val="00352D92"/>
    <w:rsid w:val="00355882"/>
    <w:rsid w:val="00362957"/>
    <w:rsid w:val="00365129"/>
    <w:rsid w:val="0036597D"/>
    <w:rsid w:val="00366871"/>
    <w:rsid w:val="003822EB"/>
    <w:rsid w:val="00382696"/>
    <w:rsid w:val="00383C86"/>
    <w:rsid w:val="00385F30"/>
    <w:rsid w:val="003913EA"/>
    <w:rsid w:val="00392BFB"/>
    <w:rsid w:val="0039787F"/>
    <w:rsid w:val="003A5F22"/>
    <w:rsid w:val="003A776D"/>
    <w:rsid w:val="003B01D3"/>
    <w:rsid w:val="003B1883"/>
    <w:rsid w:val="003B548B"/>
    <w:rsid w:val="003B5F94"/>
    <w:rsid w:val="003B7B8E"/>
    <w:rsid w:val="003C0B86"/>
    <w:rsid w:val="003C2692"/>
    <w:rsid w:val="003C5EBD"/>
    <w:rsid w:val="003D11F8"/>
    <w:rsid w:val="003D37EF"/>
    <w:rsid w:val="003D6100"/>
    <w:rsid w:val="003D729A"/>
    <w:rsid w:val="003D7983"/>
    <w:rsid w:val="003E168B"/>
    <w:rsid w:val="003E23F4"/>
    <w:rsid w:val="003E595F"/>
    <w:rsid w:val="003E7B0E"/>
    <w:rsid w:val="003F1125"/>
    <w:rsid w:val="003F1306"/>
    <w:rsid w:val="003F4A3F"/>
    <w:rsid w:val="003F6382"/>
    <w:rsid w:val="003F7262"/>
    <w:rsid w:val="00401C5D"/>
    <w:rsid w:val="00402F22"/>
    <w:rsid w:val="004033DD"/>
    <w:rsid w:val="00403B8D"/>
    <w:rsid w:val="0040691C"/>
    <w:rsid w:val="0040762C"/>
    <w:rsid w:val="00410091"/>
    <w:rsid w:val="004105D6"/>
    <w:rsid w:val="00413464"/>
    <w:rsid w:val="00413B57"/>
    <w:rsid w:val="00416B26"/>
    <w:rsid w:val="004205B1"/>
    <w:rsid w:val="00424BAD"/>
    <w:rsid w:val="00424E6D"/>
    <w:rsid w:val="00424F55"/>
    <w:rsid w:val="0042529A"/>
    <w:rsid w:val="00426CE0"/>
    <w:rsid w:val="00426FAC"/>
    <w:rsid w:val="00427123"/>
    <w:rsid w:val="0043093C"/>
    <w:rsid w:val="00431B2E"/>
    <w:rsid w:val="004347FD"/>
    <w:rsid w:val="004364C1"/>
    <w:rsid w:val="00436712"/>
    <w:rsid w:val="00436CBA"/>
    <w:rsid w:val="00442103"/>
    <w:rsid w:val="00442739"/>
    <w:rsid w:val="004430C9"/>
    <w:rsid w:val="004472E5"/>
    <w:rsid w:val="00450088"/>
    <w:rsid w:val="004521CD"/>
    <w:rsid w:val="0045337C"/>
    <w:rsid w:val="0045652E"/>
    <w:rsid w:val="0045654E"/>
    <w:rsid w:val="00460614"/>
    <w:rsid w:val="004611FE"/>
    <w:rsid w:val="004629D5"/>
    <w:rsid w:val="00462A4D"/>
    <w:rsid w:val="00467A41"/>
    <w:rsid w:val="00467A9F"/>
    <w:rsid w:val="00467C53"/>
    <w:rsid w:val="00471503"/>
    <w:rsid w:val="004724D5"/>
    <w:rsid w:val="00473150"/>
    <w:rsid w:val="00475A5F"/>
    <w:rsid w:val="00480B79"/>
    <w:rsid w:val="00482142"/>
    <w:rsid w:val="004826BC"/>
    <w:rsid w:val="004848A6"/>
    <w:rsid w:val="004851CC"/>
    <w:rsid w:val="00485FC2"/>
    <w:rsid w:val="004877EA"/>
    <w:rsid w:val="004923B3"/>
    <w:rsid w:val="00492D7A"/>
    <w:rsid w:val="00494691"/>
    <w:rsid w:val="00494903"/>
    <w:rsid w:val="0049497A"/>
    <w:rsid w:val="00495A11"/>
    <w:rsid w:val="00496822"/>
    <w:rsid w:val="00497A6E"/>
    <w:rsid w:val="004A0869"/>
    <w:rsid w:val="004A31F6"/>
    <w:rsid w:val="004A470E"/>
    <w:rsid w:val="004A6098"/>
    <w:rsid w:val="004B13D8"/>
    <w:rsid w:val="004B20BE"/>
    <w:rsid w:val="004B2E75"/>
    <w:rsid w:val="004B463E"/>
    <w:rsid w:val="004B56DB"/>
    <w:rsid w:val="004C3745"/>
    <w:rsid w:val="004C3835"/>
    <w:rsid w:val="004C6052"/>
    <w:rsid w:val="004C7019"/>
    <w:rsid w:val="004D0356"/>
    <w:rsid w:val="004D4715"/>
    <w:rsid w:val="004D77AE"/>
    <w:rsid w:val="004E7828"/>
    <w:rsid w:val="004F0667"/>
    <w:rsid w:val="004F190A"/>
    <w:rsid w:val="004F3FED"/>
    <w:rsid w:val="004F4737"/>
    <w:rsid w:val="004F478E"/>
    <w:rsid w:val="004F4BCC"/>
    <w:rsid w:val="004F544E"/>
    <w:rsid w:val="004F54B6"/>
    <w:rsid w:val="004F5CED"/>
    <w:rsid w:val="004F6653"/>
    <w:rsid w:val="004F7D8D"/>
    <w:rsid w:val="00505A0C"/>
    <w:rsid w:val="00506912"/>
    <w:rsid w:val="0050691E"/>
    <w:rsid w:val="00506B5B"/>
    <w:rsid w:val="005106C3"/>
    <w:rsid w:val="00511089"/>
    <w:rsid w:val="00511716"/>
    <w:rsid w:val="005148E6"/>
    <w:rsid w:val="00515312"/>
    <w:rsid w:val="00520336"/>
    <w:rsid w:val="00522260"/>
    <w:rsid w:val="00525755"/>
    <w:rsid w:val="00526BCC"/>
    <w:rsid w:val="005328A6"/>
    <w:rsid w:val="00532BD0"/>
    <w:rsid w:val="0053338E"/>
    <w:rsid w:val="00534A87"/>
    <w:rsid w:val="00534BF2"/>
    <w:rsid w:val="00534CE2"/>
    <w:rsid w:val="0053553B"/>
    <w:rsid w:val="0053583A"/>
    <w:rsid w:val="005361D0"/>
    <w:rsid w:val="0053663D"/>
    <w:rsid w:val="005371D7"/>
    <w:rsid w:val="00537798"/>
    <w:rsid w:val="005405A8"/>
    <w:rsid w:val="00542179"/>
    <w:rsid w:val="00542937"/>
    <w:rsid w:val="0055113A"/>
    <w:rsid w:val="00551775"/>
    <w:rsid w:val="00555176"/>
    <w:rsid w:val="00555BD4"/>
    <w:rsid w:val="00555F99"/>
    <w:rsid w:val="005570C2"/>
    <w:rsid w:val="005700D0"/>
    <w:rsid w:val="005727D9"/>
    <w:rsid w:val="00572EF5"/>
    <w:rsid w:val="005730EA"/>
    <w:rsid w:val="00573138"/>
    <w:rsid w:val="00573B7B"/>
    <w:rsid w:val="00573CA4"/>
    <w:rsid w:val="00581B6E"/>
    <w:rsid w:val="00582429"/>
    <w:rsid w:val="00583D88"/>
    <w:rsid w:val="0058556E"/>
    <w:rsid w:val="00585751"/>
    <w:rsid w:val="00590E29"/>
    <w:rsid w:val="00592665"/>
    <w:rsid w:val="00593D2C"/>
    <w:rsid w:val="0059479C"/>
    <w:rsid w:val="005966C2"/>
    <w:rsid w:val="005A0266"/>
    <w:rsid w:val="005A0FDC"/>
    <w:rsid w:val="005A2267"/>
    <w:rsid w:val="005A4AAD"/>
    <w:rsid w:val="005B098C"/>
    <w:rsid w:val="005B11D2"/>
    <w:rsid w:val="005B1827"/>
    <w:rsid w:val="005B1C6F"/>
    <w:rsid w:val="005B3DF0"/>
    <w:rsid w:val="005B4B1A"/>
    <w:rsid w:val="005B68F5"/>
    <w:rsid w:val="005C1C6A"/>
    <w:rsid w:val="005C3056"/>
    <w:rsid w:val="005C33B4"/>
    <w:rsid w:val="005C39D6"/>
    <w:rsid w:val="005D0A90"/>
    <w:rsid w:val="005D1660"/>
    <w:rsid w:val="005D3199"/>
    <w:rsid w:val="005D39BC"/>
    <w:rsid w:val="005D3D15"/>
    <w:rsid w:val="005D4EC8"/>
    <w:rsid w:val="005E05D9"/>
    <w:rsid w:val="005E37E0"/>
    <w:rsid w:val="005E4B9E"/>
    <w:rsid w:val="005E5590"/>
    <w:rsid w:val="005F154C"/>
    <w:rsid w:val="005F15F3"/>
    <w:rsid w:val="005F22F8"/>
    <w:rsid w:val="005F47F1"/>
    <w:rsid w:val="005F7027"/>
    <w:rsid w:val="005F71B4"/>
    <w:rsid w:val="005F7372"/>
    <w:rsid w:val="00604CCE"/>
    <w:rsid w:val="00604FBE"/>
    <w:rsid w:val="006058E7"/>
    <w:rsid w:val="00605C27"/>
    <w:rsid w:val="00607819"/>
    <w:rsid w:val="00610A3A"/>
    <w:rsid w:val="00615E57"/>
    <w:rsid w:val="00621500"/>
    <w:rsid w:val="00621B38"/>
    <w:rsid w:val="00623E1A"/>
    <w:rsid w:val="00631978"/>
    <w:rsid w:val="00632A71"/>
    <w:rsid w:val="00633B1F"/>
    <w:rsid w:val="00633CC1"/>
    <w:rsid w:val="0063594A"/>
    <w:rsid w:val="006404C0"/>
    <w:rsid w:val="00653217"/>
    <w:rsid w:val="006628D9"/>
    <w:rsid w:val="006657C6"/>
    <w:rsid w:val="006670A4"/>
    <w:rsid w:val="00667363"/>
    <w:rsid w:val="0066798E"/>
    <w:rsid w:val="00674453"/>
    <w:rsid w:val="00674634"/>
    <w:rsid w:val="00674BBC"/>
    <w:rsid w:val="0067652D"/>
    <w:rsid w:val="006774A6"/>
    <w:rsid w:val="00677940"/>
    <w:rsid w:val="00677B29"/>
    <w:rsid w:val="00681B77"/>
    <w:rsid w:val="00682D7B"/>
    <w:rsid w:val="006851C1"/>
    <w:rsid w:val="00691FB7"/>
    <w:rsid w:val="00693B97"/>
    <w:rsid w:val="00693DD8"/>
    <w:rsid w:val="00694487"/>
    <w:rsid w:val="00696B8C"/>
    <w:rsid w:val="006A0552"/>
    <w:rsid w:val="006A41EC"/>
    <w:rsid w:val="006A4BFE"/>
    <w:rsid w:val="006B073C"/>
    <w:rsid w:val="006B0AEF"/>
    <w:rsid w:val="006B61BB"/>
    <w:rsid w:val="006B64B4"/>
    <w:rsid w:val="006B7DFD"/>
    <w:rsid w:val="006C2786"/>
    <w:rsid w:val="006D05F0"/>
    <w:rsid w:val="006D2D19"/>
    <w:rsid w:val="006D4391"/>
    <w:rsid w:val="006D4A78"/>
    <w:rsid w:val="006D5750"/>
    <w:rsid w:val="006D6D61"/>
    <w:rsid w:val="006E11F9"/>
    <w:rsid w:val="006E4ACA"/>
    <w:rsid w:val="006E4D49"/>
    <w:rsid w:val="006E6022"/>
    <w:rsid w:val="006E6296"/>
    <w:rsid w:val="006E6B66"/>
    <w:rsid w:val="006F0518"/>
    <w:rsid w:val="006F222F"/>
    <w:rsid w:val="006F41C7"/>
    <w:rsid w:val="006F5BCD"/>
    <w:rsid w:val="006F5BD5"/>
    <w:rsid w:val="006F5FE9"/>
    <w:rsid w:val="006F7ECA"/>
    <w:rsid w:val="00702AA8"/>
    <w:rsid w:val="00711FE3"/>
    <w:rsid w:val="007139D3"/>
    <w:rsid w:val="007143B8"/>
    <w:rsid w:val="00715864"/>
    <w:rsid w:val="0071599A"/>
    <w:rsid w:val="00723E32"/>
    <w:rsid w:val="0072494F"/>
    <w:rsid w:val="00724B0A"/>
    <w:rsid w:val="00724C9B"/>
    <w:rsid w:val="00733A78"/>
    <w:rsid w:val="00742403"/>
    <w:rsid w:val="00743648"/>
    <w:rsid w:val="007437B6"/>
    <w:rsid w:val="0074440E"/>
    <w:rsid w:val="00744B2F"/>
    <w:rsid w:val="0074717D"/>
    <w:rsid w:val="00747A79"/>
    <w:rsid w:val="007500CA"/>
    <w:rsid w:val="0075148F"/>
    <w:rsid w:val="00751C91"/>
    <w:rsid w:val="00752E6F"/>
    <w:rsid w:val="00755983"/>
    <w:rsid w:val="007573E0"/>
    <w:rsid w:val="00765001"/>
    <w:rsid w:val="00767323"/>
    <w:rsid w:val="007718CA"/>
    <w:rsid w:val="00771FC6"/>
    <w:rsid w:val="00772209"/>
    <w:rsid w:val="0077263D"/>
    <w:rsid w:val="00774D9A"/>
    <w:rsid w:val="0078249E"/>
    <w:rsid w:val="00784491"/>
    <w:rsid w:val="00786B16"/>
    <w:rsid w:val="00787513"/>
    <w:rsid w:val="00791FEA"/>
    <w:rsid w:val="00792FA0"/>
    <w:rsid w:val="007935BC"/>
    <w:rsid w:val="00794833"/>
    <w:rsid w:val="00795E31"/>
    <w:rsid w:val="00797FE2"/>
    <w:rsid w:val="007A121E"/>
    <w:rsid w:val="007A1EC8"/>
    <w:rsid w:val="007A3D24"/>
    <w:rsid w:val="007A4D1B"/>
    <w:rsid w:val="007A7F8A"/>
    <w:rsid w:val="007B02EA"/>
    <w:rsid w:val="007B1190"/>
    <w:rsid w:val="007B39B9"/>
    <w:rsid w:val="007B3D35"/>
    <w:rsid w:val="007B53B5"/>
    <w:rsid w:val="007C5A62"/>
    <w:rsid w:val="007C6909"/>
    <w:rsid w:val="007C6C2F"/>
    <w:rsid w:val="007C6D1C"/>
    <w:rsid w:val="007C77D7"/>
    <w:rsid w:val="007D13B0"/>
    <w:rsid w:val="007D4881"/>
    <w:rsid w:val="007E17AC"/>
    <w:rsid w:val="007E18C6"/>
    <w:rsid w:val="007E1F57"/>
    <w:rsid w:val="007E36F1"/>
    <w:rsid w:val="007E3AB6"/>
    <w:rsid w:val="007E4503"/>
    <w:rsid w:val="007E46CB"/>
    <w:rsid w:val="007E472D"/>
    <w:rsid w:val="007E4CC9"/>
    <w:rsid w:val="007E6C22"/>
    <w:rsid w:val="007F0D36"/>
    <w:rsid w:val="007F254E"/>
    <w:rsid w:val="007F6183"/>
    <w:rsid w:val="007F7216"/>
    <w:rsid w:val="00801BB9"/>
    <w:rsid w:val="00801C23"/>
    <w:rsid w:val="00803775"/>
    <w:rsid w:val="00805501"/>
    <w:rsid w:val="008077AB"/>
    <w:rsid w:val="00817965"/>
    <w:rsid w:val="008224A9"/>
    <w:rsid w:val="00824511"/>
    <w:rsid w:val="0082576A"/>
    <w:rsid w:val="00826950"/>
    <w:rsid w:val="008271F1"/>
    <w:rsid w:val="00832338"/>
    <w:rsid w:val="00834E15"/>
    <w:rsid w:val="00835607"/>
    <w:rsid w:val="0083661C"/>
    <w:rsid w:val="00836838"/>
    <w:rsid w:val="00836C50"/>
    <w:rsid w:val="00842FB7"/>
    <w:rsid w:val="008432AB"/>
    <w:rsid w:val="0084492D"/>
    <w:rsid w:val="00844D3D"/>
    <w:rsid w:val="00855546"/>
    <w:rsid w:val="00860CB5"/>
    <w:rsid w:val="00860F1C"/>
    <w:rsid w:val="00863296"/>
    <w:rsid w:val="008649FE"/>
    <w:rsid w:val="00864C51"/>
    <w:rsid w:val="00867F22"/>
    <w:rsid w:val="00875A4C"/>
    <w:rsid w:val="008763BF"/>
    <w:rsid w:val="00876482"/>
    <w:rsid w:val="00876EF5"/>
    <w:rsid w:val="00885859"/>
    <w:rsid w:val="008867BF"/>
    <w:rsid w:val="008875A9"/>
    <w:rsid w:val="0088770B"/>
    <w:rsid w:val="00892A41"/>
    <w:rsid w:val="008950C4"/>
    <w:rsid w:val="008954AD"/>
    <w:rsid w:val="00896DF4"/>
    <w:rsid w:val="008975BD"/>
    <w:rsid w:val="008A6EF1"/>
    <w:rsid w:val="008B0F79"/>
    <w:rsid w:val="008B2598"/>
    <w:rsid w:val="008B2C09"/>
    <w:rsid w:val="008B3E8D"/>
    <w:rsid w:val="008B3EF2"/>
    <w:rsid w:val="008B44CD"/>
    <w:rsid w:val="008B4EDC"/>
    <w:rsid w:val="008B5D49"/>
    <w:rsid w:val="008B798E"/>
    <w:rsid w:val="008B7C84"/>
    <w:rsid w:val="008C285A"/>
    <w:rsid w:val="008C2D62"/>
    <w:rsid w:val="008C56AB"/>
    <w:rsid w:val="008D09E3"/>
    <w:rsid w:val="008D201A"/>
    <w:rsid w:val="008D4C0F"/>
    <w:rsid w:val="008D55D6"/>
    <w:rsid w:val="008E4A63"/>
    <w:rsid w:val="008E5BBD"/>
    <w:rsid w:val="008E5E0C"/>
    <w:rsid w:val="008F2E4A"/>
    <w:rsid w:val="008F3AA9"/>
    <w:rsid w:val="008F67F2"/>
    <w:rsid w:val="008F78A0"/>
    <w:rsid w:val="009000D7"/>
    <w:rsid w:val="00901037"/>
    <w:rsid w:val="00903C24"/>
    <w:rsid w:val="00904038"/>
    <w:rsid w:val="00911D02"/>
    <w:rsid w:val="00912C62"/>
    <w:rsid w:val="00913B64"/>
    <w:rsid w:val="00914DA1"/>
    <w:rsid w:val="00914F4A"/>
    <w:rsid w:val="009216CF"/>
    <w:rsid w:val="0092435D"/>
    <w:rsid w:val="00940F70"/>
    <w:rsid w:val="009417D0"/>
    <w:rsid w:val="0094217D"/>
    <w:rsid w:val="0095086A"/>
    <w:rsid w:val="0095249B"/>
    <w:rsid w:val="00954D02"/>
    <w:rsid w:val="00954F3C"/>
    <w:rsid w:val="00955560"/>
    <w:rsid w:val="00956B2D"/>
    <w:rsid w:val="00962A3A"/>
    <w:rsid w:val="00964AD0"/>
    <w:rsid w:val="009656A5"/>
    <w:rsid w:val="009676AA"/>
    <w:rsid w:val="009715F3"/>
    <w:rsid w:val="00973458"/>
    <w:rsid w:val="00977CF9"/>
    <w:rsid w:val="00980C35"/>
    <w:rsid w:val="0098131E"/>
    <w:rsid w:val="009832FD"/>
    <w:rsid w:val="0098732D"/>
    <w:rsid w:val="0099026A"/>
    <w:rsid w:val="00992E70"/>
    <w:rsid w:val="009A1F78"/>
    <w:rsid w:val="009A2054"/>
    <w:rsid w:val="009A46E0"/>
    <w:rsid w:val="009A5A69"/>
    <w:rsid w:val="009B1CFE"/>
    <w:rsid w:val="009B5721"/>
    <w:rsid w:val="009B78B3"/>
    <w:rsid w:val="009C3B7E"/>
    <w:rsid w:val="009C4C06"/>
    <w:rsid w:val="009C63FC"/>
    <w:rsid w:val="009D5B89"/>
    <w:rsid w:val="009E084A"/>
    <w:rsid w:val="009E0F34"/>
    <w:rsid w:val="009E0FF0"/>
    <w:rsid w:val="009E3721"/>
    <w:rsid w:val="009E40C2"/>
    <w:rsid w:val="009E4F3D"/>
    <w:rsid w:val="009E573B"/>
    <w:rsid w:val="009E7331"/>
    <w:rsid w:val="009E7DB7"/>
    <w:rsid w:val="009F1A10"/>
    <w:rsid w:val="009F34E6"/>
    <w:rsid w:val="009F411A"/>
    <w:rsid w:val="009F61C6"/>
    <w:rsid w:val="00A003A5"/>
    <w:rsid w:val="00A012A7"/>
    <w:rsid w:val="00A01E8F"/>
    <w:rsid w:val="00A05AE6"/>
    <w:rsid w:val="00A11511"/>
    <w:rsid w:val="00A11F18"/>
    <w:rsid w:val="00A22C82"/>
    <w:rsid w:val="00A240AF"/>
    <w:rsid w:val="00A24635"/>
    <w:rsid w:val="00A25EB3"/>
    <w:rsid w:val="00A25FAE"/>
    <w:rsid w:val="00A316A1"/>
    <w:rsid w:val="00A319FD"/>
    <w:rsid w:val="00A34A63"/>
    <w:rsid w:val="00A377CA"/>
    <w:rsid w:val="00A44213"/>
    <w:rsid w:val="00A444C4"/>
    <w:rsid w:val="00A456C4"/>
    <w:rsid w:val="00A538ED"/>
    <w:rsid w:val="00A53DA5"/>
    <w:rsid w:val="00A56200"/>
    <w:rsid w:val="00A57026"/>
    <w:rsid w:val="00A57B49"/>
    <w:rsid w:val="00A60174"/>
    <w:rsid w:val="00A629F3"/>
    <w:rsid w:val="00A62D4B"/>
    <w:rsid w:val="00A66B31"/>
    <w:rsid w:val="00A66D32"/>
    <w:rsid w:val="00A70B39"/>
    <w:rsid w:val="00A70DF1"/>
    <w:rsid w:val="00A715D9"/>
    <w:rsid w:val="00A73700"/>
    <w:rsid w:val="00A73AB6"/>
    <w:rsid w:val="00A77435"/>
    <w:rsid w:val="00A80C4B"/>
    <w:rsid w:val="00A903F6"/>
    <w:rsid w:val="00A9198B"/>
    <w:rsid w:val="00A9493D"/>
    <w:rsid w:val="00A94D20"/>
    <w:rsid w:val="00A95D4D"/>
    <w:rsid w:val="00A96AD3"/>
    <w:rsid w:val="00AA100C"/>
    <w:rsid w:val="00AA1788"/>
    <w:rsid w:val="00AA3D0C"/>
    <w:rsid w:val="00AA4C55"/>
    <w:rsid w:val="00AA4C68"/>
    <w:rsid w:val="00AA72E9"/>
    <w:rsid w:val="00AB194B"/>
    <w:rsid w:val="00AB6AFC"/>
    <w:rsid w:val="00AB77F8"/>
    <w:rsid w:val="00AC438C"/>
    <w:rsid w:val="00AC5CE0"/>
    <w:rsid w:val="00AC6298"/>
    <w:rsid w:val="00AC62DE"/>
    <w:rsid w:val="00AC6C75"/>
    <w:rsid w:val="00AC7B43"/>
    <w:rsid w:val="00AD1D51"/>
    <w:rsid w:val="00AD6C86"/>
    <w:rsid w:val="00AE0DE3"/>
    <w:rsid w:val="00AE3D4F"/>
    <w:rsid w:val="00AE5F18"/>
    <w:rsid w:val="00AE71CA"/>
    <w:rsid w:val="00AF1973"/>
    <w:rsid w:val="00AF4E1B"/>
    <w:rsid w:val="00AF719D"/>
    <w:rsid w:val="00AF74CA"/>
    <w:rsid w:val="00B01DAD"/>
    <w:rsid w:val="00B0329D"/>
    <w:rsid w:val="00B04262"/>
    <w:rsid w:val="00B04AA3"/>
    <w:rsid w:val="00B05BFF"/>
    <w:rsid w:val="00B068C7"/>
    <w:rsid w:val="00B068CB"/>
    <w:rsid w:val="00B07B3E"/>
    <w:rsid w:val="00B1033C"/>
    <w:rsid w:val="00B11411"/>
    <w:rsid w:val="00B14D73"/>
    <w:rsid w:val="00B24585"/>
    <w:rsid w:val="00B271AA"/>
    <w:rsid w:val="00B27A61"/>
    <w:rsid w:val="00B31B70"/>
    <w:rsid w:val="00B35A77"/>
    <w:rsid w:val="00B365AA"/>
    <w:rsid w:val="00B36D45"/>
    <w:rsid w:val="00B42F2F"/>
    <w:rsid w:val="00B434F7"/>
    <w:rsid w:val="00B45E1A"/>
    <w:rsid w:val="00B50BAD"/>
    <w:rsid w:val="00B5153A"/>
    <w:rsid w:val="00B61AF4"/>
    <w:rsid w:val="00B661D9"/>
    <w:rsid w:val="00B66B0F"/>
    <w:rsid w:val="00B710CD"/>
    <w:rsid w:val="00B8042F"/>
    <w:rsid w:val="00B81AD5"/>
    <w:rsid w:val="00B82662"/>
    <w:rsid w:val="00B8554F"/>
    <w:rsid w:val="00B86370"/>
    <w:rsid w:val="00B874E6"/>
    <w:rsid w:val="00B90EAC"/>
    <w:rsid w:val="00B93030"/>
    <w:rsid w:val="00B93FCB"/>
    <w:rsid w:val="00BA137F"/>
    <w:rsid w:val="00BA201E"/>
    <w:rsid w:val="00BA368A"/>
    <w:rsid w:val="00BA5D1A"/>
    <w:rsid w:val="00BB328E"/>
    <w:rsid w:val="00BB7FA9"/>
    <w:rsid w:val="00BC214D"/>
    <w:rsid w:val="00BC3EA8"/>
    <w:rsid w:val="00BC444A"/>
    <w:rsid w:val="00BD05BD"/>
    <w:rsid w:val="00BD251E"/>
    <w:rsid w:val="00BD3384"/>
    <w:rsid w:val="00BD426B"/>
    <w:rsid w:val="00BE1A23"/>
    <w:rsid w:val="00BE6204"/>
    <w:rsid w:val="00BF0D22"/>
    <w:rsid w:val="00BF16A9"/>
    <w:rsid w:val="00BF27B6"/>
    <w:rsid w:val="00BF6FB8"/>
    <w:rsid w:val="00C0061B"/>
    <w:rsid w:val="00C01D03"/>
    <w:rsid w:val="00C01D6F"/>
    <w:rsid w:val="00C028E5"/>
    <w:rsid w:val="00C02A61"/>
    <w:rsid w:val="00C02FEC"/>
    <w:rsid w:val="00C0453C"/>
    <w:rsid w:val="00C04FC7"/>
    <w:rsid w:val="00C1312E"/>
    <w:rsid w:val="00C14EAF"/>
    <w:rsid w:val="00C16FFC"/>
    <w:rsid w:val="00C21EB1"/>
    <w:rsid w:val="00C32906"/>
    <w:rsid w:val="00C42397"/>
    <w:rsid w:val="00C440E8"/>
    <w:rsid w:val="00C468D6"/>
    <w:rsid w:val="00C4774F"/>
    <w:rsid w:val="00C537DC"/>
    <w:rsid w:val="00C54342"/>
    <w:rsid w:val="00C54F8D"/>
    <w:rsid w:val="00C563A5"/>
    <w:rsid w:val="00C64CE1"/>
    <w:rsid w:val="00C70A94"/>
    <w:rsid w:val="00C71174"/>
    <w:rsid w:val="00C7403D"/>
    <w:rsid w:val="00C76BA0"/>
    <w:rsid w:val="00C834E2"/>
    <w:rsid w:val="00C850EE"/>
    <w:rsid w:val="00C865D8"/>
    <w:rsid w:val="00C9250E"/>
    <w:rsid w:val="00C9798D"/>
    <w:rsid w:val="00CA0229"/>
    <w:rsid w:val="00CA1266"/>
    <w:rsid w:val="00CA5720"/>
    <w:rsid w:val="00CA5F23"/>
    <w:rsid w:val="00CA7B4E"/>
    <w:rsid w:val="00CB03F7"/>
    <w:rsid w:val="00CB3DA7"/>
    <w:rsid w:val="00CB4D33"/>
    <w:rsid w:val="00CB6112"/>
    <w:rsid w:val="00CC2A8A"/>
    <w:rsid w:val="00CC772C"/>
    <w:rsid w:val="00CD0AC9"/>
    <w:rsid w:val="00CD12A9"/>
    <w:rsid w:val="00CD24E5"/>
    <w:rsid w:val="00CD343B"/>
    <w:rsid w:val="00CE272D"/>
    <w:rsid w:val="00CE3A5F"/>
    <w:rsid w:val="00CF1588"/>
    <w:rsid w:val="00CF2C83"/>
    <w:rsid w:val="00CF4B55"/>
    <w:rsid w:val="00CF6B43"/>
    <w:rsid w:val="00D01F81"/>
    <w:rsid w:val="00D02E08"/>
    <w:rsid w:val="00D10BFD"/>
    <w:rsid w:val="00D10D37"/>
    <w:rsid w:val="00D11885"/>
    <w:rsid w:val="00D13067"/>
    <w:rsid w:val="00D133D3"/>
    <w:rsid w:val="00D13695"/>
    <w:rsid w:val="00D14712"/>
    <w:rsid w:val="00D213F3"/>
    <w:rsid w:val="00D21AB5"/>
    <w:rsid w:val="00D21DB0"/>
    <w:rsid w:val="00D23351"/>
    <w:rsid w:val="00D27591"/>
    <w:rsid w:val="00D27758"/>
    <w:rsid w:val="00D3179E"/>
    <w:rsid w:val="00D37296"/>
    <w:rsid w:val="00D42307"/>
    <w:rsid w:val="00D42D05"/>
    <w:rsid w:val="00D45DCB"/>
    <w:rsid w:val="00D4740A"/>
    <w:rsid w:val="00D47B8B"/>
    <w:rsid w:val="00D50E4D"/>
    <w:rsid w:val="00D5313A"/>
    <w:rsid w:val="00D54CED"/>
    <w:rsid w:val="00D54EAF"/>
    <w:rsid w:val="00D66D06"/>
    <w:rsid w:val="00D67B0D"/>
    <w:rsid w:val="00D7302B"/>
    <w:rsid w:val="00D767C3"/>
    <w:rsid w:val="00D809E8"/>
    <w:rsid w:val="00D814F9"/>
    <w:rsid w:val="00D83707"/>
    <w:rsid w:val="00D850DC"/>
    <w:rsid w:val="00D8704D"/>
    <w:rsid w:val="00D90348"/>
    <w:rsid w:val="00D91972"/>
    <w:rsid w:val="00D9237A"/>
    <w:rsid w:val="00D93215"/>
    <w:rsid w:val="00D9331E"/>
    <w:rsid w:val="00D944D8"/>
    <w:rsid w:val="00D9551A"/>
    <w:rsid w:val="00D9660F"/>
    <w:rsid w:val="00D973F5"/>
    <w:rsid w:val="00DA186B"/>
    <w:rsid w:val="00DA3C2F"/>
    <w:rsid w:val="00DA615C"/>
    <w:rsid w:val="00DA6681"/>
    <w:rsid w:val="00DC4AB6"/>
    <w:rsid w:val="00DD07B8"/>
    <w:rsid w:val="00DD34A1"/>
    <w:rsid w:val="00DD7B42"/>
    <w:rsid w:val="00DD7C85"/>
    <w:rsid w:val="00DE13D1"/>
    <w:rsid w:val="00DE5B11"/>
    <w:rsid w:val="00DE6742"/>
    <w:rsid w:val="00DF2A82"/>
    <w:rsid w:val="00DF35B5"/>
    <w:rsid w:val="00DF548C"/>
    <w:rsid w:val="00E06ECB"/>
    <w:rsid w:val="00E079F9"/>
    <w:rsid w:val="00E13DEB"/>
    <w:rsid w:val="00E1435F"/>
    <w:rsid w:val="00E1585F"/>
    <w:rsid w:val="00E26414"/>
    <w:rsid w:val="00E27716"/>
    <w:rsid w:val="00E30254"/>
    <w:rsid w:val="00E3233B"/>
    <w:rsid w:val="00E32C90"/>
    <w:rsid w:val="00E35FAF"/>
    <w:rsid w:val="00E373EF"/>
    <w:rsid w:val="00E37F68"/>
    <w:rsid w:val="00E43EE1"/>
    <w:rsid w:val="00E45621"/>
    <w:rsid w:val="00E50635"/>
    <w:rsid w:val="00E5357F"/>
    <w:rsid w:val="00E54A28"/>
    <w:rsid w:val="00E5672A"/>
    <w:rsid w:val="00E5784A"/>
    <w:rsid w:val="00E610A3"/>
    <w:rsid w:val="00E61ACE"/>
    <w:rsid w:val="00E61F98"/>
    <w:rsid w:val="00E64B0B"/>
    <w:rsid w:val="00E64FC2"/>
    <w:rsid w:val="00E740FB"/>
    <w:rsid w:val="00E74318"/>
    <w:rsid w:val="00E835CE"/>
    <w:rsid w:val="00E83839"/>
    <w:rsid w:val="00E84171"/>
    <w:rsid w:val="00E94969"/>
    <w:rsid w:val="00E963E1"/>
    <w:rsid w:val="00EA19C1"/>
    <w:rsid w:val="00EA4FCA"/>
    <w:rsid w:val="00EA5D87"/>
    <w:rsid w:val="00EA6A3F"/>
    <w:rsid w:val="00EB0461"/>
    <w:rsid w:val="00EB0DAB"/>
    <w:rsid w:val="00EB2E6F"/>
    <w:rsid w:val="00EB6225"/>
    <w:rsid w:val="00EB65C8"/>
    <w:rsid w:val="00EC52EC"/>
    <w:rsid w:val="00EC646D"/>
    <w:rsid w:val="00EC7423"/>
    <w:rsid w:val="00ED1AF8"/>
    <w:rsid w:val="00ED65CF"/>
    <w:rsid w:val="00ED7AA7"/>
    <w:rsid w:val="00EE07FA"/>
    <w:rsid w:val="00EE1EF4"/>
    <w:rsid w:val="00EE20D7"/>
    <w:rsid w:val="00EF0112"/>
    <w:rsid w:val="00EF44BC"/>
    <w:rsid w:val="00EF5532"/>
    <w:rsid w:val="00EF5C0F"/>
    <w:rsid w:val="00F022B1"/>
    <w:rsid w:val="00F022F3"/>
    <w:rsid w:val="00F05005"/>
    <w:rsid w:val="00F117AB"/>
    <w:rsid w:val="00F13FE2"/>
    <w:rsid w:val="00F1655B"/>
    <w:rsid w:val="00F168F4"/>
    <w:rsid w:val="00F200A1"/>
    <w:rsid w:val="00F22226"/>
    <w:rsid w:val="00F23E77"/>
    <w:rsid w:val="00F24385"/>
    <w:rsid w:val="00F30703"/>
    <w:rsid w:val="00F32C71"/>
    <w:rsid w:val="00F3302A"/>
    <w:rsid w:val="00F4390D"/>
    <w:rsid w:val="00F43D84"/>
    <w:rsid w:val="00F44718"/>
    <w:rsid w:val="00F458D0"/>
    <w:rsid w:val="00F46E2F"/>
    <w:rsid w:val="00F50D84"/>
    <w:rsid w:val="00F52C46"/>
    <w:rsid w:val="00F53183"/>
    <w:rsid w:val="00F53641"/>
    <w:rsid w:val="00F5477A"/>
    <w:rsid w:val="00F5587A"/>
    <w:rsid w:val="00F63A31"/>
    <w:rsid w:val="00F63BE7"/>
    <w:rsid w:val="00F64CD5"/>
    <w:rsid w:val="00F64E39"/>
    <w:rsid w:val="00F64F13"/>
    <w:rsid w:val="00F65236"/>
    <w:rsid w:val="00F76695"/>
    <w:rsid w:val="00F8087A"/>
    <w:rsid w:val="00F8178E"/>
    <w:rsid w:val="00F82103"/>
    <w:rsid w:val="00F82A20"/>
    <w:rsid w:val="00F8594A"/>
    <w:rsid w:val="00F86596"/>
    <w:rsid w:val="00F917C9"/>
    <w:rsid w:val="00F918A6"/>
    <w:rsid w:val="00F934DC"/>
    <w:rsid w:val="00F94244"/>
    <w:rsid w:val="00F945E3"/>
    <w:rsid w:val="00F96440"/>
    <w:rsid w:val="00F9778F"/>
    <w:rsid w:val="00FA2749"/>
    <w:rsid w:val="00FA5BF5"/>
    <w:rsid w:val="00FB04C9"/>
    <w:rsid w:val="00FB383E"/>
    <w:rsid w:val="00FB79AF"/>
    <w:rsid w:val="00FB79CF"/>
    <w:rsid w:val="00FC1BAD"/>
    <w:rsid w:val="00FC4DC8"/>
    <w:rsid w:val="00FC5D4F"/>
    <w:rsid w:val="00FC6263"/>
    <w:rsid w:val="00FD1544"/>
    <w:rsid w:val="00FD3255"/>
    <w:rsid w:val="00FD4A64"/>
    <w:rsid w:val="00FD7995"/>
    <w:rsid w:val="00FE049C"/>
    <w:rsid w:val="00FE2684"/>
    <w:rsid w:val="00FE42D2"/>
    <w:rsid w:val="00FE6604"/>
    <w:rsid w:val="00FE77C2"/>
    <w:rsid w:val="00FF15F9"/>
    <w:rsid w:val="00FF1CAE"/>
    <w:rsid w:val="00FF1E88"/>
    <w:rsid w:val="00FF2E1E"/>
    <w:rsid w:val="00FF308B"/>
    <w:rsid w:val="00FF3622"/>
    <w:rsid w:val="00FF4298"/>
    <w:rsid w:val="00FF4EDD"/>
    <w:rsid w:val="00FF589D"/>
    <w:rsid w:val="00FF716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775DFA6"/>
  <w15:docId w15:val="{1BD38C99-D776-46F5-A17C-D03146C51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Verdana" w:hAnsi="Verdana"/>
    </w:rPr>
  </w:style>
  <w:style w:type="paragraph" w:styleId="berschrift1">
    <w:name w:val="heading 1"/>
    <w:basedOn w:val="Standard"/>
    <w:next w:val="Standard"/>
    <w:link w:val="berschrift1Zchn"/>
    <w:qFormat/>
    <w:rsid w:val="008B44CD"/>
    <w:pPr>
      <w:keepNext/>
      <w:outlineLvl w:val="0"/>
    </w:pPr>
    <w:rPr>
      <w:rFonts w:ascii="OfficinaSans" w:hAnsi="OfficinaSans"/>
      <w:i/>
    </w:rPr>
  </w:style>
  <w:style w:type="paragraph" w:styleId="berschrift3">
    <w:name w:val="heading 3"/>
    <w:basedOn w:val="Standard"/>
    <w:next w:val="Standard"/>
    <w:link w:val="berschrift3Zchn"/>
    <w:semiHidden/>
    <w:unhideWhenUsed/>
    <w:qFormat/>
    <w:rsid w:val="00EF44BC"/>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31FAE"/>
    <w:pPr>
      <w:tabs>
        <w:tab w:val="center" w:pos="4536"/>
        <w:tab w:val="right" w:pos="9072"/>
      </w:tabs>
    </w:pPr>
  </w:style>
  <w:style w:type="paragraph" w:styleId="Fuzeile">
    <w:name w:val="footer"/>
    <w:basedOn w:val="Standard"/>
    <w:link w:val="FuzeileZchn"/>
    <w:uiPriority w:val="99"/>
    <w:rsid w:val="00231FAE"/>
    <w:pPr>
      <w:tabs>
        <w:tab w:val="center" w:pos="4536"/>
        <w:tab w:val="right" w:pos="9072"/>
      </w:tabs>
    </w:pPr>
  </w:style>
  <w:style w:type="paragraph" w:styleId="Sprechblasentext">
    <w:name w:val="Balloon Text"/>
    <w:basedOn w:val="Standard"/>
    <w:semiHidden/>
    <w:rsid w:val="00EB0461"/>
    <w:rPr>
      <w:rFonts w:ascii="Tahoma" w:hAnsi="Tahoma" w:cs="Tahoma"/>
      <w:sz w:val="16"/>
      <w:szCs w:val="16"/>
    </w:rPr>
  </w:style>
  <w:style w:type="character" w:customStyle="1" w:styleId="KopfzeileZchn">
    <w:name w:val="Kopfzeile Zchn"/>
    <w:link w:val="Kopfzeile"/>
    <w:uiPriority w:val="99"/>
    <w:rsid w:val="008B44CD"/>
    <w:rPr>
      <w:rFonts w:ascii="Verdana" w:hAnsi="Verdana"/>
    </w:rPr>
  </w:style>
  <w:style w:type="paragraph" w:customStyle="1" w:styleId="DALLMERUnivers">
    <w:name w:val="DALLMER Univers"/>
    <w:basedOn w:val="Standard"/>
    <w:link w:val="DALLMERUniversZchn"/>
    <w:autoRedefine/>
    <w:qFormat/>
    <w:rsid w:val="00245BAF"/>
    <w:pPr>
      <w:spacing w:line="230" w:lineRule="exact"/>
      <w:ind w:left="284" w:hanging="284"/>
    </w:pPr>
    <w:rPr>
      <w:rFonts w:ascii="Univers Com 47 Light Cond" w:eastAsia="Calibri" w:hAnsi="Univers Com 47 Light Cond"/>
      <w:color w:val="000000"/>
      <w:spacing w:val="4"/>
      <w:sz w:val="16"/>
      <w:szCs w:val="16"/>
      <w:lang w:eastAsia="en-US"/>
    </w:rPr>
  </w:style>
  <w:style w:type="character" w:customStyle="1" w:styleId="DALLMERUniversZchn">
    <w:name w:val="DALLMER Univers Zchn"/>
    <w:link w:val="DALLMERUnivers"/>
    <w:rsid w:val="00245BAF"/>
    <w:rPr>
      <w:rFonts w:ascii="Univers Com 47 Light Cond" w:eastAsia="Calibri" w:hAnsi="Univers Com 47 Light Cond"/>
      <w:color w:val="000000"/>
      <w:spacing w:val="4"/>
      <w:sz w:val="16"/>
      <w:szCs w:val="16"/>
      <w:lang w:eastAsia="en-US"/>
    </w:rPr>
  </w:style>
  <w:style w:type="character" w:customStyle="1" w:styleId="berschrift1Zchn">
    <w:name w:val="Überschrift 1 Zchn"/>
    <w:link w:val="berschrift1"/>
    <w:rsid w:val="008B44CD"/>
    <w:rPr>
      <w:rFonts w:ascii="OfficinaSans" w:hAnsi="OfficinaSans"/>
      <w:i/>
    </w:rPr>
  </w:style>
  <w:style w:type="paragraph" w:customStyle="1" w:styleId="Anschrift">
    <w:name w:val="Anschrift"/>
    <w:rsid w:val="008B44CD"/>
    <w:rPr>
      <w:rFonts w:ascii="Arial" w:hAnsi="Arial"/>
    </w:rPr>
  </w:style>
  <w:style w:type="paragraph" w:customStyle="1" w:styleId="DallmerOrtsfeld8115">
    <w:name w:val="Dallmer Ortsfeld 8/11_5"/>
    <w:basedOn w:val="DALLMERUnivers"/>
    <w:link w:val="DallmerOrtsfeld8115Zchn"/>
    <w:qFormat/>
    <w:rsid w:val="008B44CD"/>
    <w:pPr>
      <w:ind w:left="0"/>
    </w:pPr>
  </w:style>
  <w:style w:type="character" w:customStyle="1" w:styleId="DallmerOrtsfeld8115Zchn">
    <w:name w:val="Dallmer Ortsfeld 8/11_5 Zchn"/>
    <w:link w:val="DallmerOrtsfeld8115"/>
    <w:rsid w:val="008B44CD"/>
    <w:rPr>
      <w:rFonts w:ascii="Univers Com 47 Light Cond" w:eastAsia="Calibri" w:hAnsi="Univers Com 47 Light Cond"/>
      <w:color w:val="000000"/>
      <w:sz w:val="16"/>
      <w:szCs w:val="18"/>
      <w:lang w:eastAsia="en-US"/>
    </w:rPr>
  </w:style>
  <w:style w:type="character" w:styleId="Hyperlink">
    <w:name w:val="Hyperlink"/>
    <w:basedOn w:val="Absatz-Standardschriftart"/>
    <w:uiPriority w:val="99"/>
    <w:unhideWhenUsed/>
    <w:rsid w:val="00B93FCB"/>
    <w:rPr>
      <w:color w:val="0000FF"/>
      <w:u w:val="single"/>
    </w:rPr>
  </w:style>
  <w:style w:type="character" w:customStyle="1" w:styleId="FuzeileZchn">
    <w:name w:val="Fußzeile Zchn"/>
    <w:basedOn w:val="Absatz-Standardschriftart"/>
    <w:link w:val="Fuzeile"/>
    <w:uiPriority w:val="99"/>
    <w:rsid w:val="00FF1E88"/>
    <w:rPr>
      <w:rFonts w:ascii="Verdana" w:hAnsi="Verdana"/>
    </w:rPr>
  </w:style>
  <w:style w:type="paragraph" w:customStyle="1" w:styleId="Formatvorlage1">
    <w:name w:val="Formatvorlage1"/>
    <w:basedOn w:val="Fuzeile"/>
    <w:link w:val="Formatvorlage1Zchn"/>
    <w:qFormat/>
    <w:rsid w:val="00B14D73"/>
    <w:pPr>
      <w:framePr w:wrap="around" w:vAnchor="page" w:hAnchor="text" w:y="1" w:anchorLock="1"/>
    </w:pPr>
    <w:rPr>
      <w:rFonts w:ascii="Univers Com 47 Light Cond" w:eastAsia="Calibri" w:hAnsi="Univers Com 47 Light Cond"/>
      <w:color w:val="000000"/>
      <w:spacing w:val="2"/>
      <w:sz w:val="16"/>
      <w:szCs w:val="16"/>
    </w:rPr>
  </w:style>
  <w:style w:type="paragraph" w:customStyle="1" w:styleId="Formatvorlage2">
    <w:name w:val="Formatvorlage2"/>
    <w:basedOn w:val="Fuzeile"/>
    <w:link w:val="Formatvorlage2Zchn"/>
    <w:qFormat/>
    <w:rsid w:val="00B14D73"/>
    <w:pPr>
      <w:framePr w:wrap="around" w:vAnchor="page" w:hAnchor="text" w:y="1"/>
    </w:pPr>
    <w:rPr>
      <w:noProof/>
    </w:rPr>
  </w:style>
  <w:style w:type="character" w:customStyle="1" w:styleId="Formatvorlage1Zchn">
    <w:name w:val="Formatvorlage1 Zchn"/>
    <w:basedOn w:val="FuzeileZchn"/>
    <w:link w:val="Formatvorlage1"/>
    <w:rsid w:val="00B14D73"/>
    <w:rPr>
      <w:rFonts w:ascii="Univers Com 47 Light Cond" w:eastAsia="Calibri" w:hAnsi="Univers Com 47 Light Cond"/>
      <w:color w:val="000000"/>
      <w:spacing w:val="2"/>
      <w:sz w:val="16"/>
      <w:szCs w:val="16"/>
    </w:rPr>
  </w:style>
  <w:style w:type="paragraph" w:customStyle="1" w:styleId="Formatvorlage3">
    <w:name w:val="Formatvorlage3"/>
    <w:basedOn w:val="Formatvorlage2"/>
    <w:link w:val="Formatvorlage3Zchn"/>
    <w:qFormat/>
    <w:rsid w:val="00B14D73"/>
    <w:pPr>
      <w:framePr w:wrap="auto" w:vAnchor="margin" w:yAlign="inline"/>
    </w:pPr>
    <w:rPr>
      <w:rFonts w:ascii="Univers Com 47 Light Cond" w:eastAsia="Calibri" w:hAnsi="Univers Com 47 Light Cond"/>
      <w:sz w:val="16"/>
      <w:szCs w:val="16"/>
    </w:rPr>
  </w:style>
  <w:style w:type="character" w:customStyle="1" w:styleId="Formatvorlage2Zchn">
    <w:name w:val="Formatvorlage2 Zchn"/>
    <w:basedOn w:val="FuzeileZchn"/>
    <w:link w:val="Formatvorlage2"/>
    <w:rsid w:val="00B14D73"/>
    <w:rPr>
      <w:rFonts w:ascii="Verdana" w:hAnsi="Verdana"/>
      <w:noProof/>
    </w:rPr>
  </w:style>
  <w:style w:type="character" w:customStyle="1" w:styleId="Formatvorlage3Zchn">
    <w:name w:val="Formatvorlage3 Zchn"/>
    <w:basedOn w:val="Formatvorlage2Zchn"/>
    <w:link w:val="Formatvorlage3"/>
    <w:rsid w:val="00B14D73"/>
    <w:rPr>
      <w:rFonts w:ascii="Univers Com 47 Light Cond" w:eastAsia="Calibri" w:hAnsi="Univers Com 47 Light Cond"/>
      <w:noProof/>
      <w:sz w:val="16"/>
      <w:szCs w:val="16"/>
    </w:rPr>
  </w:style>
  <w:style w:type="character" w:customStyle="1" w:styleId="Erwhnung1">
    <w:name w:val="Erwähnung1"/>
    <w:basedOn w:val="Absatz-Standardschriftart"/>
    <w:uiPriority w:val="99"/>
    <w:semiHidden/>
    <w:unhideWhenUsed/>
    <w:rsid w:val="00835607"/>
    <w:rPr>
      <w:color w:val="2B579A"/>
      <w:shd w:val="clear" w:color="auto" w:fill="E6E6E6"/>
    </w:rPr>
  </w:style>
  <w:style w:type="character" w:customStyle="1" w:styleId="NichtaufgelsteErwhnung1">
    <w:name w:val="Nicht aufgelöste Erwähnung1"/>
    <w:basedOn w:val="Absatz-Standardschriftart"/>
    <w:uiPriority w:val="99"/>
    <w:semiHidden/>
    <w:unhideWhenUsed/>
    <w:rsid w:val="007500CA"/>
    <w:rPr>
      <w:color w:val="605E5C"/>
      <w:shd w:val="clear" w:color="auto" w:fill="E1DFDD"/>
    </w:rPr>
  </w:style>
  <w:style w:type="character" w:customStyle="1" w:styleId="berschrift3Zchn">
    <w:name w:val="Überschrift 3 Zchn"/>
    <w:basedOn w:val="Absatz-Standardschriftart"/>
    <w:link w:val="berschrift3"/>
    <w:semiHidden/>
    <w:rsid w:val="00EF44BC"/>
    <w:rPr>
      <w:rFonts w:asciiTheme="majorHAnsi" w:eastAsiaTheme="majorEastAsia" w:hAnsiTheme="majorHAnsi" w:cstheme="majorBidi"/>
      <w:color w:val="1F4D78" w:themeColor="accent1" w:themeShade="7F"/>
      <w:sz w:val="24"/>
      <w:szCs w:val="24"/>
    </w:rPr>
  </w:style>
  <w:style w:type="paragraph" w:customStyle="1" w:styleId="Headline">
    <w:name w:val="Headline"/>
    <w:basedOn w:val="Standard"/>
    <w:qFormat/>
    <w:rsid w:val="00F5477A"/>
    <w:pPr>
      <w:spacing w:after="60" w:line="280" w:lineRule="exact"/>
    </w:pPr>
    <w:rPr>
      <w:rFonts w:ascii="Univers LT Std 47 Light Condens" w:hAnsi="Univers LT Std 47 Light Condens"/>
      <w:noProof/>
      <w:spacing w:val="6"/>
      <w:u w:val="single"/>
    </w:rPr>
  </w:style>
  <w:style w:type="paragraph" w:customStyle="1" w:styleId="Copytext">
    <w:name w:val="Copytext"/>
    <w:basedOn w:val="Standard"/>
    <w:qFormat/>
    <w:rsid w:val="00F5477A"/>
    <w:pPr>
      <w:spacing w:line="280" w:lineRule="exact"/>
    </w:pPr>
    <w:rPr>
      <w:rFonts w:ascii="Univers LT Std 47 Light Condens" w:hAnsi="Univers LT Std 47 Light Condens"/>
      <w:noProof/>
      <w:spacing w:val="6"/>
      <w:lang w:val="en-US"/>
    </w:rPr>
  </w:style>
  <w:style w:type="character" w:styleId="Kommentarzeichen">
    <w:name w:val="annotation reference"/>
    <w:basedOn w:val="Absatz-Standardschriftart"/>
    <w:rsid w:val="00F94244"/>
    <w:rPr>
      <w:sz w:val="16"/>
      <w:szCs w:val="16"/>
    </w:rPr>
  </w:style>
  <w:style w:type="paragraph" w:styleId="Kommentartext">
    <w:name w:val="annotation text"/>
    <w:basedOn w:val="Standard"/>
    <w:link w:val="KommentartextZchn"/>
    <w:rsid w:val="00F94244"/>
  </w:style>
  <w:style w:type="character" w:customStyle="1" w:styleId="KommentartextZchn">
    <w:name w:val="Kommentartext Zchn"/>
    <w:basedOn w:val="Absatz-Standardschriftart"/>
    <w:link w:val="Kommentartext"/>
    <w:rsid w:val="00F94244"/>
    <w:rPr>
      <w:rFonts w:ascii="Verdana" w:hAnsi="Verdana"/>
    </w:rPr>
  </w:style>
  <w:style w:type="paragraph" w:styleId="Kommentarthema">
    <w:name w:val="annotation subject"/>
    <w:basedOn w:val="Kommentartext"/>
    <w:next w:val="Kommentartext"/>
    <w:link w:val="KommentarthemaZchn"/>
    <w:rsid w:val="00F94244"/>
    <w:rPr>
      <w:b/>
      <w:bCs/>
    </w:rPr>
  </w:style>
  <w:style w:type="character" w:customStyle="1" w:styleId="KommentarthemaZchn">
    <w:name w:val="Kommentarthema Zchn"/>
    <w:basedOn w:val="KommentartextZchn"/>
    <w:link w:val="Kommentarthema"/>
    <w:rsid w:val="00F94244"/>
    <w:rPr>
      <w:rFonts w:ascii="Verdana" w:hAnsi="Verdana"/>
      <w:b/>
      <w:bCs/>
    </w:rPr>
  </w:style>
  <w:style w:type="paragraph" w:styleId="Listenabsatz">
    <w:name w:val="List Paragraph"/>
    <w:basedOn w:val="Standard"/>
    <w:uiPriority w:val="34"/>
    <w:qFormat/>
    <w:rsid w:val="00BD33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172">
      <w:bodyDiv w:val="1"/>
      <w:marLeft w:val="0"/>
      <w:marRight w:val="0"/>
      <w:marTop w:val="0"/>
      <w:marBottom w:val="0"/>
      <w:divBdr>
        <w:top w:val="none" w:sz="0" w:space="0" w:color="auto"/>
        <w:left w:val="none" w:sz="0" w:space="0" w:color="auto"/>
        <w:bottom w:val="none" w:sz="0" w:space="0" w:color="auto"/>
        <w:right w:val="none" w:sz="0" w:space="0" w:color="auto"/>
      </w:divBdr>
    </w:div>
    <w:div w:id="362368303">
      <w:bodyDiv w:val="1"/>
      <w:marLeft w:val="0"/>
      <w:marRight w:val="0"/>
      <w:marTop w:val="0"/>
      <w:marBottom w:val="0"/>
      <w:divBdr>
        <w:top w:val="none" w:sz="0" w:space="0" w:color="auto"/>
        <w:left w:val="none" w:sz="0" w:space="0" w:color="auto"/>
        <w:bottom w:val="none" w:sz="0" w:space="0" w:color="auto"/>
        <w:right w:val="none" w:sz="0" w:space="0" w:color="auto"/>
      </w:divBdr>
    </w:div>
    <w:div w:id="421024799">
      <w:bodyDiv w:val="1"/>
      <w:marLeft w:val="0"/>
      <w:marRight w:val="0"/>
      <w:marTop w:val="0"/>
      <w:marBottom w:val="0"/>
      <w:divBdr>
        <w:top w:val="none" w:sz="0" w:space="0" w:color="auto"/>
        <w:left w:val="none" w:sz="0" w:space="0" w:color="auto"/>
        <w:bottom w:val="none" w:sz="0" w:space="0" w:color="auto"/>
        <w:right w:val="none" w:sz="0" w:space="0" w:color="auto"/>
      </w:divBdr>
    </w:div>
    <w:div w:id="591595700">
      <w:bodyDiv w:val="1"/>
      <w:marLeft w:val="0"/>
      <w:marRight w:val="0"/>
      <w:marTop w:val="0"/>
      <w:marBottom w:val="0"/>
      <w:divBdr>
        <w:top w:val="none" w:sz="0" w:space="0" w:color="auto"/>
        <w:left w:val="none" w:sz="0" w:space="0" w:color="auto"/>
        <w:bottom w:val="none" w:sz="0" w:space="0" w:color="auto"/>
        <w:right w:val="none" w:sz="0" w:space="0" w:color="auto"/>
      </w:divBdr>
    </w:div>
    <w:div w:id="1031761502">
      <w:bodyDiv w:val="1"/>
      <w:marLeft w:val="0"/>
      <w:marRight w:val="0"/>
      <w:marTop w:val="0"/>
      <w:marBottom w:val="0"/>
      <w:divBdr>
        <w:top w:val="none" w:sz="0" w:space="0" w:color="auto"/>
        <w:left w:val="none" w:sz="0" w:space="0" w:color="auto"/>
        <w:bottom w:val="none" w:sz="0" w:space="0" w:color="auto"/>
        <w:right w:val="none" w:sz="0" w:space="0" w:color="auto"/>
      </w:divBdr>
    </w:div>
    <w:div w:id="1287587181">
      <w:bodyDiv w:val="1"/>
      <w:marLeft w:val="0"/>
      <w:marRight w:val="0"/>
      <w:marTop w:val="0"/>
      <w:marBottom w:val="0"/>
      <w:divBdr>
        <w:top w:val="none" w:sz="0" w:space="0" w:color="auto"/>
        <w:left w:val="none" w:sz="0" w:space="0" w:color="auto"/>
        <w:bottom w:val="none" w:sz="0" w:space="0" w:color="auto"/>
        <w:right w:val="none" w:sz="0" w:space="0" w:color="auto"/>
      </w:divBdr>
    </w:div>
    <w:div w:id="1977635016">
      <w:bodyDiv w:val="1"/>
      <w:marLeft w:val="0"/>
      <w:marRight w:val="0"/>
      <w:marTop w:val="0"/>
      <w:marBottom w:val="0"/>
      <w:divBdr>
        <w:top w:val="none" w:sz="0" w:space="0" w:color="auto"/>
        <w:left w:val="none" w:sz="0" w:space="0" w:color="auto"/>
        <w:bottom w:val="none" w:sz="0" w:space="0" w:color="auto"/>
        <w:right w:val="none" w:sz="0" w:space="0" w:color="auto"/>
      </w:divBdr>
    </w:div>
    <w:div w:id="2012944753">
      <w:bodyDiv w:val="1"/>
      <w:marLeft w:val="0"/>
      <w:marRight w:val="0"/>
      <w:marTop w:val="0"/>
      <w:marBottom w:val="0"/>
      <w:divBdr>
        <w:top w:val="none" w:sz="0" w:space="0" w:color="auto"/>
        <w:left w:val="none" w:sz="0" w:space="0" w:color="auto"/>
        <w:bottom w:val="none" w:sz="0" w:space="0" w:color="auto"/>
        <w:right w:val="none" w:sz="0" w:space="0" w:color="auto"/>
      </w:divBdr>
    </w:div>
    <w:div w:id="201491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boesch\Desktop\2032_Presseinformation-Vorlag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3EDEA-F01B-4679-BB1D-0802EE625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2032_Presseinformation-Vorlage.dotx</Template>
  <TotalTime>0</TotalTime>
  <Pages>1</Pages>
  <Words>306</Words>
  <Characters>2057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Empfänger</vt:lpstr>
    </vt:vector>
  </TitlesOfParts>
  <Company>Dallmer GmbH + Co KG</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Empfänger</dc:title>
  <dc:subject/>
  <dc:creator>Sylvia Boesch</dc:creator>
  <cp:keywords/>
  <cp:lastModifiedBy>Sylvia Boesch</cp:lastModifiedBy>
  <cp:revision>101</cp:revision>
  <cp:lastPrinted>2021-09-20T12:39:00Z</cp:lastPrinted>
  <dcterms:created xsi:type="dcterms:W3CDTF">2021-11-16T14:01:00Z</dcterms:created>
  <dcterms:modified xsi:type="dcterms:W3CDTF">2024-09-26T08:27:00Z</dcterms:modified>
</cp:coreProperties>
</file>